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013D7" w14:textId="77777777" w:rsidR="00241EA1" w:rsidRPr="005D6794" w:rsidRDefault="00241EA1" w:rsidP="00241EA1">
      <w:pPr>
        <w:pStyle w:val="Titul1"/>
      </w:pPr>
      <w:r w:rsidRPr="005D6794">
        <w:t>S</w:t>
      </w:r>
      <w:r>
        <w:t>mlouva o dílo na zhotovení stavby</w:t>
      </w:r>
    </w:p>
    <w:p w14:paraId="6A7611D2" w14:textId="77777777" w:rsidR="00241EA1" w:rsidRPr="00C14850" w:rsidRDefault="00241EA1" w:rsidP="00241EA1">
      <w:pPr>
        <w:pStyle w:val="Titul2"/>
      </w:pPr>
      <w:r w:rsidRPr="00C14850">
        <w:t xml:space="preserve">Název zakázky: </w:t>
      </w:r>
    </w:p>
    <w:p w14:paraId="4E9682A6" w14:textId="77777777" w:rsidR="00241EA1" w:rsidRPr="00C14850" w:rsidRDefault="00241EA1" w:rsidP="00241EA1">
      <w:pPr>
        <w:pStyle w:val="Titul2"/>
        <w:rPr>
          <w:sz w:val="32"/>
        </w:rPr>
      </w:pPr>
      <w:r w:rsidRPr="00C14850">
        <w:rPr>
          <w:sz w:val="32"/>
        </w:rPr>
        <w:t>„Výstavba PZS v km 37,303 (P1467) trati Číčenice - Volary“</w:t>
      </w:r>
    </w:p>
    <w:p w14:paraId="7F1F0094" w14:textId="77777777" w:rsidR="00241EA1" w:rsidRPr="00C14850" w:rsidRDefault="00241EA1" w:rsidP="00241EA1">
      <w:pPr>
        <w:pStyle w:val="Titul2"/>
        <w:rPr>
          <w:sz w:val="32"/>
        </w:rPr>
      </w:pPr>
      <w:r w:rsidRPr="00C14850">
        <w:rPr>
          <w:sz w:val="32"/>
        </w:rPr>
        <w:t>(dále jen stavba 1)</w:t>
      </w:r>
    </w:p>
    <w:p w14:paraId="63662BA5" w14:textId="77777777" w:rsidR="00241EA1" w:rsidRPr="00C14850" w:rsidRDefault="00241EA1" w:rsidP="00241EA1">
      <w:pPr>
        <w:pStyle w:val="Titul2"/>
        <w:rPr>
          <w:sz w:val="32"/>
        </w:rPr>
      </w:pPr>
      <w:r w:rsidRPr="00C14850">
        <w:rPr>
          <w:sz w:val="32"/>
        </w:rPr>
        <w:t xml:space="preserve">„Výstavba PZS v km 38,188 (P1468) </w:t>
      </w:r>
    </w:p>
    <w:p w14:paraId="61A538C6" w14:textId="77777777" w:rsidR="00241EA1" w:rsidRPr="00C14850" w:rsidRDefault="00241EA1" w:rsidP="00241EA1">
      <w:pPr>
        <w:pStyle w:val="Titul2"/>
        <w:rPr>
          <w:sz w:val="32"/>
        </w:rPr>
      </w:pPr>
      <w:r w:rsidRPr="00C14850">
        <w:rPr>
          <w:sz w:val="32"/>
        </w:rPr>
        <w:t>a v km 36,795 (P1466) trati Číčenice – Volary</w:t>
      </w:r>
    </w:p>
    <w:p w14:paraId="1A7FE9FC" w14:textId="77777777" w:rsidR="00241EA1" w:rsidRPr="00C14850" w:rsidRDefault="00241EA1" w:rsidP="00241EA1">
      <w:pPr>
        <w:pStyle w:val="Titul2"/>
        <w:rPr>
          <w:sz w:val="32"/>
        </w:rPr>
      </w:pPr>
      <w:r w:rsidRPr="00C14850">
        <w:rPr>
          <w:sz w:val="32"/>
        </w:rPr>
        <w:t>(dále jen stavba 2)</w:t>
      </w:r>
    </w:p>
    <w:p w14:paraId="38402B29" w14:textId="77777777" w:rsidR="00241EA1" w:rsidRPr="00C14850" w:rsidRDefault="00241EA1" w:rsidP="00241EA1">
      <w:pPr>
        <w:pStyle w:val="Titul2"/>
      </w:pPr>
      <w:r w:rsidRPr="00C14850">
        <w:t xml:space="preserve"> Smluvní strany:</w:t>
      </w:r>
    </w:p>
    <w:p w14:paraId="10C489BB" w14:textId="77777777" w:rsidR="00241EA1" w:rsidRPr="00C14850" w:rsidRDefault="00241EA1" w:rsidP="00241EA1">
      <w:pPr>
        <w:pStyle w:val="Textbezodsazen"/>
        <w:spacing w:after="0"/>
        <w:rPr>
          <w:b/>
        </w:rPr>
      </w:pPr>
      <w:r w:rsidRPr="00C14850">
        <w:rPr>
          <w:b/>
        </w:rPr>
        <w:t>Správa železnic, státní organizace</w:t>
      </w:r>
    </w:p>
    <w:p w14:paraId="5EE4897F" w14:textId="77777777" w:rsidR="00241EA1" w:rsidRPr="00C14850" w:rsidRDefault="00241EA1" w:rsidP="00241EA1">
      <w:pPr>
        <w:pStyle w:val="Textbezodsazen"/>
        <w:spacing w:after="0"/>
      </w:pPr>
      <w:r w:rsidRPr="00C14850">
        <w:t xml:space="preserve">se sídlem: Dlážděná 1003/7, 110 00 Praha 1 - Nové Město </w:t>
      </w:r>
    </w:p>
    <w:p w14:paraId="007BC0AE" w14:textId="77777777" w:rsidR="00241EA1" w:rsidRDefault="00241EA1" w:rsidP="00241EA1">
      <w:pPr>
        <w:pStyle w:val="Textbezodsazen"/>
        <w:spacing w:after="0"/>
      </w:pPr>
      <w:r w:rsidRPr="00C14850">
        <w:t>IČO: 70994234 DIČ: CZ70994234</w:t>
      </w:r>
    </w:p>
    <w:p w14:paraId="269B8A23" w14:textId="77777777" w:rsidR="00241EA1" w:rsidRDefault="00241EA1" w:rsidP="00241EA1">
      <w:pPr>
        <w:pStyle w:val="Textbezodsazen"/>
        <w:spacing w:after="0"/>
      </w:pPr>
      <w:r>
        <w:t>zapsaná v obchodním rejstříku vedeném Městským soudem v Praze,</w:t>
      </w:r>
    </w:p>
    <w:p w14:paraId="380F19AA" w14:textId="77777777" w:rsidR="00241EA1" w:rsidRDefault="00241EA1" w:rsidP="00241EA1">
      <w:pPr>
        <w:pStyle w:val="Textbezodsazen"/>
        <w:spacing w:after="0"/>
      </w:pPr>
      <w:r>
        <w:t>spisová značka A 48384</w:t>
      </w:r>
    </w:p>
    <w:p w14:paraId="36584F89" w14:textId="77777777" w:rsidR="00241EA1" w:rsidRPr="003430E6" w:rsidRDefault="00241EA1" w:rsidP="00241EA1">
      <w:pPr>
        <w:pStyle w:val="Textbezodsazen"/>
        <w:spacing w:after="0"/>
      </w:pPr>
      <w:r>
        <w:t>zastoupena</w:t>
      </w:r>
      <w:r w:rsidRPr="003430E6">
        <w:t xml:space="preserve">: Ing. Mojmírem Nejezchlebem, náměstkem GŘ pro modernizaci dráhy </w:t>
      </w:r>
    </w:p>
    <w:p w14:paraId="74F0028C" w14:textId="77777777" w:rsidR="00241EA1" w:rsidRDefault="00241EA1" w:rsidP="00241EA1">
      <w:pPr>
        <w:pStyle w:val="Textbezodsazen"/>
      </w:pPr>
      <w:r w:rsidRPr="003430E6">
        <w:t>na základě Pověření č. 2372 ze dne 26. 2. 2018</w:t>
      </w:r>
    </w:p>
    <w:p w14:paraId="369EB583" w14:textId="77777777" w:rsidR="00241EA1" w:rsidRPr="00B42F40" w:rsidRDefault="00241EA1" w:rsidP="00241EA1">
      <w:pPr>
        <w:pStyle w:val="Textbezodsazen"/>
        <w:spacing w:after="0"/>
        <w:rPr>
          <w:rStyle w:val="Zdraznnjemn"/>
          <w:b/>
          <w:iCs w:val="0"/>
          <w:color w:val="auto"/>
        </w:rPr>
      </w:pPr>
      <w:r w:rsidRPr="00B42F40">
        <w:rPr>
          <w:rStyle w:val="Zdraznnjemn"/>
          <w:b/>
          <w:iCs w:val="0"/>
          <w:color w:val="auto"/>
        </w:rPr>
        <w:t xml:space="preserve">Korespondenční adresa: </w:t>
      </w:r>
    </w:p>
    <w:p w14:paraId="01A637CA" w14:textId="77777777" w:rsidR="00241EA1" w:rsidRPr="00B57BA9" w:rsidRDefault="00241EA1" w:rsidP="00241EA1">
      <w:pPr>
        <w:pStyle w:val="Textbezodsazen"/>
        <w:spacing w:after="0"/>
      </w:pPr>
      <w:r w:rsidRPr="00B57BA9">
        <w:t>Správa železnic, státní organizace</w:t>
      </w:r>
    </w:p>
    <w:p w14:paraId="15300D70" w14:textId="77777777" w:rsidR="00B57BA9" w:rsidRPr="00B57BA9" w:rsidRDefault="00241EA1" w:rsidP="00B57BA9">
      <w:pPr>
        <w:pStyle w:val="Textbezodsazen"/>
      </w:pPr>
      <w:r w:rsidRPr="00B57BA9">
        <w:t xml:space="preserve">Stavební správa západ, </w:t>
      </w:r>
      <w:r w:rsidR="00B57BA9" w:rsidRPr="00B57BA9">
        <w:rPr>
          <w:rFonts w:cs="Arial"/>
        </w:rPr>
        <w:t>Ke Štvanici 656/3, 186 00 Praha 8 – Karlín</w:t>
      </w:r>
    </w:p>
    <w:p w14:paraId="62FB9005" w14:textId="6F80353C" w:rsidR="00241EA1" w:rsidRDefault="00B57BA9" w:rsidP="00B57BA9">
      <w:pPr>
        <w:pStyle w:val="Textbezodsazen"/>
      </w:pPr>
      <w:r w:rsidRPr="00B57BA9">
        <w:t xml:space="preserve"> </w:t>
      </w:r>
      <w:r w:rsidR="00241EA1" w:rsidRPr="00B57BA9">
        <w:t>(dále jen „</w:t>
      </w:r>
      <w:r w:rsidR="00241EA1" w:rsidRPr="00B57BA9">
        <w:rPr>
          <w:b/>
        </w:rPr>
        <w:t>Objednatel</w:t>
      </w:r>
      <w:r w:rsidR="00241EA1" w:rsidRPr="00B57BA9">
        <w:t>“)</w:t>
      </w:r>
    </w:p>
    <w:p w14:paraId="67D0F8A4" w14:textId="77777777" w:rsidR="00241EA1" w:rsidRDefault="00241EA1" w:rsidP="00241EA1">
      <w:pPr>
        <w:pStyle w:val="Textbezodsazen"/>
        <w:spacing w:after="0"/>
      </w:pPr>
      <w:r>
        <w:t>číslo smlouvy: "[</w:t>
      </w:r>
      <w:r w:rsidRPr="00F422D3">
        <w:rPr>
          <w:highlight w:val="green"/>
        </w:rPr>
        <w:t>VLOŽÍ OBJEDNATEL</w:t>
      </w:r>
      <w:r>
        <w:t xml:space="preserve">]" </w:t>
      </w:r>
    </w:p>
    <w:p w14:paraId="56DF89D6" w14:textId="77777777" w:rsidR="00241EA1" w:rsidRDefault="00241EA1" w:rsidP="00241EA1">
      <w:pPr>
        <w:pStyle w:val="Textbezodsazen"/>
      </w:pPr>
    </w:p>
    <w:p w14:paraId="58B7C3E9" w14:textId="77777777" w:rsidR="00241EA1" w:rsidRPr="00C14850" w:rsidRDefault="00241EA1" w:rsidP="00241EA1">
      <w:pPr>
        <w:pStyle w:val="Textbezodsazen"/>
      </w:pPr>
      <w:r w:rsidRPr="00C14850">
        <w:t xml:space="preserve">ISPROFOND: </w:t>
      </w:r>
      <w:r w:rsidRPr="00C14850">
        <w:tab/>
      </w:r>
    </w:p>
    <w:p w14:paraId="1CE3B470" w14:textId="77777777" w:rsidR="00241EA1" w:rsidRPr="00C14850" w:rsidRDefault="00241EA1" w:rsidP="00241EA1">
      <w:pPr>
        <w:pStyle w:val="Textbezodsazen"/>
      </w:pPr>
      <w:r w:rsidRPr="00C14850">
        <w:t>stavba 1: 531 353 0034</w:t>
      </w:r>
    </w:p>
    <w:p w14:paraId="668DEAA7" w14:textId="77777777" w:rsidR="00241EA1" w:rsidRDefault="00241EA1" w:rsidP="00241EA1">
      <w:pPr>
        <w:pStyle w:val="Textbezodsazen"/>
      </w:pPr>
      <w:r w:rsidRPr="00C14850">
        <w:t>stavba 2: 531 353 0035</w:t>
      </w:r>
    </w:p>
    <w:p w14:paraId="6D6FEAD2" w14:textId="77777777" w:rsidR="00241EA1" w:rsidRDefault="00241EA1" w:rsidP="00241EA1">
      <w:pPr>
        <w:pStyle w:val="Textbezodsazen"/>
      </w:pPr>
    </w:p>
    <w:p w14:paraId="7990788A" w14:textId="77777777" w:rsidR="00241EA1" w:rsidRDefault="00241EA1" w:rsidP="00241EA1">
      <w:pPr>
        <w:pStyle w:val="Textbezodsazen"/>
      </w:pPr>
      <w:r w:rsidRPr="00B42F40">
        <w:t>a</w:t>
      </w:r>
    </w:p>
    <w:p w14:paraId="366D48E2" w14:textId="77777777" w:rsidR="00241EA1" w:rsidRPr="00B42F40" w:rsidRDefault="00241EA1" w:rsidP="00241EA1">
      <w:pPr>
        <w:pStyle w:val="Textbezodsazen"/>
      </w:pPr>
    </w:p>
    <w:p w14:paraId="1991DE98" w14:textId="77777777" w:rsidR="00241EA1" w:rsidRPr="00B42F40" w:rsidRDefault="00241EA1" w:rsidP="00241EA1">
      <w:pPr>
        <w:pStyle w:val="Textbezodsazen"/>
        <w:spacing w:after="0"/>
        <w:rPr>
          <w:b/>
        </w:rPr>
      </w:pPr>
      <w:r w:rsidRPr="00B42F40">
        <w:rPr>
          <w:b/>
        </w:rPr>
        <w:t>"[</w:t>
      </w:r>
      <w:r w:rsidRPr="00B42F40">
        <w:rPr>
          <w:b/>
          <w:highlight w:val="yellow"/>
        </w:rPr>
        <w:t>VLOŽÍ ZHOTOVITEL</w:t>
      </w:r>
      <w:r w:rsidRPr="00B42F40">
        <w:rPr>
          <w:b/>
        </w:rPr>
        <w:t xml:space="preserve">]" </w:t>
      </w:r>
    </w:p>
    <w:p w14:paraId="0C15348E" w14:textId="77777777" w:rsidR="00241EA1" w:rsidRPr="00B42F40" w:rsidRDefault="00241EA1" w:rsidP="00241EA1">
      <w:pPr>
        <w:pStyle w:val="Textbezodsazen"/>
        <w:spacing w:after="0"/>
      </w:pPr>
      <w:r w:rsidRPr="00B42F40">
        <w:lastRenderedPageBreak/>
        <w:t>se sídlem: "[</w:t>
      </w:r>
      <w:r w:rsidRPr="00B42F40">
        <w:rPr>
          <w:highlight w:val="yellow"/>
        </w:rPr>
        <w:t>VLOŽÍ ZHOTOVITEL</w:t>
      </w:r>
      <w:r w:rsidRPr="00B42F40">
        <w:t xml:space="preserve">]" </w:t>
      </w:r>
    </w:p>
    <w:p w14:paraId="248DDC11" w14:textId="77777777" w:rsidR="00241EA1" w:rsidRPr="00B42F40" w:rsidRDefault="00241EA1" w:rsidP="00241EA1">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1403FA8" w14:textId="77777777" w:rsidR="00241EA1" w:rsidRPr="00B42F40" w:rsidRDefault="00241EA1" w:rsidP="00241EA1">
      <w:pPr>
        <w:pStyle w:val="Textbezodsazen"/>
        <w:spacing w:after="0"/>
        <w:jc w:val="left"/>
      </w:pPr>
      <w:r w:rsidRPr="00B42F40">
        <w:t>zapsaná</w:t>
      </w:r>
      <w:r>
        <w:t xml:space="preserve"> v </w:t>
      </w:r>
      <w:r w:rsidRPr="00B42F40">
        <w:t>obchodním rejstříku vedeném "[</w:t>
      </w:r>
      <w:r w:rsidRPr="00B42F40">
        <w:rPr>
          <w:highlight w:val="yellow"/>
        </w:rPr>
        <w:t>VLOŽÍ ZHOTOVITEL</w:t>
      </w:r>
      <w:r w:rsidRPr="00B42F40">
        <w:t>]" soudem</w:t>
      </w:r>
      <w:r>
        <w:t xml:space="preserve"> v </w:t>
      </w:r>
      <w:r w:rsidRPr="00B42F40">
        <w:t>"[VL</w:t>
      </w:r>
      <w:r w:rsidRPr="00B42F40">
        <w:rPr>
          <w:highlight w:val="yellow"/>
        </w:rPr>
        <w:t>OŽÍ ZHOTOVITEL</w:t>
      </w:r>
      <w:r w:rsidRPr="00B42F40">
        <w:t>]" ,</w:t>
      </w:r>
    </w:p>
    <w:p w14:paraId="48D6F4CF" w14:textId="77777777" w:rsidR="00241EA1" w:rsidRPr="00B42F40" w:rsidRDefault="00241EA1" w:rsidP="00241EA1">
      <w:pPr>
        <w:pStyle w:val="Textbezodsazen"/>
        <w:spacing w:after="0"/>
      </w:pPr>
      <w:r w:rsidRPr="00B42F40">
        <w:t>spisová značka "[</w:t>
      </w:r>
      <w:r w:rsidRPr="00B42F40">
        <w:rPr>
          <w:highlight w:val="yellow"/>
        </w:rPr>
        <w:t>VLOŽÍ ZHOTOVITEL</w:t>
      </w:r>
      <w:r w:rsidRPr="00B42F40">
        <w:t xml:space="preserve">]" </w:t>
      </w:r>
    </w:p>
    <w:p w14:paraId="797A8EE0" w14:textId="77777777" w:rsidR="00241EA1" w:rsidRPr="00B42F40" w:rsidRDefault="00241EA1" w:rsidP="00241EA1">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DC813DE" w14:textId="77777777" w:rsidR="00241EA1" w:rsidRPr="00B42F40" w:rsidRDefault="00241EA1" w:rsidP="00241EA1">
      <w:pPr>
        <w:pStyle w:val="Textbezodsazen"/>
      </w:pPr>
      <w:r w:rsidRPr="00B42F40">
        <w:t>zastoupena: "[</w:t>
      </w:r>
      <w:r w:rsidRPr="00B42F40">
        <w:rPr>
          <w:highlight w:val="yellow"/>
        </w:rPr>
        <w:t>VLOŽÍ ZHOTOVITEL</w:t>
      </w:r>
      <w:r w:rsidRPr="00B42F40">
        <w:t xml:space="preserve">]" </w:t>
      </w:r>
    </w:p>
    <w:p w14:paraId="2FAF2C74" w14:textId="77777777" w:rsidR="00241EA1" w:rsidRPr="00B42F40" w:rsidRDefault="00241EA1" w:rsidP="00241EA1">
      <w:pPr>
        <w:pStyle w:val="Textbezodsazen"/>
        <w:spacing w:after="0"/>
        <w:rPr>
          <w:rStyle w:val="Zdraznnjemn"/>
          <w:b/>
          <w:iCs w:val="0"/>
          <w:color w:val="auto"/>
        </w:rPr>
      </w:pPr>
      <w:r w:rsidRPr="00B42F40">
        <w:rPr>
          <w:rStyle w:val="Zdraznnjemn"/>
          <w:b/>
          <w:iCs w:val="0"/>
          <w:color w:val="auto"/>
        </w:rPr>
        <w:t xml:space="preserve">Korespondenční adresa: </w:t>
      </w:r>
    </w:p>
    <w:p w14:paraId="6E491AE8" w14:textId="77777777" w:rsidR="00241EA1" w:rsidRPr="00B42F40" w:rsidRDefault="00241EA1" w:rsidP="00241EA1">
      <w:pPr>
        <w:pStyle w:val="Textbezodsazen"/>
      </w:pPr>
      <w:r w:rsidRPr="00B42F40">
        <w:t>"[</w:t>
      </w:r>
      <w:r w:rsidRPr="00B42F40">
        <w:rPr>
          <w:highlight w:val="yellow"/>
        </w:rPr>
        <w:t>VLOŽÍ ZHOTOVITEL</w:t>
      </w:r>
      <w:r w:rsidRPr="00B42F40">
        <w:t xml:space="preserve">]" </w:t>
      </w:r>
    </w:p>
    <w:p w14:paraId="059A1C0A" w14:textId="77777777" w:rsidR="00241EA1" w:rsidRPr="00B42F40" w:rsidRDefault="00241EA1" w:rsidP="00241EA1">
      <w:pPr>
        <w:pStyle w:val="Textbezodsazen"/>
      </w:pPr>
      <w:r w:rsidRPr="00B42F40">
        <w:t>(dále jen „</w:t>
      </w:r>
      <w:r w:rsidRPr="00B42F40">
        <w:rPr>
          <w:rStyle w:val="Tun"/>
        </w:rPr>
        <w:t>Zhotovitel</w:t>
      </w:r>
      <w:r w:rsidRPr="00B42F40">
        <w:t>“)</w:t>
      </w:r>
    </w:p>
    <w:p w14:paraId="04325286" w14:textId="77777777" w:rsidR="00241EA1" w:rsidRPr="00B42F40" w:rsidRDefault="00241EA1" w:rsidP="00241EA1">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9949C93" w14:textId="77777777" w:rsidR="00241EA1" w:rsidRPr="00BB1390" w:rsidRDefault="00241EA1" w:rsidP="00241EA1">
      <w:pPr>
        <w:pStyle w:val="Textbezodsazen"/>
      </w:pPr>
      <w:r w:rsidRPr="00BB1390">
        <w:t>dnešního dne uzavřely tuto smlouvu (dále jen „</w:t>
      </w:r>
      <w:r w:rsidRPr="00BB1390">
        <w:rPr>
          <w:rStyle w:val="Tun"/>
        </w:rPr>
        <w:t>Smlouva</w:t>
      </w:r>
      <w:r w:rsidRPr="00BB1390">
        <w:t>“) v souladu s ust. § 2586 a násl. zákona č. 89/2012 Sb., občanský zákoník, ve znění pozdějších předpisů (dále jen „</w:t>
      </w:r>
      <w:r w:rsidRPr="00BB1390">
        <w:rPr>
          <w:rStyle w:val="Tun"/>
        </w:rPr>
        <w:t>občanský</w:t>
      </w:r>
      <w:r w:rsidRPr="00BB1390">
        <w:t xml:space="preserve"> </w:t>
      </w:r>
      <w:r w:rsidRPr="00BB1390">
        <w:rPr>
          <w:rStyle w:val="Tun"/>
        </w:rPr>
        <w:t>zákoník</w:t>
      </w:r>
      <w:r w:rsidRPr="00BB1390">
        <w:t>“).</w:t>
      </w:r>
    </w:p>
    <w:p w14:paraId="75476839" w14:textId="77777777" w:rsidR="00241EA1" w:rsidRPr="00BB1390" w:rsidRDefault="00241EA1" w:rsidP="00241EA1">
      <w:pPr>
        <w:pStyle w:val="Textbezodsazen"/>
      </w:pPr>
    </w:p>
    <w:p w14:paraId="4F765515" w14:textId="77777777" w:rsidR="00241EA1" w:rsidRDefault="00241EA1" w:rsidP="00241EA1">
      <w:pPr>
        <w:pStyle w:val="Textbezodsazen"/>
        <w:rPr>
          <w:b/>
        </w:rPr>
      </w:pPr>
      <w:r w:rsidRPr="00106CD8">
        <w:rPr>
          <w:b/>
        </w:rPr>
        <w:t>Smluvní strany, vědomy si svých závazků</w:t>
      </w:r>
      <w:r>
        <w:rPr>
          <w:b/>
        </w:rPr>
        <w:t xml:space="preserve"> v </w:t>
      </w:r>
      <w:r w:rsidRPr="00106CD8">
        <w:rPr>
          <w:b/>
        </w:rPr>
        <w:t>této Smlouvě obsažených</w:t>
      </w:r>
      <w:r>
        <w:rPr>
          <w:b/>
        </w:rPr>
        <w:t xml:space="preserve"> a s </w:t>
      </w:r>
      <w:r w:rsidRPr="00106CD8">
        <w:rPr>
          <w:b/>
        </w:rPr>
        <w:t>úmyslem být touto Smlouvou vázány, dohodly se na následujícím znění Smlouvy:</w:t>
      </w:r>
    </w:p>
    <w:p w14:paraId="09AAE292" w14:textId="77777777" w:rsidR="00241EA1" w:rsidRPr="00BC5BDD" w:rsidRDefault="00241EA1" w:rsidP="00241EA1">
      <w:pPr>
        <w:pStyle w:val="Nadpis1-1"/>
        <w:numPr>
          <w:ilvl w:val="0"/>
          <w:numId w:val="9"/>
        </w:numPr>
      </w:pPr>
      <w:r w:rsidRPr="00BC5BDD">
        <w:t>ÚVODNÍ USTANOVENÍ</w:t>
      </w:r>
    </w:p>
    <w:p w14:paraId="7BC2A9A4" w14:textId="77777777" w:rsidR="00241EA1" w:rsidRDefault="00241EA1" w:rsidP="00241EA1">
      <w:pPr>
        <w:pStyle w:val="Text1-1"/>
        <w:numPr>
          <w:ilvl w:val="1"/>
          <w:numId w:val="9"/>
        </w:numPr>
      </w:pPr>
      <w:r>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5F2F807" w14:textId="77777777" w:rsidR="00241EA1" w:rsidRDefault="00241EA1" w:rsidP="00241EA1">
      <w:pPr>
        <w:pStyle w:val="Text1-1"/>
        <w:numPr>
          <w:ilvl w:val="1"/>
          <w:numId w:val="9"/>
        </w:numPr>
      </w:pPr>
      <w:r>
        <w:t>Zhotovitel prohlašuje, že splňuje veškeré podmínky a požadavky v této Smlouvě stanovené a je oprávněn tuto Smlouvu uzavřít a řádně plnit povinnosti v ní obsažené.</w:t>
      </w:r>
    </w:p>
    <w:p w14:paraId="052223B3" w14:textId="77777777" w:rsidR="00241EA1" w:rsidRDefault="00241EA1" w:rsidP="00241EA1">
      <w:pPr>
        <w:pStyle w:val="Text1-1"/>
        <w:numPr>
          <w:ilvl w:val="1"/>
          <w:numId w:val="9"/>
        </w:numPr>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9C046F3" w14:textId="77777777" w:rsidR="00241EA1" w:rsidRDefault="00241EA1" w:rsidP="00241EA1">
      <w:pPr>
        <w:pStyle w:val="Text1-1"/>
        <w:numPr>
          <w:ilvl w:val="1"/>
          <w:numId w:val="9"/>
        </w:numPr>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06E7F3E" w14:textId="77777777" w:rsidR="00241EA1" w:rsidRDefault="00241EA1" w:rsidP="00241EA1">
      <w:pPr>
        <w:pStyle w:val="Text1-1"/>
        <w:numPr>
          <w:ilvl w:val="1"/>
          <w:numId w:val="9"/>
        </w:numPr>
      </w:pPr>
      <w:r>
        <w:t>Pojmy s velkým počátečním písmenem, které nejsou definovány v této Smlo</w:t>
      </w:r>
      <w:bookmarkStart w:id="0" w:name="_GoBack"/>
      <w:bookmarkEnd w:id="0"/>
      <w:r>
        <w:t>uvě, mají význam uvedený v obchodních podmínkách, které tvoří Přílohu č. 1 této Smlouvy (dále jen „</w:t>
      </w:r>
      <w:r w:rsidRPr="007D26F9">
        <w:rPr>
          <w:rStyle w:val="Tun"/>
        </w:rPr>
        <w:t>Obchodní podmínky</w:t>
      </w:r>
      <w:r>
        <w:t>“).</w:t>
      </w:r>
    </w:p>
    <w:p w14:paraId="35CF8D68" w14:textId="0C0A10A4" w:rsidR="009F637E" w:rsidRPr="00A14EDC" w:rsidRDefault="009F637E" w:rsidP="009F637E">
      <w:pPr>
        <w:pStyle w:val="Text1-1"/>
        <w:numPr>
          <w:ilvl w:val="1"/>
          <w:numId w:val="9"/>
        </w:numPr>
      </w:pPr>
      <w:r>
        <w:t xml:space="preserve">Objednatel používá informační </w:t>
      </w:r>
      <w:r w:rsidRPr="00A14EDC">
        <w:t>systém pro řízení a monitoring staveb. Zhotovitel se zavazuje, že bude Objednateli předávat na vyžádání následující sestavy v otevřeném datovém formátu XML (viz datový předpis XDC, https://xdc.szdc.cz):</w:t>
      </w:r>
    </w:p>
    <w:p w14:paraId="7670973C" w14:textId="77777777" w:rsidR="009F637E" w:rsidRDefault="009F637E" w:rsidP="009F637E">
      <w:pPr>
        <w:pStyle w:val="Odrka1-3"/>
        <w:numPr>
          <w:ilvl w:val="2"/>
          <w:numId w:val="6"/>
        </w:numPr>
      </w:pPr>
      <w:r>
        <w:t>daňový doklad,</w:t>
      </w:r>
    </w:p>
    <w:p w14:paraId="5866CB70" w14:textId="77777777" w:rsidR="009F637E" w:rsidRDefault="009F637E" w:rsidP="009F637E">
      <w:pPr>
        <w:pStyle w:val="Odrka1-3"/>
        <w:numPr>
          <w:ilvl w:val="2"/>
          <w:numId w:val="6"/>
        </w:numPr>
      </w:pPr>
      <w:r>
        <w:t>soupis zjišťovacích protokolů,</w:t>
      </w:r>
    </w:p>
    <w:p w14:paraId="7A975E3A" w14:textId="77777777" w:rsidR="009F637E" w:rsidRDefault="009F637E" w:rsidP="009F637E">
      <w:pPr>
        <w:pStyle w:val="Odrka1-3"/>
        <w:numPr>
          <w:ilvl w:val="2"/>
          <w:numId w:val="6"/>
        </w:numPr>
      </w:pPr>
      <w:r>
        <w:t>zjišťovací protokoly.</w:t>
      </w:r>
    </w:p>
    <w:p w14:paraId="2FA0C2AB" w14:textId="77777777" w:rsidR="009F637E" w:rsidRPr="00B57BA9" w:rsidRDefault="009F637E" w:rsidP="009F637E">
      <w:pPr>
        <w:pStyle w:val="Odrka1-3"/>
        <w:numPr>
          <w:ilvl w:val="0"/>
          <w:numId w:val="0"/>
        </w:numPr>
        <w:ind w:left="1531"/>
        <w:rPr>
          <w:strike/>
          <w:highlight w:val="green"/>
        </w:rPr>
      </w:pPr>
    </w:p>
    <w:p w14:paraId="54E7244C" w14:textId="77777777" w:rsidR="00241EA1" w:rsidRPr="00BC5BDD" w:rsidRDefault="00241EA1" w:rsidP="00241EA1">
      <w:pPr>
        <w:pStyle w:val="Nadpis1-1"/>
        <w:numPr>
          <w:ilvl w:val="0"/>
          <w:numId w:val="9"/>
        </w:numPr>
      </w:pPr>
      <w:r w:rsidRPr="00BC5BDD">
        <w:t>ÚČEL SMLOUVY</w:t>
      </w:r>
    </w:p>
    <w:p w14:paraId="42686514" w14:textId="6E2FE101" w:rsidR="00241EA1" w:rsidRDefault="00241EA1" w:rsidP="00241EA1">
      <w:pPr>
        <w:pStyle w:val="Text1-1"/>
        <w:numPr>
          <w:ilvl w:val="0"/>
          <w:numId w:val="0"/>
        </w:numPr>
        <w:ind w:left="709"/>
      </w:pPr>
      <w:r>
        <w:t xml:space="preserve">Objednatel oznámil uveřejněním na profilu zadavatele: </w:t>
      </w:r>
      <w:hyperlink r:id="rId11" w:history="1">
        <w:r w:rsidR="000726D7" w:rsidRPr="007D036D">
          <w:rPr>
            <w:rStyle w:val="Hypertextovodkaz"/>
            <w:noProof w:val="0"/>
          </w:rPr>
          <w:t>https://zakazky.spravazeleznic.cz/</w:t>
        </w:r>
      </w:hyperlink>
      <w:r w:rsidR="000726D7">
        <w:t xml:space="preserve"> </w:t>
      </w:r>
      <w:r>
        <w:t xml:space="preserve">dne </w:t>
      </w:r>
      <w:r w:rsidRPr="00BF2B41">
        <w:rPr>
          <w:highlight w:val="green"/>
        </w:rPr>
        <w:t>"[VLOŽÍ OBJEDNATEL]"</w:t>
      </w:r>
      <w:r>
        <w:t xml:space="preserve"> pod evidenčním číslem </w:t>
      </w:r>
      <w:r w:rsidR="0015167B" w:rsidRPr="0015167B">
        <w:rPr>
          <w:b/>
        </w:rPr>
        <w:t>61822055</w:t>
      </w:r>
      <w:r w:rsidR="0015167B">
        <w:t xml:space="preserve"> </w:t>
      </w:r>
      <w:r>
        <w:t>svůj úmysl zadat veřejnou zakázku s </w:t>
      </w:r>
      <w:r w:rsidRPr="00C14850">
        <w:t>názvem „</w:t>
      </w:r>
      <w:r w:rsidRPr="00C14850">
        <w:rPr>
          <w:b/>
        </w:rPr>
        <w:t xml:space="preserve">Výstavba PZS v km 37,303 (P1467) trati Číčenice – Volary“ </w:t>
      </w:r>
      <w:r w:rsidRPr="00C14850">
        <w:t xml:space="preserve">a </w:t>
      </w:r>
      <w:r w:rsidRPr="00C14850">
        <w:rPr>
          <w:b/>
        </w:rPr>
        <w:t xml:space="preserve">„Výstavba PZS v km 38,188 (P1468) a v km </w:t>
      </w:r>
      <w:r w:rsidRPr="00C14850">
        <w:rPr>
          <w:b/>
        </w:rPr>
        <w:lastRenderedPageBreak/>
        <w:t xml:space="preserve">36,795 (P1466) trati Číčenice – Volary“ </w:t>
      </w:r>
      <w:r w:rsidRPr="00C14850">
        <w:t xml:space="preserve"> (dále jen</w:t>
      </w:r>
      <w:r>
        <w:t xml:space="preserve"> „</w:t>
      </w:r>
      <w:r w:rsidRPr="007D26F9">
        <w:rPr>
          <w:rStyle w:val="Tun"/>
        </w:rPr>
        <w:t>Veřejná zakázka</w:t>
      </w:r>
      <w:r>
        <w:t xml:space="preserve">“). Na základě tohoto výběrové řízení byla pro plnění Veřejné zakázky vybrána jako nejvhodnější nabídka Zhotovitele. </w:t>
      </w:r>
    </w:p>
    <w:p w14:paraId="39FA9891" w14:textId="77777777" w:rsidR="00241EA1" w:rsidRDefault="00241EA1" w:rsidP="00241EA1">
      <w:pPr>
        <w:pStyle w:val="Text1-1"/>
        <w:numPr>
          <w:ilvl w:val="1"/>
          <w:numId w:val="9"/>
        </w:numPr>
      </w:pPr>
      <w:r>
        <w:t>Účelem této Smlouvy je realizace předmětu plnění Veřejné zakázky dle zadávací dokumentace Veřejné zakázky (dále jen „</w:t>
      </w:r>
      <w:r w:rsidRPr="007D26F9">
        <w:rPr>
          <w:rStyle w:val="Tun"/>
        </w:rPr>
        <w:t>Zadávací dokumentace</w:t>
      </w:r>
      <w:r>
        <w:t>“) a stanovení způsobu a podmínek její realizace pro Objednatele.</w:t>
      </w:r>
    </w:p>
    <w:p w14:paraId="5DBBC685" w14:textId="77777777" w:rsidR="00241EA1" w:rsidRDefault="00241EA1" w:rsidP="00241EA1">
      <w:pPr>
        <w:pStyle w:val="Text1-1"/>
        <w:numPr>
          <w:ilvl w:val="1"/>
          <w:numId w:val="9"/>
        </w:numPr>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7BBBFFA" w14:textId="77777777" w:rsidR="00241EA1" w:rsidRDefault="00241EA1" w:rsidP="00241EA1">
      <w:pPr>
        <w:pStyle w:val="Text1-2"/>
        <w:numPr>
          <w:ilvl w:val="2"/>
          <w:numId w:val="9"/>
        </w:numPr>
      </w:pPr>
      <w:r>
        <w:t>v případě jakékoliv nejistoty ohledně výkladu ustanovení této Smlouvy budou tato ustanovení vykládána tak, aby v co nejširší míře zohledňovala účel Veřejné zakázky vyjádřený Zadávací dokumentací,</w:t>
      </w:r>
    </w:p>
    <w:p w14:paraId="48C07D43" w14:textId="77777777" w:rsidR="00241EA1" w:rsidRDefault="00241EA1" w:rsidP="00241EA1">
      <w:pPr>
        <w:pStyle w:val="Text1-2"/>
        <w:numPr>
          <w:ilvl w:val="2"/>
          <w:numId w:val="9"/>
        </w:numPr>
      </w:pPr>
      <w:r>
        <w:t>v případě chybějících ustanovení této Smlouvy budou použita dostatečně konkrétní ustanovení Zadávací dokumentace nebo Nabídky Zhotovitele,</w:t>
      </w:r>
    </w:p>
    <w:p w14:paraId="1B9249F6" w14:textId="77777777" w:rsidR="00241EA1" w:rsidRDefault="00241EA1" w:rsidP="00241EA1">
      <w:pPr>
        <w:pStyle w:val="Text1-2"/>
        <w:numPr>
          <w:ilvl w:val="2"/>
          <w:numId w:val="9"/>
        </w:numPr>
      </w:pPr>
      <w:r>
        <w:t>Zhotovitel je vázán svou Nabídkou předloženou Objednateli v rámci výběrového řízení na zadání Veřejné zakázky, která se pro úpravu vzájemných vztahů vyplývajících z této Smlouvy použije subsidiárně.</w:t>
      </w:r>
    </w:p>
    <w:p w14:paraId="562C14F1" w14:textId="77777777" w:rsidR="00241EA1" w:rsidRPr="00BC5BDD" w:rsidRDefault="00241EA1" w:rsidP="00241EA1">
      <w:pPr>
        <w:pStyle w:val="Nadpis1-1"/>
        <w:numPr>
          <w:ilvl w:val="0"/>
          <w:numId w:val="9"/>
        </w:numPr>
      </w:pPr>
      <w:r w:rsidRPr="00BC5BDD">
        <w:t xml:space="preserve">PŘEDMĚT, CENA A HARMONOGRAM POSTUPU PRACÍ SMLOUVY </w:t>
      </w:r>
    </w:p>
    <w:p w14:paraId="742C52B1" w14:textId="77777777" w:rsidR="00241EA1" w:rsidRDefault="00241EA1" w:rsidP="00241EA1">
      <w:pPr>
        <w:pStyle w:val="Text1-1"/>
        <w:numPr>
          <w:ilvl w:val="1"/>
          <w:numId w:val="9"/>
        </w:numPr>
      </w:pPr>
      <w:r>
        <w:t>Zhotovitel se zavazuje v souladu s touto Smlouvou zhotovit stavbu a vypracovat veškerou příslušnou dokumentaci související s prováděnou stavbou (dále jen „Dílo“).</w:t>
      </w:r>
    </w:p>
    <w:p w14:paraId="636D34C7" w14:textId="77777777" w:rsidR="00241EA1" w:rsidRDefault="00241EA1" w:rsidP="00241EA1">
      <w:pPr>
        <w:pStyle w:val="Text1-1"/>
        <w:numPr>
          <w:ilvl w:val="1"/>
          <w:numId w:val="9"/>
        </w:numPr>
      </w:pPr>
      <w:r>
        <w:t xml:space="preserve">Objednatel se zavazuje Zhotoviteli poskytnout veškerou nezbytnou součinnost k provedení Díla. </w:t>
      </w:r>
    </w:p>
    <w:p w14:paraId="6F8EA675" w14:textId="77777777" w:rsidR="00241EA1" w:rsidRDefault="00241EA1" w:rsidP="00241EA1">
      <w:pPr>
        <w:pStyle w:val="Text1-1"/>
        <w:numPr>
          <w:ilvl w:val="1"/>
          <w:numId w:val="9"/>
        </w:numPr>
      </w:pPr>
      <w:r>
        <w:t>Objednatel se zavazuje řádně provedené Dílo převzít a za řádně provedené a předané Dílo zaplatit Zhotoviteli za podmínek stanovených touto Smlouvou Cenu Díla, přičemž maximální Cena Díla zaokrouhlená na dvě desetinná místa je:</w:t>
      </w:r>
    </w:p>
    <w:p w14:paraId="4E94D37C" w14:textId="77777777" w:rsidR="00241EA1" w:rsidRPr="007D26F9" w:rsidRDefault="00241EA1" w:rsidP="00241EA1">
      <w:pPr>
        <w:pStyle w:val="Textbezslovn"/>
        <w:rPr>
          <w:rStyle w:val="Tun"/>
        </w:rPr>
      </w:pPr>
      <w:r>
        <w:t xml:space="preserve">Cena Díla souboru staveb bez DPH: </w:t>
      </w:r>
      <w:r>
        <w:tab/>
      </w:r>
      <w:r w:rsidRPr="007D26F9">
        <w:rPr>
          <w:rStyle w:val="Tun"/>
          <w:highlight w:val="yellow"/>
        </w:rPr>
        <w:t>"[VLOŽÍ ZHOTOVITEL]"</w:t>
      </w:r>
      <w:r w:rsidRPr="007D26F9">
        <w:rPr>
          <w:rStyle w:val="Tun"/>
        </w:rPr>
        <w:t xml:space="preserve"> Kč</w:t>
      </w:r>
    </w:p>
    <w:p w14:paraId="3E8214FD" w14:textId="77777777" w:rsidR="00241EA1" w:rsidRPr="004C6E68" w:rsidRDefault="00241EA1" w:rsidP="00241EA1">
      <w:pPr>
        <w:pStyle w:val="Textbezslovn"/>
        <w:rPr>
          <w:rStyle w:val="Tun"/>
          <w:u w:val="single"/>
        </w:rPr>
      </w:pPr>
      <w:r w:rsidRPr="004C6E68">
        <w:rPr>
          <w:u w:val="single"/>
        </w:rPr>
        <w:t xml:space="preserve">slovy: </w:t>
      </w:r>
      <w:r w:rsidRPr="004C6E68">
        <w:rPr>
          <w:u w:val="single"/>
        </w:rPr>
        <w:tab/>
      </w:r>
      <w:r w:rsidRPr="004C6E68">
        <w:rPr>
          <w:u w:val="single"/>
        </w:rPr>
        <w:tab/>
      </w:r>
      <w:r w:rsidRPr="004C6E68">
        <w:rPr>
          <w:u w:val="single"/>
        </w:rPr>
        <w:tab/>
      </w:r>
      <w:r w:rsidRPr="004C6E68">
        <w:rPr>
          <w:u w:val="single"/>
        </w:rPr>
        <w:tab/>
      </w:r>
      <w:r w:rsidRPr="004C6E68">
        <w:rPr>
          <w:u w:val="single"/>
        </w:rPr>
        <w:tab/>
      </w:r>
      <w:r w:rsidRPr="004C6E68">
        <w:rPr>
          <w:rStyle w:val="Tun"/>
          <w:highlight w:val="yellow"/>
          <w:u w:val="single"/>
        </w:rPr>
        <w:t>"[VLOŽÍ ZHOTOVITEL]"</w:t>
      </w:r>
      <w:r w:rsidRPr="004C6E68">
        <w:rPr>
          <w:rStyle w:val="Tun"/>
          <w:u w:val="single"/>
        </w:rPr>
        <w:t xml:space="preserve"> korun českých</w:t>
      </w:r>
    </w:p>
    <w:p w14:paraId="1F6BF8B1" w14:textId="77777777" w:rsidR="00241EA1" w:rsidRPr="004C6E68" w:rsidRDefault="00241EA1" w:rsidP="00241EA1">
      <w:pPr>
        <w:pStyle w:val="Textbezslovn"/>
        <w:spacing w:after="0"/>
        <w:rPr>
          <w:u w:val="single"/>
        </w:rPr>
      </w:pPr>
      <w:r w:rsidRPr="004C6E68">
        <w:rPr>
          <w:u w:val="single"/>
        </w:rPr>
        <w:t xml:space="preserve">Cena Díla stavby 1 </w:t>
      </w:r>
    </w:p>
    <w:p w14:paraId="0C305C6B" w14:textId="77777777" w:rsidR="00241EA1" w:rsidRPr="007D26F9" w:rsidRDefault="00241EA1" w:rsidP="00241EA1">
      <w:pPr>
        <w:pStyle w:val="Textbezslovn"/>
        <w:rPr>
          <w:rStyle w:val="Tun"/>
        </w:rPr>
      </w:pPr>
      <w:r w:rsidRPr="004C6E68">
        <w:rPr>
          <w:u w:val="single"/>
        </w:rPr>
        <w:t>(dle</w:t>
      </w:r>
      <w:r>
        <w:t xml:space="preserve"> přílohy č. 4) bez DPH: </w:t>
      </w:r>
      <w:r>
        <w:tab/>
      </w:r>
      <w:r>
        <w:tab/>
      </w:r>
      <w:r w:rsidRPr="007D26F9">
        <w:rPr>
          <w:rStyle w:val="Tun"/>
          <w:highlight w:val="yellow"/>
        </w:rPr>
        <w:t>"[VLOŽÍ ZHOTOVITEL]"</w:t>
      </w:r>
      <w:r w:rsidRPr="007D26F9">
        <w:rPr>
          <w:rStyle w:val="Tun"/>
        </w:rPr>
        <w:t xml:space="preserve"> Kč</w:t>
      </w:r>
    </w:p>
    <w:p w14:paraId="36563E9A" w14:textId="77777777" w:rsidR="00241EA1" w:rsidRDefault="00241EA1" w:rsidP="00241EA1">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5AC6999" w14:textId="77777777" w:rsidR="00241EA1" w:rsidRDefault="00241EA1" w:rsidP="00241EA1">
      <w:pPr>
        <w:pStyle w:val="Textbezslovn"/>
        <w:spacing w:after="0"/>
      </w:pPr>
      <w:r w:rsidRPr="004C6E68">
        <w:t>Cena Díla stavby 2</w:t>
      </w:r>
      <w:r>
        <w:t xml:space="preserve"> </w:t>
      </w:r>
    </w:p>
    <w:p w14:paraId="625BC947" w14:textId="77777777" w:rsidR="00241EA1" w:rsidRPr="007D26F9" w:rsidRDefault="00241EA1" w:rsidP="00241EA1">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645998F" w14:textId="77777777" w:rsidR="00241EA1" w:rsidRDefault="00241EA1" w:rsidP="00241EA1">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6720EAF3" w14:textId="77777777" w:rsidR="00241EA1" w:rsidRDefault="00241EA1" w:rsidP="00241EA1">
      <w:pPr>
        <w:pStyle w:val="Textbezslovn"/>
      </w:pPr>
      <w:r w:rsidRPr="00BC5BDD">
        <w:t>Rekapitulace</w:t>
      </w:r>
      <w:r>
        <w:t xml:space="preserve"> Ceny Díla dle stavebních objektů (SO) a provozních souborů (PS) je uvedena v Příloze č. 4 této Smlouvy.</w:t>
      </w:r>
    </w:p>
    <w:p w14:paraId="74E24A9C" w14:textId="79725BB9" w:rsidR="00241EA1" w:rsidRDefault="00241EA1" w:rsidP="00241EA1">
      <w:pPr>
        <w:pStyle w:val="Textbezslovn"/>
        <w:rPr>
          <w:b/>
        </w:rPr>
      </w:pPr>
      <w:r>
        <w:rPr>
          <w:b/>
        </w:rPr>
        <w:t>Fakturace proběhne u každé stavby samostatně.</w:t>
      </w:r>
    </w:p>
    <w:p w14:paraId="3A549C47" w14:textId="77777777" w:rsidR="001A4B98" w:rsidRPr="000B17CA" w:rsidRDefault="001A4B98" w:rsidP="001A4B98">
      <w:pPr>
        <w:pStyle w:val="Text1-1"/>
        <w:numPr>
          <w:ilvl w:val="0"/>
          <w:numId w:val="0"/>
        </w:numPr>
        <w:ind w:left="737"/>
      </w:pPr>
      <w:r w:rsidRPr="000B17CA">
        <w:t>Daňové doklady bude Zhotovitel doručovat Objednateli některým (jedním) z níže uvedených způsobů:</w:t>
      </w:r>
    </w:p>
    <w:p w14:paraId="5AFC2C41" w14:textId="77777777" w:rsidR="001A4B98" w:rsidRPr="000B17CA" w:rsidRDefault="001A4B98" w:rsidP="001A4B98">
      <w:pPr>
        <w:pStyle w:val="Odstavecseseznamem"/>
        <w:numPr>
          <w:ilvl w:val="0"/>
          <w:numId w:val="39"/>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173A9900" w14:textId="77777777" w:rsidR="001A4B98" w:rsidRPr="000B17CA" w:rsidRDefault="001A4B98" w:rsidP="001A4B98">
      <w:pPr>
        <w:pStyle w:val="Odstavecseseznamem"/>
        <w:spacing w:after="120" w:line="264" w:lineRule="auto"/>
        <w:ind w:left="1097"/>
        <w:jc w:val="both"/>
        <w:rPr>
          <w:rFonts w:eastAsia="Verdana"/>
          <w:sz w:val="18"/>
          <w:szCs w:val="18"/>
        </w:rPr>
      </w:pPr>
      <w:r w:rsidRPr="000B17CA">
        <w:rPr>
          <w:rFonts w:eastAsia="Verdana"/>
          <w:sz w:val="18"/>
          <w:szCs w:val="18"/>
        </w:rPr>
        <w:t>nebo</w:t>
      </w:r>
    </w:p>
    <w:p w14:paraId="3E0C513E" w14:textId="77777777" w:rsidR="001A4B98" w:rsidRPr="000B17CA" w:rsidRDefault="001A4B98" w:rsidP="001A4B98">
      <w:pPr>
        <w:pStyle w:val="Odstavecseseznamem"/>
        <w:numPr>
          <w:ilvl w:val="0"/>
          <w:numId w:val="39"/>
        </w:numPr>
        <w:autoSpaceDN w:val="0"/>
        <w:spacing w:after="120" w:line="264" w:lineRule="auto"/>
        <w:jc w:val="both"/>
        <w:rPr>
          <w:rFonts w:eastAsia="Verdana"/>
          <w:sz w:val="18"/>
          <w:szCs w:val="18"/>
        </w:rPr>
      </w:pPr>
      <w:r w:rsidRPr="000B17CA">
        <w:rPr>
          <w:rFonts w:eastAsia="Verdana"/>
          <w:sz w:val="18"/>
          <w:szCs w:val="18"/>
        </w:rPr>
        <w:t>datovou zprávou na identifikátor datové schránky: uccchjm</w:t>
      </w:r>
    </w:p>
    <w:p w14:paraId="799592DC" w14:textId="77777777" w:rsidR="001A4B98" w:rsidRPr="000B17CA" w:rsidRDefault="001A4B98" w:rsidP="001A4B98">
      <w:pPr>
        <w:pStyle w:val="Odstavecseseznamem"/>
        <w:spacing w:after="120" w:line="264" w:lineRule="auto"/>
        <w:ind w:left="1097"/>
        <w:jc w:val="both"/>
        <w:rPr>
          <w:rFonts w:eastAsia="Verdana"/>
          <w:sz w:val="18"/>
          <w:szCs w:val="18"/>
        </w:rPr>
      </w:pPr>
      <w:r w:rsidRPr="000B17CA">
        <w:rPr>
          <w:rFonts w:eastAsia="Verdana"/>
          <w:sz w:val="18"/>
          <w:szCs w:val="18"/>
        </w:rPr>
        <w:t>nebo</w:t>
      </w:r>
    </w:p>
    <w:p w14:paraId="7A2FEBDE" w14:textId="77777777" w:rsidR="001A4B98" w:rsidRPr="000B17CA" w:rsidRDefault="001A4B98" w:rsidP="001A4B98">
      <w:pPr>
        <w:pStyle w:val="Odstavecseseznamem"/>
        <w:numPr>
          <w:ilvl w:val="0"/>
          <w:numId w:val="39"/>
        </w:numPr>
        <w:autoSpaceDN w:val="0"/>
        <w:spacing w:after="120" w:line="264" w:lineRule="auto"/>
        <w:jc w:val="both"/>
        <w:rPr>
          <w:rFonts w:eastAsia="Verdana"/>
          <w:sz w:val="18"/>
          <w:szCs w:val="18"/>
        </w:rPr>
      </w:pPr>
      <w:r w:rsidRPr="000B17CA">
        <w:rPr>
          <w:rFonts w:eastAsia="Verdana"/>
          <w:sz w:val="18"/>
          <w:szCs w:val="18"/>
        </w:rPr>
        <w:t>v listinné podobě na adresu Správa železnic, státní organizace, Centrální finanční účtárna Čechy, Náměstí Jana Pernera 217, 530 02 Pardubice.</w:t>
      </w:r>
    </w:p>
    <w:p w14:paraId="401704C7" w14:textId="77777777" w:rsidR="001A4B98" w:rsidRPr="001B255C" w:rsidRDefault="001A4B98" w:rsidP="00B62059">
      <w:pPr>
        <w:spacing w:after="120" w:line="264" w:lineRule="auto"/>
        <w:jc w:val="both"/>
        <w:rPr>
          <w:sz w:val="18"/>
          <w:szCs w:val="18"/>
        </w:rPr>
      </w:pPr>
    </w:p>
    <w:p w14:paraId="3335BFB8" w14:textId="77777777" w:rsidR="00B62059" w:rsidRDefault="00B62059" w:rsidP="00241EA1">
      <w:pPr>
        <w:pStyle w:val="Textbezslovn"/>
      </w:pPr>
    </w:p>
    <w:p w14:paraId="285536D0" w14:textId="77777777" w:rsidR="00241EA1" w:rsidRDefault="00241EA1" w:rsidP="00241EA1">
      <w:pPr>
        <w:pStyle w:val="Text1-1"/>
        <w:numPr>
          <w:ilvl w:val="1"/>
          <w:numId w:val="9"/>
        </w:numPr>
      </w:pPr>
      <w:r>
        <w:lastRenderedPageBreak/>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8249204" w14:textId="77777777" w:rsidR="00241EA1" w:rsidRDefault="00241EA1" w:rsidP="00241EA1">
      <w:pPr>
        <w:pStyle w:val="Text1-1"/>
        <w:numPr>
          <w:ilvl w:val="1"/>
          <w:numId w:val="9"/>
        </w:numPr>
      </w:pPr>
      <w:r>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E029618" w14:textId="77777777" w:rsidR="00241EA1" w:rsidRDefault="00241EA1" w:rsidP="00241EA1">
      <w:pPr>
        <w:pStyle w:val="Text1-1"/>
        <w:numPr>
          <w:ilvl w:val="1"/>
          <w:numId w:val="9"/>
        </w:numPr>
      </w:pPr>
      <w:r>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444ED1D" w14:textId="77777777" w:rsidR="00241EA1" w:rsidRDefault="00241EA1" w:rsidP="00241EA1">
      <w:pPr>
        <w:pStyle w:val="Text1-1"/>
        <w:numPr>
          <w:ilvl w:val="1"/>
          <w:numId w:val="9"/>
        </w:numPr>
      </w:pPr>
      <w:r>
        <w:t>Zhotovitel se v souladu se svou nabídkou zavazuje dokončit a předat Objednateli Dílo nebo jeho jednotlivé části v termínech uvedených v harmonogramu obsaženém v 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03493593" w14:textId="77777777" w:rsidR="00241EA1" w:rsidRPr="008F7242" w:rsidRDefault="00241EA1" w:rsidP="00241EA1">
      <w:pPr>
        <w:pStyle w:val="Textbezslovn"/>
        <w:rPr>
          <w:rStyle w:val="Tun"/>
        </w:rPr>
      </w:pPr>
      <w:r w:rsidRPr="008F7242">
        <w:rPr>
          <w:rStyle w:val="Tun"/>
        </w:rPr>
        <w:t>Zahájení stavebních prací: dnem předání Staveniště dle odst. 4.1.1 Přílohy č.</w:t>
      </w:r>
      <w:r>
        <w:rPr>
          <w:rStyle w:val="Tun"/>
        </w:rPr>
        <w:t> </w:t>
      </w:r>
      <w:r w:rsidRPr="008F7242">
        <w:rPr>
          <w:rStyle w:val="Tun"/>
        </w:rPr>
        <w:t>2</w:t>
      </w:r>
      <w:r>
        <w:rPr>
          <w:rStyle w:val="Tun"/>
        </w:rPr>
        <w:t> </w:t>
      </w:r>
      <w:r w:rsidRPr="008F7242">
        <w:rPr>
          <w:rStyle w:val="Tun"/>
        </w:rPr>
        <w:t>b) Smlouvy.</w:t>
      </w:r>
    </w:p>
    <w:p w14:paraId="2A98F92F" w14:textId="5676047D" w:rsidR="00241EA1" w:rsidRPr="008F7242" w:rsidRDefault="0015167B" w:rsidP="00241EA1">
      <w:pPr>
        <w:pStyle w:val="Textbezslovn"/>
        <w:rPr>
          <w:rStyle w:val="Tun"/>
        </w:rPr>
      </w:pPr>
      <w:r>
        <w:rPr>
          <w:rStyle w:val="Tun"/>
        </w:rPr>
        <w:t xml:space="preserve">Lhůta pro dokončení Díla </w:t>
      </w:r>
      <w:r w:rsidR="00C731AF">
        <w:rPr>
          <w:rStyle w:val="Tun"/>
        </w:rPr>
        <w:t>31. 03. 2023</w:t>
      </w:r>
      <w:r w:rsidR="00241EA1" w:rsidRPr="008F7242">
        <w:rPr>
          <w:rStyle w:val="Tun"/>
        </w:rPr>
        <w:t xml:space="preserve"> ode Dne zahájení stavebních prací (dokladem prokazujícím, že Zhotovitel dokončil celé Dílo, je Předávací protokol dle odst. 10.4 Obchodních podmínek).</w:t>
      </w:r>
    </w:p>
    <w:p w14:paraId="499C3D11" w14:textId="32AB0F46" w:rsidR="00241EA1" w:rsidRDefault="00241EA1" w:rsidP="00241EA1">
      <w:pPr>
        <w:pStyle w:val="Textbezslovn"/>
      </w:pPr>
      <w:r>
        <w:t xml:space="preserve">Lhůta pro dokončení stavebních prací činí celkem </w:t>
      </w:r>
      <w:r w:rsidR="00C731AF">
        <w:rPr>
          <w:rStyle w:val="Tun"/>
        </w:rPr>
        <w:t>31. 12. 2022</w:t>
      </w:r>
      <w:r w:rsidRPr="008F7242">
        <w:rPr>
          <w:rStyle w:val="Tun"/>
        </w:rPr>
        <w:t xml:space="preserve"> </w:t>
      </w:r>
      <w:r>
        <w:t xml:space="preserve">ode dne zahájení stavebních prací (dokladem prokazujícím, že Zhotovitel dokončil stavební práce a předal Objednateli veškerá plnění připadající na tuto část Díla, je poslední Zápis o předání a převzetí Díla). </w:t>
      </w:r>
    </w:p>
    <w:p w14:paraId="09DFA07A" w14:textId="77777777" w:rsidR="00241EA1" w:rsidRPr="00816B99" w:rsidRDefault="00241EA1" w:rsidP="00241EA1">
      <w:pPr>
        <w:pStyle w:val="Textbezslovn"/>
      </w:pPr>
      <w:r w:rsidRPr="002B4CF6">
        <w:t>Předání posouzení interoperability, včetně zajištění všech souvisejících dokladů, podle ust. § 49b zákona 266/1994 Sb. ve znění pozdějších předpisů, předání osvědčení</w:t>
      </w:r>
      <w:r>
        <w:t xml:space="preserve">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w:t>
      </w:r>
      <w:r w:rsidRPr="00816B99">
        <w:t xml:space="preserve">a kompletní technické části dokumentace skutečného provedení stavby bude provedeno nejpozději do </w:t>
      </w:r>
      <w:r w:rsidRPr="00816B99">
        <w:rPr>
          <w:rStyle w:val="Tun"/>
        </w:rPr>
        <w:t>3 měsíců</w:t>
      </w:r>
      <w:r w:rsidRPr="00816B99">
        <w:t xml:space="preserve"> ode dne podpisu posledního Zápisu o předání a převzetí Díla.</w:t>
      </w:r>
    </w:p>
    <w:p w14:paraId="631C1FFD" w14:textId="77777777" w:rsidR="00241EA1" w:rsidRPr="00816B99" w:rsidRDefault="00241EA1" w:rsidP="00241EA1">
      <w:pPr>
        <w:pStyle w:val="Textbezslovn"/>
      </w:pPr>
      <w:r w:rsidRPr="00816B99">
        <w:t>Lhůty stanovené v odst.</w:t>
      </w:r>
      <w:r w:rsidRPr="00816B99">
        <w:rPr>
          <w:color w:val="FF0000"/>
        </w:rPr>
        <w:t> </w:t>
      </w:r>
      <w:r w:rsidRPr="00816B99">
        <w:t xml:space="preserve">8.3.3 Všeobecných technických podmínek na realizaci a lhůty stanovené v odst. 2.10 a 2.11 Obchodních podmínek se v případě této Smlouvy nepoužijí. </w:t>
      </w:r>
    </w:p>
    <w:p w14:paraId="49042B8A" w14:textId="77777777" w:rsidR="00241EA1" w:rsidRDefault="00241EA1" w:rsidP="00241EA1">
      <w:pPr>
        <w:pStyle w:val="Text1-1"/>
        <w:numPr>
          <w:ilvl w:val="1"/>
          <w:numId w:val="9"/>
        </w:numPr>
      </w:pPr>
      <w:r>
        <w:t>Práva a povinnosti smluvních stran se řídí touto Smlouvou včetně jejích příloh. V případě jakéhokoliv rozporu mezi textem této Smlouvy a textem jejích příloh se použije zvláštní úprava obsažená v textu této Smlouvy.</w:t>
      </w:r>
    </w:p>
    <w:p w14:paraId="400725EC" w14:textId="77777777" w:rsidR="00241EA1" w:rsidRDefault="00241EA1" w:rsidP="00241EA1">
      <w:pPr>
        <w:pStyle w:val="Text1-1"/>
        <w:numPr>
          <w:ilvl w:val="1"/>
          <w:numId w:val="9"/>
        </w:numPr>
      </w:pPr>
      <w:r>
        <w:t>Ust. § 2605 odst. 1 a ust. § 2628 občanského zákoníku se nepoužije. Dílo je provedeno tehdy, je-li dokončeno řádně a včas a Objednatelem převzato sjednaným způsobem.</w:t>
      </w:r>
    </w:p>
    <w:p w14:paraId="6D46B1F0" w14:textId="77777777" w:rsidR="00241EA1" w:rsidRDefault="00241EA1" w:rsidP="00241EA1">
      <w:pPr>
        <w:pStyle w:val="Text1-1"/>
        <w:numPr>
          <w:ilvl w:val="1"/>
          <w:numId w:val="9"/>
        </w:numPr>
      </w:pPr>
      <w:r>
        <w:t>Místo plnění je dáno místem, v němž má být Dílo dle Dokumentace pro stavební povolení a příslušných veřejnoprávních povolení umístěno.</w:t>
      </w:r>
    </w:p>
    <w:p w14:paraId="4C2530E8" w14:textId="77777777" w:rsidR="00241EA1" w:rsidRPr="00BC5BDD" w:rsidRDefault="00241EA1" w:rsidP="00241EA1">
      <w:pPr>
        <w:pStyle w:val="Nadpis1-1"/>
        <w:numPr>
          <w:ilvl w:val="0"/>
          <w:numId w:val="9"/>
        </w:numPr>
      </w:pPr>
      <w:r w:rsidRPr="00BC5BDD">
        <w:lastRenderedPageBreak/>
        <w:t>ZÁRUKY A DALŠÍ USTANOVENÍ</w:t>
      </w:r>
    </w:p>
    <w:p w14:paraId="49D223B3" w14:textId="100D5A20" w:rsidR="00241EA1" w:rsidRDefault="00241EA1" w:rsidP="00241EA1">
      <w:pPr>
        <w:pStyle w:val="Text1-1"/>
        <w:numPr>
          <w:ilvl w:val="1"/>
          <w:numId w:val="9"/>
        </w:numPr>
      </w:pPr>
      <w:r w:rsidRPr="001B255C">
        <w:t xml:space="preserve">Bankovní záruka za provedení Díla </w:t>
      </w:r>
      <w:r w:rsidR="001B255C" w:rsidRPr="001B255C">
        <w:t xml:space="preserve">nebo Pojistná záruka za provedení </w:t>
      </w:r>
      <w:r w:rsidR="001A4B98">
        <w:t>D</w:t>
      </w:r>
      <w:r w:rsidR="001B255C" w:rsidRPr="001B255C">
        <w:t xml:space="preserve">íla </w:t>
      </w:r>
      <w:r w:rsidRPr="001B255C">
        <w:t>dle čl. 14 Obchodních podmínek činí alespoň 10 % z Ceny</w:t>
      </w:r>
      <w:r>
        <w:t xml:space="preserve"> Díla bez DPH uvedené v odst. 3.3 této Smlouvy, tj. </w:t>
      </w:r>
      <w:r w:rsidRPr="008F7242">
        <w:rPr>
          <w:rStyle w:val="Tun"/>
          <w:highlight w:val="yellow"/>
        </w:rPr>
        <w:t>"[VLOŽÍ ZHOTOVITEL]"</w:t>
      </w:r>
      <w:r>
        <w:t xml:space="preserve"> Kč.</w:t>
      </w:r>
    </w:p>
    <w:p w14:paraId="1DB067B1" w14:textId="77777777" w:rsidR="00241EA1" w:rsidRDefault="00241EA1" w:rsidP="00241EA1">
      <w:pPr>
        <w:pStyle w:val="Text1-1"/>
        <w:numPr>
          <w:ilvl w:val="1"/>
          <w:numId w:val="9"/>
        </w:numPr>
      </w:pPr>
      <w:r>
        <w:t xml:space="preserve">Zhotovitel může požádat o výluku nad rámec výluk uvedených v nabídce Zhotovitele. Může se jednat buď o výluku dodatečnou, která je blíže specifikovaná, včetně úhrady za ni a s ní související, v odst. 3.15 a v odst.3.17 Obchodních podmínek, nebo o výluku překročenou, která je blíže specifikovaná, včetně úhrady za ni a s ní související, v odst. 3.16 a v odst. 3.17 Obchodních podmínek.  </w:t>
      </w:r>
    </w:p>
    <w:p w14:paraId="1386A6BA" w14:textId="77777777" w:rsidR="00241EA1" w:rsidRDefault="00241EA1" w:rsidP="00241EA1">
      <w:pPr>
        <w:pStyle w:val="Text1-1"/>
        <w:numPr>
          <w:ilvl w:val="1"/>
          <w:numId w:val="9"/>
        </w:numPr>
      </w:pPr>
      <w:r>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B6F49B" w14:textId="77777777" w:rsidR="00241EA1" w:rsidRPr="009A12BD" w:rsidRDefault="00241EA1" w:rsidP="00241EA1">
      <w:pPr>
        <w:pStyle w:val="Text1-1"/>
        <w:numPr>
          <w:ilvl w:val="1"/>
          <w:numId w:val="9"/>
        </w:numPr>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w:t>
      </w:r>
      <w:r w:rsidRPr="009A12BD">
        <w:t>vyžádání doložit Objednateli.</w:t>
      </w:r>
    </w:p>
    <w:p w14:paraId="18D29948" w14:textId="77777777" w:rsidR="00241EA1" w:rsidRPr="009D7398" w:rsidRDefault="00241EA1" w:rsidP="00241EA1">
      <w:pPr>
        <w:pStyle w:val="Text1-1"/>
        <w:numPr>
          <w:ilvl w:val="1"/>
          <w:numId w:val="9"/>
        </w:numPr>
        <w:rPr>
          <w:color w:val="FF0000"/>
        </w:rPr>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624F10C2" w14:textId="77777777" w:rsidR="00241EA1" w:rsidRPr="000C2B01" w:rsidRDefault="00241EA1" w:rsidP="00241EA1">
      <w:pPr>
        <w:pStyle w:val="Text1-1"/>
        <w:numPr>
          <w:ilvl w:val="0"/>
          <w:numId w:val="0"/>
        </w:numPr>
        <w:ind w:left="737"/>
        <w:rPr>
          <w:i/>
          <w:color w:val="00B050"/>
        </w:rPr>
      </w:pPr>
    </w:p>
    <w:p w14:paraId="0E42C5C3" w14:textId="77777777" w:rsidR="00241EA1" w:rsidRDefault="00241EA1" w:rsidP="00241EA1">
      <w:pPr>
        <w:pStyle w:val="Text1-1"/>
        <w:numPr>
          <w:ilvl w:val="1"/>
          <w:numId w:val="9"/>
        </w:numPr>
      </w:pPr>
      <w:r>
        <w:t>NEOBSAZENO</w:t>
      </w:r>
    </w:p>
    <w:p w14:paraId="32A970CE" w14:textId="77777777" w:rsidR="00241EA1" w:rsidRDefault="00241EA1" w:rsidP="00241EA1">
      <w:pPr>
        <w:pStyle w:val="Odstavecseseznamem"/>
      </w:pPr>
    </w:p>
    <w:p w14:paraId="295953B2" w14:textId="77777777" w:rsidR="00241EA1" w:rsidRPr="009A12BD" w:rsidRDefault="00241EA1" w:rsidP="00241EA1">
      <w:pPr>
        <w:pStyle w:val="Text1-1"/>
        <w:numPr>
          <w:ilvl w:val="1"/>
          <w:numId w:val="9"/>
        </w:numPr>
      </w:pPr>
      <w:r w:rsidRPr="009A12BD">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62ECAABB" w14:textId="77777777" w:rsidR="00241EA1" w:rsidRPr="009A12BD" w:rsidRDefault="00241EA1" w:rsidP="00241EA1">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C5EA452" w14:textId="77777777" w:rsidR="00241EA1" w:rsidRPr="009A12BD" w:rsidRDefault="00241EA1" w:rsidP="00241EA1">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5D2B634" w14:textId="77777777" w:rsidR="00241EA1" w:rsidRPr="009A12BD" w:rsidRDefault="00241EA1" w:rsidP="00241EA1">
      <w:pPr>
        <w:pStyle w:val="Text1-1"/>
        <w:numPr>
          <w:ilvl w:val="0"/>
          <w:numId w:val="0"/>
        </w:numPr>
        <w:ind w:left="737"/>
      </w:pPr>
      <w:r w:rsidRPr="009A12BD">
        <w:t>Součet hodnot dle výše uvedeného písm.a) a písm.b) se musí rovnat 100% hodnotě veškerých prací provedených v souladu se Smlouvou.</w:t>
      </w:r>
    </w:p>
    <w:p w14:paraId="3FA4CF9E" w14:textId="77777777" w:rsidR="00241EA1" w:rsidRDefault="00241EA1" w:rsidP="00241EA1">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30BDBB5D" w14:textId="77777777" w:rsidR="00241EA1" w:rsidRPr="005E007F" w:rsidRDefault="00241EA1" w:rsidP="00241EA1">
      <w:pPr>
        <w:pStyle w:val="Text1-1"/>
        <w:numPr>
          <w:ilvl w:val="1"/>
          <w:numId w:val="9"/>
        </w:numPr>
        <w:rPr>
          <w:bCs/>
          <w:iCs/>
        </w:rPr>
      </w:pPr>
      <w:r w:rsidRPr="005E007F">
        <w:rPr>
          <w:bCs/>
          <w:iCs/>
        </w:rPr>
        <w:t>Compliance doložka a etické zásady</w:t>
      </w:r>
    </w:p>
    <w:p w14:paraId="79C9A5E4" w14:textId="77777777" w:rsidR="00241EA1" w:rsidRPr="005E007F" w:rsidRDefault="00241EA1" w:rsidP="00241EA1">
      <w:pPr>
        <w:pStyle w:val="Text1-1"/>
        <w:numPr>
          <w:ilvl w:val="0"/>
          <w:numId w:val="0"/>
        </w:numPr>
        <w:ind w:left="737"/>
        <w:rPr>
          <w:iCs/>
        </w:rPr>
      </w:pPr>
      <w:r w:rsidRPr="005E007F">
        <w:rPr>
          <w:iCs/>
        </w:rPr>
        <w:lastRenderedPageBreak/>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7EE0421" w14:textId="77777777" w:rsidR="00241EA1" w:rsidRPr="005E007F" w:rsidRDefault="00241EA1" w:rsidP="00241EA1">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112139D6" w14:textId="77777777" w:rsidR="00241EA1" w:rsidRPr="005E007F" w:rsidRDefault="00241EA1" w:rsidP="00241EA1">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2B48409" w14:textId="77777777" w:rsidR="00241EA1" w:rsidRPr="005E007F" w:rsidRDefault="00241EA1" w:rsidP="00241EA1">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4.9.1 Předkládaná smluvní dokumentace bude anonymizovaná tak, aby neobsahovala osobní údaje či obchodní tajemství Zhotovitele či smluvních partnerů Zhotovitele; musí z ní však být vždy zřejmé splnění povinnosti dle odst. 4.9.1 této Smlouvy. </w:t>
      </w:r>
    </w:p>
    <w:p w14:paraId="223A1713" w14:textId="44D9071C" w:rsidR="00241EA1" w:rsidRPr="00B62059" w:rsidRDefault="00241EA1" w:rsidP="00241EA1">
      <w:pPr>
        <w:numPr>
          <w:ilvl w:val="2"/>
          <w:numId w:val="34"/>
        </w:numPr>
        <w:spacing w:after="120" w:line="264" w:lineRule="auto"/>
        <w:jc w:val="both"/>
        <w:rPr>
          <w:sz w:val="18"/>
          <w:szCs w:val="18"/>
        </w:rPr>
      </w:pPr>
      <w:r w:rsidRPr="005E007F">
        <w:rPr>
          <w:rFonts w:eastAsia="Times New Roman" w:cs="Times New Roman"/>
          <w:sz w:val="18"/>
          <w:szCs w:val="18"/>
        </w:rPr>
        <w:t>Jednání, která budou probíhat dle odst. 2.1.2 Přílohy č. 2b) této Smlouvy, budou probíhat primárně distančním způsobem (elektronicky, např. MS Teams, Google meet, atp.), pokud nebude nutné, aby byly spojeny s místním šetřením.</w:t>
      </w:r>
    </w:p>
    <w:p w14:paraId="4E5D179C" w14:textId="00FCFCD8" w:rsidR="00B62059" w:rsidRPr="006C5FC1" w:rsidRDefault="00B62059" w:rsidP="00B62059">
      <w:pPr>
        <w:numPr>
          <w:ilvl w:val="2"/>
          <w:numId w:val="34"/>
        </w:numPr>
        <w:spacing w:after="120" w:line="264" w:lineRule="auto"/>
        <w:jc w:val="both"/>
        <w:rPr>
          <w:sz w:val="18"/>
          <w:szCs w:val="18"/>
        </w:rPr>
      </w:pPr>
      <w:r w:rsidRPr="006C5FC1">
        <w:rPr>
          <w:rFonts w:eastAsia="Times New Roman" w:cs="Times New Roman"/>
          <w:sz w:val="18"/>
          <w:szCs w:val="18"/>
        </w:rPr>
        <w:t>Zhotovitel se zavazuje, že v průběhu plnění Díla umožní v souvislosti s prováděním prací na Díle provedení</w:t>
      </w:r>
      <w:r w:rsidR="006C5FC1" w:rsidRPr="006C5FC1">
        <w:rPr>
          <w:rFonts w:eastAsia="Times New Roman" w:cs="Times New Roman"/>
          <w:sz w:val="18"/>
          <w:szCs w:val="18"/>
        </w:rPr>
        <w:t xml:space="preserve"> 3</w:t>
      </w:r>
      <w:r w:rsidRPr="006C5FC1">
        <w:rPr>
          <w:rFonts w:eastAsia="Times New Roman" w:cs="Times New Roman"/>
          <w:sz w:val="18"/>
          <w:szCs w:val="18"/>
        </w:rPr>
        <w:t xml:space="preserve"> studentských exkurzí na Staveništi. Podrobnosti k provedení exkurzí jsou uvedeny v Obchodních podmínkách.</w:t>
      </w:r>
    </w:p>
    <w:p w14:paraId="29940A85" w14:textId="23F97B94" w:rsidR="00241EA1" w:rsidRPr="006C5FC1" w:rsidRDefault="00241EA1" w:rsidP="00241EA1">
      <w:pPr>
        <w:numPr>
          <w:ilvl w:val="2"/>
          <w:numId w:val="34"/>
        </w:numPr>
        <w:spacing w:after="120" w:line="264" w:lineRule="auto"/>
        <w:jc w:val="both"/>
        <w:rPr>
          <w:sz w:val="18"/>
          <w:szCs w:val="18"/>
        </w:rPr>
      </w:pPr>
      <w:r w:rsidRPr="006C5FC1">
        <w:rPr>
          <w:rFonts w:eastAsia="Times New Roman" w:cs="Times New Roman"/>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5069171" w14:textId="6C5B42DA" w:rsidR="004D4233" w:rsidRPr="00F70DB5" w:rsidRDefault="006C5FC1" w:rsidP="004D4233">
      <w:pPr>
        <w:pStyle w:val="Text1-1"/>
        <w:numPr>
          <w:ilvl w:val="1"/>
          <w:numId w:val="9"/>
        </w:numPr>
      </w:pPr>
      <w:r w:rsidRPr="00F70DB5">
        <w:t>NEOBSAZENO</w:t>
      </w:r>
    </w:p>
    <w:p w14:paraId="7EC6B537" w14:textId="77777777" w:rsidR="001A4B98" w:rsidRDefault="001A4B98" w:rsidP="001A4B98">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0420973D" w14:textId="77777777" w:rsidR="001A4B98" w:rsidRPr="006C5FC1" w:rsidRDefault="001A4B98" w:rsidP="001A4B98">
      <w:pPr>
        <w:pStyle w:val="Text1-1"/>
        <w:numPr>
          <w:ilvl w:val="0"/>
          <w:numId w:val="0"/>
        </w:numPr>
        <w:ind w:left="737"/>
        <w:rPr>
          <w:i/>
        </w:rPr>
      </w:pPr>
    </w:p>
    <w:p w14:paraId="2F646942" w14:textId="77777777" w:rsidR="00241EA1" w:rsidRPr="00385B90" w:rsidRDefault="00241EA1" w:rsidP="00241EA1">
      <w:pPr>
        <w:pStyle w:val="Nadpis1-1"/>
        <w:numPr>
          <w:ilvl w:val="0"/>
          <w:numId w:val="34"/>
        </w:numPr>
        <w:jc w:val="both"/>
        <w:rPr>
          <w:szCs w:val="22"/>
        </w:rPr>
      </w:pPr>
      <w:r w:rsidRPr="00385B90">
        <w:rPr>
          <w:szCs w:val="22"/>
        </w:rPr>
        <w:t>ZÁvěrečná ustanovení</w:t>
      </w:r>
    </w:p>
    <w:p w14:paraId="3A26D3C1" w14:textId="77777777" w:rsidR="00241EA1" w:rsidRDefault="00241EA1" w:rsidP="00241EA1">
      <w:pPr>
        <w:pStyle w:val="Text1-1"/>
        <w:numPr>
          <w:ilvl w:val="1"/>
          <w:numId w:val="9"/>
        </w:numPr>
      </w:pPr>
      <w:r>
        <w:t>Práva a povinnosti smluvních stran vyplývající z této Smlouvy se řídí občanským zákoníkem a ostatními příslušnými právními předpisy českého právního řádu.</w:t>
      </w:r>
    </w:p>
    <w:p w14:paraId="7E967797" w14:textId="77777777" w:rsidR="00241EA1" w:rsidRPr="005B1E33" w:rsidRDefault="00241EA1" w:rsidP="00241EA1">
      <w:pPr>
        <w:pStyle w:val="Text1-1"/>
        <w:numPr>
          <w:ilvl w:val="1"/>
          <w:numId w:val="9"/>
        </w:numPr>
      </w:pPr>
      <w:r>
        <w:t xml:space="preserve">Tato </w:t>
      </w:r>
      <w:r w:rsidRPr="005B1E33">
        <w:t>Smlouva nabývá platnosti dnem jejího podpisu poslední Smluvní stranou a účinnosti dnem uveřejnění v registru smluv.</w:t>
      </w:r>
    </w:p>
    <w:p w14:paraId="6D76CBF2" w14:textId="74ECF9E4" w:rsidR="00241EA1" w:rsidRPr="005B1E33" w:rsidRDefault="00241EA1" w:rsidP="00241EA1">
      <w:pPr>
        <w:pStyle w:val="Text1-1"/>
        <w:numPr>
          <w:ilvl w:val="1"/>
          <w:numId w:val="9"/>
        </w:numPr>
      </w:pPr>
      <w:r w:rsidRPr="005B1E33">
        <w:t xml:space="preserve">Tuto Smlouvu je možné měnit pouze </w:t>
      </w:r>
      <w:r w:rsidR="000F39B9">
        <w:t xml:space="preserve">písemnou </w:t>
      </w:r>
      <w:r w:rsidRPr="005B1E33">
        <w:t xml:space="preserve">dohodou smluvních stran podobě ve formě číslovaných dodatků této Smlouvy, podepsaných za každou smluvní stranu osobou nebo osobami oprávněnými jednat za smluvní stranu </w:t>
      </w:r>
    </w:p>
    <w:p w14:paraId="017AF8EE" w14:textId="77777777" w:rsidR="00241EA1" w:rsidRDefault="00241EA1" w:rsidP="00241EA1">
      <w:pPr>
        <w:pStyle w:val="Text1-1"/>
        <w:numPr>
          <w:ilvl w:val="1"/>
          <w:numId w:val="9"/>
        </w:numPr>
      </w:pPr>
      <w:r w:rsidRPr="005B1E33">
        <w:t>Smluvní strany podpisem této smlouvy vylučují, že se při právním styku mezi smluvními stranami přihlíží k obchodním zvyklostem, které tak nemají přednost před ustanoveními zákona dle ust. § 558 odst. 2</w:t>
      </w:r>
      <w:r>
        <w:t xml:space="preserve"> občanského zákoníku.</w:t>
      </w:r>
    </w:p>
    <w:p w14:paraId="65AC793B" w14:textId="77777777" w:rsidR="00241EA1" w:rsidRDefault="00241EA1" w:rsidP="00241EA1">
      <w:pPr>
        <w:pStyle w:val="Text1-1"/>
        <w:numPr>
          <w:ilvl w:val="1"/>
          <w:numId w:val="9"/>
        </w:numPr>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4B3C42C" w14:textId="77777777" w:rsidR="00241EA1" w:rsidRDefault="00241EA1" w:rsidP="00241EA1">
      <w:pPr>
        <w:pStyle w:val="Text1-1"/>
        <w:numPr>
          <w:ilvl w:val="1"/>
          <w:numId w:val="9"/>
        </w:numPr>
      </w:pPr>
      <w:r>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F7994F8" w14:textId="77777777" w:rsidR="00241EA1" w:rsidRDefault="00241EA1" w:rsidP="00241EA1">
      <w:pPr>
        <w:pStyle w:val="Text1-1"/>
        <w:numPr>
          <w:ilvl w:val="1"/>
          <w:numId w:val="9"/>
        </w:numPr>
      </w:pPr>
      <w:r>
        <w:t xml:space="preserve">Veškerá práva a povinnosti vyplývající z této Smlouvy přecházejí, pokud to povaha těchto práv a povinností nevylučuje, na právní nástupce smluvních </w:t>
      </w:r>
      <w:r w:rsidRPr="009A12BD">
        <w:t>stran. Žádná ze stran není oprávněna převést jakákoliv práva či povinnosti nebo jejich část na třetí osobu bez předchozího písemného souhlasu druhé smluvní strany, není-li jinde ve Smlouvě uvedeno jinak.</w:t>
      </w:r>
    </w:p>
    <w:p w14:paraId="16549E6D" w14:textId="77777777" w:rsidR="00241EA1" w:rsidRDefault="00241EA1" w:rsidP="00241EA1">
      <w:pPr>
        <w:pStyle w:val="Text1-1"/>
        <w:numPr>
          <w:ilvl w:val="0"/>
          <w:numId w:val="0"/>
        </w:numPr>
        <w:ind w:left="737"/>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74E7524" w14:textId="77777777" w:rsidR="00241EA1" w:rsidRDefault="00241EA1" w:rsidP="00241EA1">
      <w:pPr>
        <w:pStyle w:val="Text1-1"/>
        <w:numPr>
          <w:ilvl w:val="1"/>
          <w:numId w:val="9"/>
        </w:numPr>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7F0D31A" w14:textId="77777777" w:rsidR="00241EA1" w:rsidRPr="00EC7959" w:rsidRDefault="00241EA1" w:rsidP="00241EA1">
      <w:pPr>
        <w:pStyle w:val="Text1-1"/>
        <w:numPr>
          <w:ilvl w:val="1"/>
          <w:numId w:val="9"/>
        </w:numPr>
      </w:pPr>
      <w:r>
        <w:t>Pokud by se kterékoliv ustanovení této Smlouvy ukázalo být neplatným nebo nevynutitelným, nebo se jím stalo po uzavření této Smlouvy, pak tato skutečnost nepůsobí neplatnost ani nevynutitelnost ostatních ustanovení této Smlouvy, nevyplývá-</w:t>
      </w:r>
      <w:r>
        <w:br/>
        <w:t xml:space="preserve">-li z donucujících ustanovení právních předpisů jinak. Smluvní strany se zavazují bez </w:t>
      </w:r>
      <w:r w:rsidRPr="00EC7959">
        <w:t>zbytečného odkladu po výzvě kterékoliv strany takové neplatné či nevynutitelné ustanovení nahradit platným a vynutitelným ustanovením, které je svým obsahem nejbližší účelu neplatného či nevynutitelného ustanovení.</w:t>
      </w:r>
    </w:p>
    <w:p w14:paraId="5CDF4AEF" w14:textId="77777777" w:rsidR="00241EA1" w:rsidRPr="00EC7959" w:rsidRDefault="00241EA1" w:rsidP="00241EA1">
      <w:pPr>
        <w:pStyle w:val="Text1-1"/>
        <w:numPr>
          <w:ilvl w:val="1"/>
          <w:numId w:val="9"/>
        </w:numPr>
      </w:pPr>
      <w:r w:rsidRPr="00EC7959">
        <w:t>Tato Smlouva je vyhotovena elektronicky a podepsána zaručeným elektronickým podpisem založeným na kvalifikovaném certifikátu pro elektronický podpis nebo kvalifikovaným elektronickým podpisem.</w:t>
      </w:r>
    </w:p>
    <w:p w14:paraId="7D4A9F64" w14:textId="77777777" w:rsidR="00241EA1" w:rsidRDefault="00241EA1" w:rsidP="00241EA1">
      <w:pPr>
        <w:pStyle w:val="Text1-1"/>
        <w:numPr>
          <w:ilvl w:val="1"/>
          <w:numId w:val="9"/>
        </w:numPr>
      </w:pPr>
      <w:r>
        <w:t>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2D1C719" w14:textId="77777777" w:rsidR="00241EA1" w:rsidRDefault="00241EA1" w:rsidP="00241EA1">
      <w:pPr>
        <w:pStyle w:val="Text1-1"/>
        <w:numPr>
          <w:ilvl w:val="1"/>
          <w:numId w:val="9"/>
        </w:numPr>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CFE904" w14:textId="77777777" w:rsidR="00241EA1" w:rsidRDefault="00241EA1" w:rsidP="00241EA1">
      <w:pPr>
        <w:pStyle w:val="Text1-1"/>
        <w:numPr>
          <w:ilvl w:val="1"/>
          <w:numId w:val="9"/>
        </w:numPr>
      </w:pPr>
      <w: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w:t>
      </w:r>
      <w:r>
        <w:lastRenderedPageBreak/>
        <w:t>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72B1D9D" w14:textId="77777777" w:rsidR="00241EA1" w:rsidRPr="009815C5" w:rsidRDefault="00241EA1" w:rsidP="00241EA1">
      <w:pPr>
        <w:pStyle w:val="Text1-1"/>
        <w:numPr>
          <w:ilvl w:val="1"/>
          <w:numId w:val="9"/>
        </w:numPr>
      </w:pPr>
      <w:r>
        <w:t xml:space="preserve">Osoby uzavírající tuto Smlouvu za Smluvní strany souhlasí s uveřejněním svých osobních údajů, které jsou uvedeny v této Smlouvě, spolu se Smlouvou v registru smluv. Tento souhlas je </w:t>
      </w:r>
      <w:r w:rsidRPr="009815C5">
        <w:t xml:space="preserve">udělen na dobu neurčitou. </w:t>
      </w:r>
    </w:p>
    <w:p w14:paraId="3C1BDDBD" w14:textId="77777777" w:rsidR="00241EA1" w:rsidRPr="009815C5" w:rsidRDefault="00241EA1" w:rsidP="00241EA1">
      <w:pPr>
        <w:pStyle w:val="Text1-1"/>
        <w:numPr>
          <w:ilvl w:val="1"/>
          <w:numId w:val="9"/>
        </w:numPr>
        <w:rPr>
          <w:rStyle w:val="Tun"/>
        </w:rPr>
      </w:pPr>
      <w:r w:rsidRPr="009815C5">
        <w:rPr>
          <w:rStyle w:val="Tun"/>
        </w:rPr>
        <w:t>Součást Smlouvy tvoří tyto přílohy:</w:t>
      </w:r>
    </w:p>
    <w:p w14:paraId="14165D00" w14:textId="22346651" w:rsidR="00241EA1" w:rsidRPr="009815C5" w:rsidRDefault="00241EA1" w:rsidP="00241EA1">
      <w:pPr>
        <w:pStyle w:val="Textbezslovn"/>
      </w:pPr>
      <w:r w:rsidRPr="009815C5">
        <w:rPr>
          <w:b/>
        </w:rPr>
        <w:t>Příloha č. 1:</w:t>
      </w:r>
      <w:r w:rsidRPr="009815C5">
        <w:t xml:space="preserve"> </w:t>
      </w:r>
      <w:r w:rsidRPr="009815C5">
        <w:tab/>
        <w:t>Obchodní podmínky – OP/R/2</w:t>
      </w:r>
      <w:r w:rsidR="009815C5" w:rsidRPr="009815C5">
        <w:t>4</w:t>
      </w:r>
      <w:r w:rsidRPr="009815C5">
        <w:t>/2</w:t>
      </w:r>
      <w:r w:rsidR="009815C5" w:rsidRPr="009815C5">
        <w:t>2</w:t>
      </w:r>
    </w:p>
    <w:p w14:paraId="38FA8B76" w14:textId="77777777" w:rsidR="00241EA1" w:rsidRPr="009815C5" w:rsidRDefault="00241EA1" w:rsidP="00241EA1">
      <w:pPr>
        <w:pStyle w:val="Textbezslovn"/>
      </w:pPr>
      <w:r w:rsidRPr="009815C5">
        <w:rPr>
          <w:b/>
        </w:rPr>
        <w:t>Příloha č. 2:</w:t>
      </w:r>
      <w:r w:rsidRPr="009815C5">
        <w:t xml:space="preserve"> </w:t>
      </w:r>
      <w:r w:rsidRPr="009815C5">
        <w:tab/>
        <w:t xml:space="preserve">Technické podmínky: </w:t>
      </w:r>
    </w:p>
    <w:p w14:paraId="7EC50C20" w14:textId="77777777" w:rsidR="00241EA1" w:rsidRPr="009815C5" w:rsidRDefault="00241EA1" w:rsidP="00241EA1">
      <w:pPr>
        <w:pStyle w:val="Textbezslovn"/>
        <w:ind w:left="2127"/>
      </w:pPr>
      <w:r w:rsidRPr="009815C5">
        <w:t xml:space="preserve">a) Technické kvalitativní podmínky staveb státních drah (TKP) </w:t>
      </w:r>
    </w:p>
    <w:p w14:paraId="686F14CB" w14:textId="57E12A16" w:rsidR="00241EA1" w:rsidRPr="009815C5" w:rsidRDefault="00241EA1" w:rsidP="00241EA1">
      <w:pPr>
        <w:pStyle w:val="Textbezslovn"/>
        <w:ind w:left="2127"/>
      </w:pPr>
      <w:r w:rsidRPr="009815C5">
        <w:t>b) Všeobecné technické podmínky – VTP/R/1</w:t>
      </w:r>
      <w:r w:rsidR="009815C5" w:rsidRPr="009815C5">
        <w:t>5</w:t>
      </w:r>
      <w:r w:rsidRPr="009815C5">
        <w:t>/2</w:t>
      </w:r>
      <w:r w:rsidR="009815C5" w:rsidRPr="009815C5">
        <w:t>1</w:t>
      </w:r>
    </w:p>
    <w:p w14:paraId="087DA29D" w14:textId="77777777" w:rsidR="00241EA1" w:rsidRPr="009815C5" w:rsidRDefault="00241EA1" w:rsidP="00241EA1">
      <w:pPr>
        <w:pStyle w:val="Textbezslovn"/>
        <w:ind w:left="2127"/>
      </w:pPr>
      <w:r w:rsidRPr="009815C5">
        <w:t xml:space="preserve">c) Zvláštní technické podmínky </w:t>
      </w:r>
    </w:p>
    <w:p w14:paraId="56D425F8" w14:textId="77777777" w:rsidR="00241EA1" w:rsidRPr="009815C5" w:rsidRDefault="00241EA1" w:rsidP="00241EA1">
      <w:pPr>
        <w:pStyle w:val="Textbezslovn"/>
      </w:pPr>
      <w:r w:rsidRPr="009815C5">
        <w:rPr>
          <w:b/>
        </w:rPr>
        <w:t>Příloha č. 3:</w:t>
      </w:r>
      <w:r w:rsidRPr="009815C5">
        <w:t xml:space="preserve"> </w:t>
      </w:r>
      <w:r w:rsidRPr="009815C5">
        <w:tab/>
        <w:t>Související dokumenty</w:t>
      </w:r>
    </w:p>
    <w:p w14:paraId="23C17921" w14:textId="77777777" w:rsidR="00241EA1" w:rsidRPr="009815C5" w:rsidRDefault="00241EA1" w:rsidP="00241EA1">
      <w:pPr>
        <w:pStyle w:val="Textbezslovn"/>
      </w:pPr>
      <w:r w:rsidRPr="009815C5">
        <w:rPr>
          <w:b/>
        </w:rPr>
        <w:t>Příloha č. 4:</w:t>
      </w:r>
      <w:r w:rsidRPr="009815C5">
        <w:t xml:space="preserve"> </w:t>
      </w:r>
      <w:r w:rsidRPr="009815C5">
        <w:tab/>
        <w:t>Rekapitulace Ceny Díla</w:t>
      </w:r>
    </w:p>
    <w:p w14:paraId="5050BF41" w14:textId="77777777" w:rsidR="00241EA1" w:rsidRPr="009815C5" w:rsidRDefault="00241EA1" w:rsidP="00241EA1">
      <w:pPr>
        <w:pStyle w:val="Textbezslovn"/>
      </w:pPr>
      <w:r w:rsidRPr="009815C5">
        <w:rPr>
          <w:b/>
        </w:rPr>
        <w:t>Příloha č. 5:</w:t>
      </w:r>
      <w:r w:rsidRPr="009815C5">
        <w:t xml:space="preserve"> </w:t>
      </w:r>
      <w:r w:rsidRPr="009815C5">
        <w:tab/>
        <w:t>Harmonogram postupu prací</w:t>
      </w:r>
    </w:p>
    <w:p w14:paraId="44C5F967" w14:textId="77777777" w:rsidR="00241EA1" w:rsidRPr="009815C5" w:rsidRDefault="00241EA1" w:rsidP="00241EA1">
      <w:pPr>
        <w:pStyle w:val="Textbezslovn"/>
      </w:pPr>
      <w:r w:rsidRPr="009815C5">
        <w:rPr>
          <w:b/>
        </w:rPr>
        <w:t>Příloha č. 6:</w:t>
      </w:r>
      <w:r w:rsidRPr="009815C5">
        <w:t xml:space="preserve"> </w:t>
      </w:r>
      <w:r w:rsidRPr="009815C5">
        <w:tab/>
        <w:t>Oprávněné osoby</w:t>
      </w:r>
    </w:p>
    <w:p w14:paraId="79FDC79F" w14:textId="77777777" w:rsidR="00241EA1" w:rsidRPr="009815C5" w:rsidRDefault="00241EA1" w:rsidP="00241EA1">
      <w:pPr>
        <w:pStyle w:val="Textbezslovn"/>
      </w:pPr>
      <w:r w:rsidRPr="009815C5">
        <w:rPr>
          <w:b/>
        </w:rPr>
        <w:t>Příloha č. 7:</w:t>
      </w:r>
      <w:r w:rsidRPr="009815C5">
        <w:t xml:space="preserve"> </w:t>
      </w:r>
      <w:r w:rsidRPr="009815C5">
        <w:tab/>
        <w:t>Seznam požadovaných pojištění</w:t>
      </w:r>
    </w:p>
    <w:p w14:paraId="17E00B7C" w14:textId="77777777" w:rsidR="00241EA1" w:rsidRPr="009815C5" w:rsidRDefault="00241EA1" w:rsidP="00241EA1">
      <w:pPr>
        <w:pStyle w:val="Textbezslovn"/>
      </w:pPr>
      <w:r w:rsidRPr="009815C5">
        <w:rPr>
          <w:b/>
        </w:rPr>
        <w:t>Příloha č. 8:</w:t>
      </w:r>
      <w:r w:rsidRPr="009815C5">
        <w:t xml:space="preserve"> </w:t>
      </w:r>
      <w:r w:rsidRPr="009815C5">
        <w:tab/>
        <w:t>Seznam poddodavatelů</w:t>
      </w:r>
    </w:p>
    <w:p w14:paraId="09255D1B" w14:textId="77777777" w:rsidR="00241EA1" w:rsidRPr="00241EA1" w:rsidRDefault="00241EA1" w:rsidP="00241EA1">
      <w:pPr>
        <w:pStyle w:val="Textbezslovn"/>
      </w:pPr>
      <w:r w:rsidRPr="009815C5">
        <w:rPr>
          <w:b/>
        </w:rPr>
        <w:t>Příloha č. 9:</w:t>
      </w:r>
      <w:r w:rsidRPr="009815C5">
        <w:tab/>
        <w:t>Zmocnění Vedoucího Zhotovitele</w:t>
      </w:r>
    </w:p>
    <w:p w14:paraId="79718C1A" w14:textId="6A5FEAF0" w:rsidR="00241EA1" w:rsidRPr="004C1A60" w:rsidRDefault="00241EA1" w:rsidP="00241EA1">
      <w:pPr>
        <w:pStyle w:val="Textbezslovn"/>
        <w:rPr>
          <w:color w:val="FF0000"/>
        </w:rPr>
      </w:pPr>
      <w:r w:rsidRPr="00241EA1">
        <w:rPr>
          <w:b/>
        </w:rPr>
        <w:t xml:space="preserve">Příloha č.10:  </w:t>
      </w:r>
      <w:r w:rsidRPr="00241EA1">
        <w:t>Osvědčení</w:t>
      </w:r>
      <w:r w:rsidRPr="00241EA1">
        <w:rPr>
          <w:i/>
        </w:rPr>
        <w:t xml:space="preserve"> </w:t>
      </w:r>
    </w:p>
    <w:p w14:paraId="1418C399" w14:textId="77777777" w:rsidR="00241EA1" w:rsidRPr="004C1A60" w:rsidRDefault="00241EA1" w:rsidP="00241EA1">
      <w:pPr>
        <w:pStyle w:val="Textbezslovn"/>
        <w:rPr>
          <w:color w:val="FF0000"/>
        </w:rPr>
      </w:pPr>
    </w:p>
    <w:p w14:paraId="15148BB1" w14:textId="77777777" w:rsidR="00241EA1" w:rsidRDefault="00241EA1" w:rsidP="00241EA1">
      <w:pPr>
        <w:pStyle w:val="Textbezodsazen"/>
        <w:rPr>
          <w:rStyle w:val="Tun"/>
        </w:rPr>
      </w:pPr>
    </w:p>
    <w:p w14:paraId="503FC73D" w14:textId="77777777" w:rsidR="00241EA1" w:rsidRDefault="00241EA1" w:rsidP="00241EA1">
      <w:pPr>
        <w:pStyle w:val="Textbezodsazen"/>
        <w:rPr>
          <w:rStyle w:val="Tun"/>
        </w:rPr>
      </w:pPr>
    </w:p>
    <w:p w14:paraId="39CB4301" w14:textId="77777777" w:rsidR="00241EA1" w:rsidRPr="00342DC7" w:rsidRDefault="00241EA1" w:rsidP="00241EA1">
      <w:pPr>
        <w:pStyle w:val="Textbezodsazen"/>
        <w:rPr>
          <w:rStyle w:val="Tun"/>
        </w:rPr>
      </w:pPr>
      <w:r w:rsidRPr="00342DC7">
        <w:rPr>
          <w:rStyle w:val="Tun"/>
        </w:rPr>
        <w:t>Smluvní strany prohlašují, že si tuto Smlouvu přečetly, že</w:t>
      </w:r>
      <w:r>
        <w:rPr>
          <w:rStyle w:val="Tun"/>
        </w:rPr>
        <w:t xml:space="preserve"> s </w:t>
      </w:r>
      <w:r w:rsidRPr="00342DC7">
        <w:rPr>
          <w:rStyle w:val="Tun"/>
        </w:rPr>
        <w:t>jejím obsahem souhlasí</w:t>
      </w:r>
      <w:r>
        <w:rPr>
          <w:rStyle w:val="Tun"/>
        </w:rPr>
        <w:t xml:space="preserve"> a </w:t>
      </w:r>
      <w:r w:rsidRPr="00342DC7">
        <w:rPr>
          <w:rStyle w:val="Tun"/>
        </w:rPr>
        <w:t>na důkaz toho</w:t>
      </w:r>
      <w:r>
        <w:rPr>
          <w:rStyle w:val="Tun"/>
        </w:rPr>
        <w:t xml:space="preserve"> k </w:t>
      </w:r>
      <w:r w:rsidRPr="00342DC7">
        <w:rPr>
          <w:rStyle w:val="Tun"/>
        </w:rPr>
        <w:t>ní připojují svoje podpisy.</w:t>
      </w:r>
    </w:p>
    <w:p w14:paraId="45D66105" w14:textId="77777777" w:rsidR="00241EA1" w:rsidRPr="007D26F9" w:rsidRDefault="00241EA1" w:rsidP="00241EA1">
      <w:pPr>
        <w:pStyle w:val="Textbezodsazen"/>
      </w:pPr>
    </w:p>
    <w:p w14:paraId="4C54C69F" w14:textId="77777777" w:rsidR="00241EA1" w:rsidRDefault="00241EA1" w:rsidP="00241EA1">
      <w:pPr>
        <w:pStyle w:val="Textbezodsazen"/>
      </w:pPr>
    </w:p>
    <w:p w14:paraId="6B549860" w14:textId="77777777" w:rsidR="00241EA1" w:rsidRDefault="00241EA1" w:rsidP="00241EA1">
      <w:pPr>
        <w:pStyle w:val="Textbezodsazen"/>
      </w:pPr>
    </w:p>
    <w:p w14:paraId="27669A2E" w14:textId="77777777" w:rsidR="00241EA1" w:rsidRDefault="00241EA1" w:rsidP="00241EA1">
      <w:pPr>
        <w:pStyle w:val="Textbezodsazen"/>
      </w:pPr>
    </w:p>
    <w:p w14:paraId="2635A191" w14:textId="77777777" w:rsidR="00241EA1" w:rsidRDefault="00241EA1" w:rsidP="00241EA1">
      <w:pPr>
        <w:pStyle w:val="Textbezodsazen"/>
      </w:pPr>
    </w:p>
    <w:p w14:paraId="7283FCC2" w14:textId="77777777" w:rsidR="00241EA1" w:rsidRDefault="00241EA1" w:rsidP="00241EA1">
      <w:pPr>
        <w:pStyle w:val="Textbezodsazen"/>
      </w:pPr>
      <w:r>
        <w:t xml:space="preserve">V……………….. dne ……………. </w:t>
      </w:r>
      <w:r>
        <w:tab/>
      </w:r>
      <w:r>
        <w:tab/>
      </w:r>
      <w:r>
        <w:tab/>
      </w:r>
      <w:r>
        <w:tab/>
        <w:t>V…………………. dne ………..</w:t>
      </w:r>
    </w:p>
    <w:p w14:paraId="4C848A73" w14:textId="77777777" w:rsidR="00241EA1" w:rsidRDefault="00241EA1" w:rsidP="00241EA1">
      <w:pPr>
        <w:pStyle w:val="Textbezodsazen"/>
      </w:pPr>
    </w:p>
    <w:p w14:paraId="13C02DE1" w14:textId="77777777" w:rsidR="00241EA1" w:rsidRDefault="00241EA1" w:rsidP="00241EA1">
      <w:pPr>
        <w:pStyle w:val="Textbezodsazen"/>
      </w:pPr>
    </w:p>
    <w:p w14:paraId="4EACCAE2" w14:textId="77777777" w:rsidR="00241EA1" w:rsidRDefault="00241EA1" w:rsidP="00241EA1">
      <w:pPr>
        <w:pStyle w:val="Textbezodsazen"/>
      </w:pPr>
      <w:r>
        <w:t>………………………..........………….…………</w:t>
      </w:r>
      <w:r>
        <w:tab/>
      </w:r>
      <w:r>
        <w:tab/>
      </w:r>
      <w:r>
        <w:tab/>
      </w:r>
      <w:r>
        <w:tab/>
        <w:t>………………………….……………….</w:t>
      </w:r>
    </w:p>
    <w:p w14:paraId="55F01824" w14:textId="77777777" w:rsidR="00241EA1" w:rsidRPr="00F43D42" w:rsidRDefault="00241EA1" w:rsidP="00241EA1">
      <w:pPr>
        <w:pStyle w:val="Textbezodsazen"/>
        <w:rPr>
          <w:b/>
        </w:rPr>
      </w:pPr>
      <w:r>
        <w:rPr>
          <w:b/>
        </w:rPr>
        <w:t xml:space="preserve">     </w:t>
      </w: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6DB0753" w14:textId="77777777" w:rsidR="00241EA1" w:rsidRDefault="00241EA1" w:rsidP="00241EA1">
      <w:pPr>
        <w:pStyle w:val="Textbezodsazen"/>
        <w:spacing w:after="0"/>
      </w:pPr>
      <w:r>
        <w:t>náměstek GŘ pro modernizaci dráhy</w:t>
      </w:r>
      <w:r>
        <w:tab/>
      </w:r>
      <w:r>
        <w:tab/>
      </w:r>
      <w:r>
        <w:tab/>
      </w:r>
      <w:r w:rsidRPr="00342DC7">
        <w:rPr>
          <w:highlight w:val="yellow"/>
        </w:rPr>
        <w:t>„[VLOŽÍ ZHOTOVITEL]“</w:t>
      </w:r>
    </w:p>
    <w:p w14:paraId="4BB4EAB8" w14:textId="77777777" w:rsidR="00241EA1" w:rsidRDefault="00241EA1" w:rsidP="00241EA1">
      <w:pPr>
        <w:pStyle w:val="Textbezodsazen"/>
        <w:spacing w:after="0"/>
      </w:pPr>
      <w:r>
        <w:t xml:space="preserve">  </w:t>
      </w:r>
      <w:r w:rsidRPr="000C2B01">
        <w:t>Správa železnic, státní organizace</w:t>
      </w:r>
    </w:p>
    <w:p w14:paraId="24D26146" w14:textId="77777777" w:rsidR="00241EA1" w:rsidRDefault="00241EA1" w:rsidP="00241EA1">
      <w:r>
        <w:br w:type="page"/>
      </w:r>
    </w:p>
    <w:p w14:paraId="35EA8D14" w14:textId="77777777" w:rsidR="00241EA1" w:rsidRDefault="00241EA1" w:rsidP="00241EA1">
      <w:pPr>
        <w:pStyle w:val="Textbezodsazen"/>
        <w:sectPr w:rsidR="00241EA1"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232F928" w14:textId="77777777" w:rsidR="00241EA1" w:rsidRDefault="00241EA1" w:rsidP="00241EA1">
      <w:pPr>
        <w:pStyle w:val="Nadpisbezsl1-1"/>
      </w:pPr>
      <w:r>
        <w:lastRenderedPageBreak/>
        <w:t>Příloha č. 1</w:t>
      </w:r>
    </w:p>
    <w:p w14:paraId="788D328B" w14:textId="77777777" w:rsidR="00241EA1" w:rsidRPr="001F518E" w:rsidRDefault="00241EA1" w:rsidP="00241EA1">
      <w:pPr>
        <w:pStyle w:val="Nadpisbezsl1-2"/>
      </w:pPr>
      <w:r w:rsidRPr="001F518E">
        <w:t>Obchodní podmínky</w:t>
      </w:r>
    </w:p>
    <w:p w14:paraId="5BD8F57C" w14:textId="12F2AC83" w:rsidR="00241EA1" w:rsidRDefault="00241EA1" w:rsidP="00241EA1">
      <w:pPr>
        <w:pStyle w:val="Textbezodsazen"/>
      </w:pPr>
      <w:r>
        <w:t>OP/R/2</w:t>
      </w:r>
      <w:r w:rsidR="009815C5">
        <w:t>4</w:t>
      </w:r>
      <w:r>
        <w:t>/2</w:t>
      </w:r>
      <w:r w:rsidR="009815C5">
        <w:t>2</w:t>
      </w:r>
    </w:p>
    <w:p w14:paraId="2D4E71B0" w14:textId="77777777" w:rsidR="00241EA1" w:rsidRDefault="00241EA1" w:rsidP="00241EA1">
      <w:pPr>
        <w:pStyle w:val="Textbezodsazen"/>
      </w:pPr>
    </w:p>
    <w:p w14:paraId="356C2609" w14:textId="77777777" w:rsidR="00241EA1" w:rsidRDefault="00241EA1" w:rsidP="00241EA1">
      <w:pPr>
        <w:pStyle w:val="Textbezodsazen"/>
      </w:pPr>
    </w:p>
    <w:p w14:paraId="10FBEA7C" w14:textId="77777777" w:rsidR="00241EA1" w:rsidRDefault="00241EA1" w:rsidP="00241EA1">
      <w:pPr>
        <w:pStyle w:val="Textbezodsazen"/>
      </w:pPr>
    </w:p>
    <w:p w14:paraId="2B5F47E7" w14:textId="77777777" w:rsidR="00241EA1" w:rsidRDefault="00241EA1" w:rsidP="00241EA1">
      <w:pPr>
        <w:pStyle w:val="Textbezodsazen"/>
      </w:pPr>
    </w:p>
    <w:p w14:paraId="01562CE2" w14:textId="77777777" w:rsidR="00241EA1" w:rsidRDefault="00241EA1" w:rsidP="00241EA1">
      <w:pPr>
        <w:pStyle w:val="Textbezodsazen"/>
      </w:pPr>
    </w:p>
    <w:p w14:paraId="620483E9" w14:textId="77777777" w:rsidR="00241EA1" w:rsidRDefault="00241EA1" w:rsidP="00241EA1">
      <w:pPr>
        <w:pStyle w:val="Textbezodsazen"/>
      </w:pPr>
    </w:p>
    <w:p w14:paraId="6245691F" w14:textId="77777777" w:rsidR="00241EA1" w:rsidRDefault="00241EA1" w:rsidP="00241EA1">
      <w:pPr>
        <w:pStyle w:val="Textbezodsazen"/>
      </w:pPr>
    </w:p>
    <w:p w14:paraId="1BDEA9A6" w14:textId="77777777" w:rsidR="00241EA1" w:rsidRDefault="00241EA1" w:rsidP="00241EA1">
      <w:pPr>
        <w:pStyle w:val="Textbezodsazen"/>
      </w:pPr>
    </w:p>
    <w:p w14:paraId="481F018C" w14:textId="77777777" w:rsidR="00241EA1" w:rsidRDefault="00241EA1" w:rsidP="00241EA1">
      <w:pPr>
        <w:pStyle w:val="Textbezodsazen"/>
      </w:pPr>
    </w:p>
    <w:p w14:paraId="688B3332" w14:textId="77777777" w:rsidR="00241EA1" w:rsidRDefault="00241EA1" w:rsidP="00241EA1">
      <w:pPr>
        <w:pStyle w:val="Textbezodsazen"/>
      </w:pPr>
    </w:p>
    <w:p w14:paraId="3F37EF1D" w14:textId="77777777" w:rsidR="00241EA1" w:rsidRDefault="00241EA1" w:rsidP="00241EA1">
      <w:pPr>
        <w:pStyle w:val="Textbezodsazen"/>
      </w:pPr>
    </w:p>
    <w:p w14:paraId="5FDCFF3A" w14:textId="77777777" w:rsidR="00241EA1" w:rsidRDefault="00241EA1" w:rsidP="00241EA1">
      <w:pPr>
        <w:pStyle w:val="Textbezodsazen"/>
      </w:pPr>
    </w:p>
    <w:p w14:paraId="3C385027" w14:textId="77777777" w:rsidR="00241EA1" w:rsidRDefault="00241EA1" w:rsidP="00241EA1">
      <w:pPr>
        <w:pStyle w:val="Textbezodsazen"/>
      </w:pPr>
    </w:p>
    <w:p w14:paraId="5767BA37" w14:textId="77777777" w:rsidR="00241EA1" w:rsidRDefault="00241EA1" w:rsidP="00241EA1">
      <w:pPr>
        <w:pStyle w:val="Textbezodsazen"/>
      </w:pPr>
    </w:p>
    <w:p w14:paraId="415FA5D9" w14:textId="77777777" w:rsidR="00241EA1" w:rsidRDefault="00241EA1" w:rsidP="00241EA1">
      <w:pPr>
        <w:pStyle w:val="Textbezodsazen"/>
      </w:pPr>
    </w:p>
    <w:p w14:paraId="0D6A55D2" w14:textId="77777777" w:rsidR="00241EA1" w:rsidRDefault="00241EA1" w:rsidP="00241EA1">
      <w:pPr>
        <w:pStyle w:val="Textbezodsazen"/>
      </w:pPr>
    </w:p>
    <w:p w14:paraId="436B008D" w14:textId="77777777" w:rsidR="00241EA1" w:rsidRDefault="00241EA1" w:rsidP="00241EA1">
      <w:pPr>
        <w:pStyle w:val="Textbezodsazen"/>
      </w:pPr>
    </w:p>
    <w:p w14:paraId="7B0101F4" w14:textId="77777777" w:rsidR="00241EA1" w:rsidRDefault="00241EA1" w:rsidP="00241EA1">
      <w:pPr>
        <w:pStyle w:val="Textbezodsazen"/>
      </w:pPr>
    </w:p>
    <w:p w14:paraId="70B4DA95" w14:textId="77777777" w:rsidR="00241EA1" w:rsidRDefault="00241EA1" w:rsidP="00241EA1">
      <w:pPr>
        <w:pStyle w:val="Textbezodsazen"/>
      </w:pPr>
    </w:p>
    <w:p w14:paraId="65328A86" w14:textId="77777777" w:rsidR="00241EA1" w:rsidRDefault="00241EA1" w:rsidP="00241EA1">
      <w:pPr>
        <w:pStyle w:val="Textbezodsazen"/>
      </w:pPr>
    </w:p>
    <w:p w14:paraId="5EF93562" w14:textId="77777777" w:rsidR="00241EA1" w:rsidRDefault="00241EA1" w:rsidP="00241EA1">
      <w:pPr>
        <w:pStyle w:val="Textbezodsazen"/>
      </w:pPr>
    </w:p>
    <w:p w14:paraId="1981D05D" w14:textId="77777777" w:rsidR="00241EA1" w:rsidRDefault="00241EA1" w:rsidP="00241EA1">
      <w:pPr>
        <w:pStyle w:val="Textbezodsazen"/>
      </w:pPr>
    </w:p>
    <w:p w14:paraId="24233882" w14:textId="77777777" w:rsidR="00241EA1" w:rsidRDefault="00241EA1" w:rsidP="00241EA1">
      <w:pPr>
        <w:pStyle w:val="Textbezodsazen"/>
      </w:pPr>
    </w:p>
    <w:p w14:paraId="763B99F5" w14:textId="77777777" w:rsidR="00241EA1" w:rsidRDefault="00241EA1" w:rsidP="00241EA1">
      <w:pPr>
        <w:pStyle w:val="Textbezodsazen"/>
      </w:pPr>
    </w:p>
    <w:p w14:paraId="678E37D3" w14:textId="77777777" w:rsidR="00241EA1" w:rsidRDefault="00241EA1" w:rsidP="00241EA1">
      <w:pPr>
        <w:pStyle w:val="Textbezodsazen"/>
      </w:pPr>
    </w:p>
    <w:p w14:paraId="5600822D" w14:textId="77777777" w:rsidR="00241EA1" w:rsidRDefault="00241EA1" w:rsidP="00241EA1">
      <w:pPr>
        <w:pStyle w:val="Textbezodsazen"/>
      </w:pPr>
    </w:p>
    <w:p w14:paraId="6C8EE118" w14:textId="77777777" w:rsidR="00241EA1" w:rsidRDefault="00241EA1" w:rsidP="00241EA1">
      <w:pPr>
        <w:pStyle w:val="Textbezodsazen"/>
      </w:pPr>
    </w:p>
    <w:p w14:paraId="405E5360" w14:textId="77777777" w:rsidR="00241EA1" w:rsidRDefault="00241EA1" w:rsidP="00241EA1">
      <w:pPr>
        <w:pStyle w:val="Textbezodsazen"/>
      </w:pPr>
    </w:p>
    <w:p w14:paraId="7DB154E0" w14:textId="77777777" w:rsidR="00241EA1" w:rsidRDefault="00241EA1" w:rsidP="00241EA1">
      <w:pPr>
        <w:pStyle w:val="Textbezodsazen"/>
      </w:pPr>
    </w:p>
    <w:p w14:paraId="17120EC3" w14:textId="77777777" w:rsidR="00241EA1" w:rsidRDefault="00241EA1" w:rsidP="00241EA1">
      <w:pPr>
        <w:pStyle w:val="Textbezodsazen"/>
      </w:pPr>
    </w:p>
    <w:p w14:paraId="2ACD0C35" w14:textId="77777777" w:rsidR="00241EA1" w:rsidRDefault="00241EA1" w:rsidP="00241EA1">
      <w:pPr>
        <w:pStyle w:val="Textbezodsazen"/>
      </w:pPr>
    </w:p>
    <w:p w14:paraId="175A1E08" w14:textId="77777777" w:rsidR="00241EA1" w:rsidRDefault="00241EA1" w:rsidP="00241EA1">
      <w:pPr>
        <w:pStyle w:val="Textbezodsazen"/>
      </w:pPr>
    </w:p>
    <w:p w14:paraId="773EC509" w14:textId="77777777" w:rsidR="00241EA1" w:rsidRDefault="00241EA1" w:rsidP="00241EA1">
      <w:pPr>
        <w:pStyle w:val="Textbezodsazen"/>
      </w:pPr>
    </w:p>
    <w:p w14:paraId="3E19E9F3" w14:textId="77777777" w:rsidR="00241EA1" w:rsidRDefault="00241EA1" w:rsidP="00241EA1">
      <w:pPr>
        <w:pStyle w:val="Textbezodsazen"/>
      </w:pPr>
    </w:p>
    <w:p w14:paraId="0330D68A" w14:textId="77777777" w:rsidR="00241EA1" w:rsidRDefault="00241EA1" w:rsidP="00241EA1">
      <w:pPr>
        <w:pStyle w:val="Nadpisbezsl1-1"/>
      </w:pPr>
      <w:r>
        <w:lastRenderedPageBreak/>
        <w:t>Příloha č. 2</w:t>
      </w:r>
    </w:p>
    <w:p w14:paraId="03A315A6" w14:textId="77777777" w:rsidR="00241EA1" w:rsidRPr="001F518E" w:rsidRDefault="00241EA1" w:rsidP="00241EA1">
      <w:pPr>
        <w:pStyle w:val="Nadpisbezsl1-2"/>
      </w:pPr>
      <w:r w:rsidRPr="001F518E">
        <w:t xml:space="preserve">Technické podmínky: </w:t>
      </w:r>
    </w:p>
    <w:p w14:paraId="2282268C" w14:textId="77777777" w:rsidR="00241EA1" w:rsidRPr="00AE4B52" w:rsidRDefault="00241EA1" w:rsidP="00241EA1">
      <w:pPr>
        <w:pStyle w:val="Odstavec1-1a"/>
        <w:numPr>
          <w:ilvl w:val="0"/>
          <w:numId w:val="12"/>
        </w:numPr>
        <w:tabs>
          <w:tab w:val="clear" w:pos="1475"/>
          <w:tab w:val="num" w:pos="993"/>
        </w:tabs>
        <w:ind w:hanging="766"/>
        <w:rPr>
          <w:rStyle w:val="Tun"/>
        </w:rPr>
      </w:pPr>
      <w:r>
        <w:rPr>
          <w:rStyle w:val="Tun"/>
        </w:rPr>
        <w:t xml:space="preserve"> </w:t>
      </w:r>
      <w:r w:rsidRPr="00AE4B52">
        <w:rPr>
          <w:rStyle w:val="Tun"/>
        </w:rPr>
        <w:t xml:space="preserve">Technické kvalitativní podmínky staveb státních drah (TKP) </w:t>
      </w:r>
    </w:p>
    <w:p w14:paraId="760D9DE4" w14:textId="77777777" w:rsidR="00241EA1" w:rsidRDefault="00241EA1" w:rsidP="00241EA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36F2B01" w14:textId="77777777" w:rsidR="00241EA1" w:rsidRDefault="00241EA1" w:rsidP="00241EA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AD18846" w14:textId="26C25D76" w:rsidR="00241EA1" w:rsidRPr="00AE4B52" w:rsidRDefault="00241EA1" w:rsidP="00241EA1">
      <w:pPr>
        <w:pStyle w:val="Odstavec1-1a"/>
        <w:numPr>
          <w:ilvl w:val="0"/>
          <w:numId w:val="7"/>
        </w:numPr>
        <w:tabs>
          <w:tab w:val="clear" w:pos="1475"/>
          <w:tab w:val="num" w:pos="1077"/>
        </w:tabs>
        <w:ind w:left="1077"/>
        <w:rPr>
          <w:rStyle w:val="Tun"/>
        </w:rPr>
      </w:pPr>
      <w:r w:rsidRPr="00AE4B52">
        <w:rPr>
          <w:rStyle w:val="Tun"/>
        </w:rPr>
        <w:t xml:space="preserve">Všeobecné technické podmínky </w:t>
      </w:r>
      <w:r>
        <w:rPr>
          <w:rStyle w:val="Tun"/>
        </w:rPr>
        <w:t xml:space="preserve"> </w:t>
      </w:r>
      <w:r>
        <w:t>VTP/R/1</w:t>
      </w:r>
      <w:r w:rsidR="009815C5">
        <w:t>5</w:t>
      </w:r>
      <w:r>
        <w:t>/2</w:t>
      </w:r>
      <w:r w:rsidR="009815C5">
        <w:t>1</w:t>
      </w:r>
    </w:p>
    <w:p w14:paraId="3365C723" w14:textId="77777777" w:rsidR="00241EA1" w:rsidRPr="00AE4B52" w:rsidRDefault="00241EA1" w:rsidP="00241EA1">
      <w:pPr>
        <w:pStyle w:val="Odstavec1-1a"/>
        <w:numPr>
          <w:ilvl w:val="0"/>
          <w:numId w:val="7"/>
        </w:numPr>
        <w:tabs>
          <w:tab w:val="clear" w:pos="1475"/>
          <w:tab w:val="num" w:pos="1077"/>
        </w:tabs>
        <w:ind w:left="1077"/>
        <w:rPr>
          <w:rStyle w:val="Tun"/>
        </w:rPr>
      </w:pPr>
      <w:r w:rsidRPr="00AE4B52">
        <w:rPr>
          <w:rStyle w:val="Tun"/>
        </w:rPr>
        <w:t xml:space="preserve">Zvláštní technické podmínky </w:t>
      </w:r>
    </w:p>
    <w:p w14:paraId="62955E28" w14:textId="77777777" w:rsidR="00241EA1" w:rsidRDefault="00241EA1" w:rsidP="00241EA1">
      <w:pPr>
        <w:pStyle w:val="Textbezodsazen"/>
      </w:pPr>
    </w:p>
    <w:p w14:paraId="174A1992" w14:textId="77777777" w:rsidR="00241EA1" w:rsidRDefault="00241EA1" w:rsidP="00241EA1">
      <w:pPr>
        <w:pStyle w:val="Textbezodsazen"/>
      </w:pPr>
    </w:p>
    <w:p w14:paraId="10C3C53E" w14:textId="77777777" w:rsidR="00241EA1" w:rsidRDefault="00241EA1" w:rsidP="00241EA1">
      <w:pPr>
        <w:pStyle w:val="Textbezodsazen"/>
      </w:pPr>
    </w:p>
    <w:p w14:paraId="41728EC6" w14:textId="77777777" w:rsidR="00241EA1" w:rsidRDefault="00241EA1" w:rsidP="00241EA1">
      <w:pPr>
        <w:pStyle w:val="Textbezodsazen"/>
      </w:pPr>
    </w:p>
    <w:p w14:paraId="62DC250F" w14:textId="77777777" w:rsidR="00241EA1" w:rsidRDefault="00241EA1" w:rsidP="00241EA1">
      <w:pPr>
        <w:pStyle w:val="Textbezodsazen"/>
      </w:pPr>
    </w:p>
    <w:p w14:paraId="32869634" w14:textId="77777777" w:rsidR="00241EA1" w:rsidRDefault="00241EA1" w:rsidP="00241EA1">
      <w:pPr>
        <w:pStyle w:val="Textbezodsazen"/>
      </w:pPr>
    </w:p>
    <w:p w14:paraId="703D15FD" w14:textId="77777777" w:rsidR="00241EA1" w:rsidRDefault="00241EA1" w:rsidP="00241EA1">
      <w:pPr>
        <w:pStyle w:val="Textbezodsazen"/>
      </w:pPr>
    </w:p>
    <w:p w14:paraId="72818797" w14:textId="77777777" w:rsidR="00241EA1" w:rsidRDefault="00241EA1" w:rsidP="00241EA1">
      <w:pPr>
        <w:pStyle w:val="Textbezodsazen"/>
      </w:pPr>
    </w:p>
    <w:p w14:paraId="6E3B8F48" w14:textId="77777777" w:rsidR="00241EA1" w:rsidRDefault="00241EA1" w:rsidP="00241EA1">
      <w:pPr>
        <w:pStyle w:val="Nadpisbezsl1-1"/>
        <w:sectPr w:rsidR="00241EA1"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7DF4BEDB" w14:textId="77777777" w:rsidR="00241EA1" w:rsidRPr="00AE4B52" w:rsidRDefault="00241EA1" w:rsidP="00241EA1">
      <w:pPr>
        <w:pStyle w:val="Nadpisbezsl1-1"/>
      </w:pPr>
      <w:r w:rsidRPr="00AE4B52">
        <w:lastRenderedPageBreak/>
        <w:t>Příloha č. 3</w:t>
      </w:r>
    </w:p>
    <w:p w14:paraId="314AC195" w14:textId="77777777" w:rsidR="00241EA1" w:rsidRPr="002B4CF6" w:rsidRDefault="00241EA1" w:rsidP="00241EA1">
      <w:pPr>
        <w:pStyle w:val="Nadpisbezsl1-2"/>
      </w:pPr>
      <w:r w:rsidRPr="002B4CF6">
        <w:t>Související dokumenty</w:t>
      </w:r>
    </w:p>
    <w:p w14:paraId="1BF14BDF" w14:textId="77777777" w:rsidR="00241EA1" w:rsidRPr="002B4CF6" w:rsidRDefault="00241EA1" w:rsidP="00241EA1">
      <w:pPr>
        <w:pStyle w:val="Odrka1-1"/>
        <w:numPr>
          <w:ilvl w:val="0"/>
          <w:numId w:val="6"/>
        </w:numPr>
      </w:pPr>
      <w:r>
        <w:t>D</w:t>
      </w:r>
      <w:r w:rsidRPr="002B4CF6">
        <w:t>okumentace pro společné řízení stavby „Výstavba PZS v km 37,303 (P1467) trati Číčenice – Volary“</w:t>
      </w:r>
    </w:p>
    <w:p w14:paraId="12F85C37" w14:textId="77777777" w:rsidR="00241EA1" w:rsidRPr="002B4CF6" w:rsidRDefault="00241EA1" w:rsidP="00241EA1">
      <w:pPr>
        <w:pStyle w:val="Odrka1-1"/>
        <w:numPr>
          <w:ilvl w:val="0"/>
          <w:numId w:val="6"/>
        </w:numPr>
      </w:pPr>
      <w:r>
        <w:t>D</w:t>
      </w:r>
      <w:r w:rsidRPr="002B4CF6">
        <w:t>okumentace pro společné řízení stavby „Výstavba PZS v km 38,188 (P1468) a v km 36,795 (P1466) trati Číčenice – Volary“</w:t>
      </w:r>
    </w:p>
    <w:p w14:paraId="5CF67847" w14:textId="77777777" w:rsidR="00241EA1" w:rsidRPr="002B4CF6" w:rsidRDefault="00241EA1" w:rsidP="00241EA1">
      <w:pPr>
        <w:pStyle w:val="Odrka1-1"/>
        <w:numPr>
          <w:ilvl w:val="0"/>
          <w:numId w:val="6"/>
        </w:numPr>
      </w:pPr>
      <w:r w:rsidRPr="002B4CF6">
        <w:t>Schvalovací protokol dokumentace pro společné řízení stavby „Výstavba PZS v km 37,303 (P1467) trati Číčenice – Volary“</w:t>
      </w:r>
      <w:r>
        <w:t>, zhotovitel TMS Projekt s.r.o., 03/2021</w:t>
      </w:r>
    </w:p>
    <w:p w14:paraId="767134E0" w14:textId="77777777" w:rsidR="00241EA1" w:rsidRPr="002B4CF6" w:rsidRDefault="00241EA1" w:rsidP="00241EA1">
      <w:pPr>
        <w:pStyle w:val="Odrka1-1"/>
        <w:numPr>
          <w:ilvl w:val="0"/>
          <w:numId w:val="6"/>
        </w:numPr>
      </w:pPr>
      <w:r>
        <w:t xml:space="preserve">Schvalovací protokol </w:t>
      </w:r>
      <w:r w:rsidRPr="002B4CF6">
        <w:t>dokumentace pro společné řízení stavby „Výstavba PZS v km 38,188 (P1468) a v km 36,795 (P1466) trati Číčenice – Volary“</w:t>
      </w:r>
      <w:r>
        <w:t>, zhotovitel TMS Projekt s.r.o., 03/2021</w:t>
      </w:r>
    </w:p>
    <w:p w14:paraId="70066398" w14:textId="77777777" w:rsidR="00241EA1" w:rsidRPr="004032A3" w:rsidRDefault="00241EA1" w:rsidP="00241EA1">
      <w:pPr>
        <w:pStyle w:val="Odrka1-1"/>
        <w:numPr>
          <w:ilvl w:val="0"/>
          <w:numId w:val="6"/>
        </w:numPr>
      </w:pPr>
      <w:r w:rsidRPr="004032A3">
        <w:t>Stavební povolení č.j.: DUCR-587/21/Kmi ze dne 6.1.2021</w:t>
      </w:r>
    </w:p>
    <w:p w14:paraId="40279F8D" w14:textId="77777777" w:rsidR="00241EA1" w:rsidRPr="004032A3" w:rsidRDefault="00241EA1" w:rsidP="00241EA1">
      <w:pPr>
        <w:pStyle w:val="Odrka1-1"/>
        <w:numPr>
          <w:ilvl w:val="0"/>
          <w:numId w:val="6"/>
        </w:numPr>
      </w:pPr>
      <w:r w:rsidRPr="004032A3">
        <w:t>Stavební povolení č.j.: DUCR-592/21/Kmi ze dne 6.1.2021</w:t>
      </w:r>
    </w:p>
    <w:p w14:paraId="4B20BC43" w14:textId="77777777" w:rsidR="00241EA1" w:rsidRDefault="00241EA1" w:rsidP="00241EA1">
      <w:pPr>
        <w:pStyle w:val="Textbezodsazen"/>
      </w:pPr>
    </w:p>
    <w:p w14:paraId="41E34097" w14:textId="77777777" w:rsidR="00241EA1" w:rsidRDefault="00241EA1" w:rsidP="00241EA1">
      <w:pPr>
        <w:pStyle w:val="Textbezodsazen"/>
      </w:pPr>
    </w:p>
    <w:p w14:paraId="4631AA0F" w14:textId="77777777" w:rsidR="00241EA1" w:rsidRDefault="00241EA1" w:rsidP="00241EA1">
      <w:pPr>
        <w:pStyle w:val="Textbezodsazen"/>
      </w:pPr>
    </w:p>
    <w:p w14:paraId="7A55ED0B" w14:textId="77777777" w:rsidR="00241EA1" w:rsidRDefault="00241EA1" w:rsidP="00241EA1">
      <w:pPr>
        <w:pStyle w:val="Textbezodsazen"/>
      </w:pPr>
    </w:p>
    <w:p w14:paraId="4D73B8E7" w14:textId="77777777" w:rsidR="00241EA1" w:rsidRDefault="00241EA1" w:rsidP="00241EA1">
      <w:pPr>
        <w:pStyle w:val="Textbezodsazen"/>
      </w:pPr>
    </w:p>
    <w:p w14:paraId="6B896423" w14:textId="77777777" w:rsidR="00241EA1" w:rsidRDefault="00241EA1" w:rsidP="00241EA1">
      <w:pPr>
        <w:pStyle w:val="Textbezodsazen"/>
      </w:pPr>
    </w:p>
    <w:p w14:paraId="10D373FA" w14:textId="77777777" w:rsidR="00241EA1" w:rsidRDefault="00241EA1" w:rsidP="00241EA1">
      <w:pPr>
        <w:pStyle w:val="Textbezodsazen"/>
      </w:pPr>
    </w:p>
    <w:p w14:paraId="1B14E89B" w14:textId="77777777" w:rsidR="00241EA1" w:rsidRDefault="00241EA1" w:rsidP="00241EA1">
      <w:pPr>
        <w:pStyle w:val="Textbezodsazen"/>
      </w:pPr>
    </w:p>
    <w:p w14:paraId="0C2C5149" w14:textId="77777777" w:rsidR="00241EA1" w:rsidRDefault="00241EA1" w:rsidP="00241EA1">
      <w:pPr>
        <w:pStyle w:val="Textbezodsazen"/>
        <w:sectPr w:rsidR="00241EA1"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1B37223B" w14:textId="77777777" w:rsidR="00241EA1" w:rsidRDefault="00241EA1" w:rsidP="00241EA1">
      <w:pPr>
        <w:pStyle w:val="Nadpisbezsl1-1"/>
      </w:pPr>
      <w:r>
        <w:lastRenderedPageBreak/>
        <w:t>Příloha č. 4</w:t>
      </w:r>
    </w:p>
    <w:p w14:paraId="2D28FA91" w14:textId="77777777" w:rsidR="00241EA1" w:rsidRPr="001F518E" w:rsidRDefault="00241EA1" w:rsidP="00241EA1">
      <w:pPr>
        <w:pStyle w:val="Nadpisbezsl1-2"/>
      </w:pPr>
      <w:r w:rsidRPr="001F518E">
        <w:t>Rekapitulace Ceny Díla</w:t>
      </w:r>
    </w:p>
    <w:p w14:paraId="7915DCB1" w14:textId="77777777" w:rsidR="00B57BA9" w:rsidRPr="006A698D" w:rsidRDefault="00B57BA9" w:rsidP="00B57BA9">
      <w:pPr>
        <w:spacing w:after="120" w:line="264" w:lineRule="auto"/>
        <w:jc w:val="both"/>
        <w:rPr>
          <w:sz w:val="18"/>
          <w:szCs w:val="18"/>
        </w:rPr>
      </w:pPr>
      <w:r w:rsidRPr="009F637E">
        <w:rPr>
          <w:sz w:val="18"/>
          <w:szCs w:val="18"/>
        </w:rPr>
        <w:t>Do přílohy Smlouvy bude vložena tabulka Rozpis Ceny Díla předložená v nabídce uchazeče podle požadavku zadavatele stanoveného v článku 12 Výzvy.</w:t>
      </w:r>
    </w:p>
    <w:p w14:paraId="46EB5459" w14:textId="77777777" w:rsidR="00B57BA9" w:rsidRPr="000C2B01" w:rsidRDefault="00B57BA9" w:rsidP="00241EA1">
      <w:pPr>
        <w:pStyle w:val="Textbezodsazen"/>
      </w:pPr>
    </w:p>
    <w:p w14:paraId="5804118F" w14:textId="77777777" w:rsidR="00241EA1" w:rsidRPr="00B61E49" w:rsidRDefault="00241EA1" w:rsidP="00241EA1">
      <w:pPr>
        <w:pStyle w:val="Textbezodsazen"/>
        <w:rPr>
          <w:strike/>
          <w:color w:val="FF0000"/>
        </w:rPr>
      </w:pPr>
    </w:p>
    <w:p w14:paraId="2F2284AD" w14:textId="77777777" w:rsidR="00241EA1" w:rsidRDefault="00241EA1" w:rsidP="00241EA1">
      <w:pPr>
        <w:pStyle w:val="Textbezodsazen"/>
      </w:pPr>
    </w:p>
    <w:p w14:paraId="5A489FA3" w14:textId="77777777" w:rsidR="00241EA1" w:rsidRDefault="00241EA1" w:rsidP="00241EA1">
      <w:pPr>
        <w:pStyle w:val="Textbezodsazen"/>
      </w:pPr>
    </w:p>
    <w:p w14:paraId="2F21124C" w14:textId="77777777" w:rsidR="00241EA1" w:rsidRDefault="00241EA1" w:rsidP="00241EA1">
      <w:pPr>
        <w:pStyle w:val="Textbezodsazen"/>
      </w:pPr>
    </w:p>
    <w:p w14:paraId="22C7BE89" w14:textId="77777777" w:rsidR="00241EA1" w:rsidRDefault="00241EA1" w:rsidP="00241EA1">
      <w:pPr>
        <w:pStyle w:val="Textbezodsazen"/>
      </w:pPr>
    </w:p>
    <w:p w14:paraId="63E547D6" w14:textId="77777777" w:rsidR="00241EA1" w:rsidRDefault="00241EA1" w:rsidP="00241EA1">
      <w:pPr>
        <w:pStyle w:val="Textbezodsazen"/>
      </w:pPr>
    </w:p>
    <w:p w14:paraId="6E01D42D" w14:textId="77777777" w:rsidR="00241EA1" w:rsidRDefault="00241EA1" w:rsidP="00241EA1">
      <w:pPr>
        <w:pStyle w:val="Textbezodsazen"/>
      </w:pPr>
    </w:p>
    <w:p w14:paraId="5735B0B7" w14:textId="77777777" w:rsidR="00241EA1" w:rsidRDefault="00241EA1" w:rsidP="00241EA1">
      <w:pPr>
        <w:pStyle w:val="Textbezodsazen"/>
      </w:pPr>
    </w:p>
    <w:p w14:paraId="41C94BC0" w14:textId="77777777" w:rsidR="00241EA1" w:rsidRDefault="00241EA1" w:rsidP="00241EA1">
      <w:pPr>
        <w:pStyle w:val="Textbezodsazen"/>
      </w:pPr>
    </w:p>
    <w:p w14:paraId="626BD479" w14:textId="77777777" w:rsidR="00241EA1" w:rsidRDefault="00241EA1" w:rsidP="00241EA1">
      <w:pPr>
        <w:pStyle w:val="Textbezodsazen"/>
        <w:sectPr w:rsidR="00241EA1"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DC309FC" w14:textId="77777777" w:rsidR="00241EA1" w:rsidRDefault="00241EA1" w:rsidP="00241EA1">
      <w:pPr>
        <w:pStyle w:val="Nadpisbezsl1-1"/>
      </w:pPr>
      <w:r>
        <w:lastRenderedPageBreak/>
        <w:t>Příloha č. 5</w:t>
      </w:r>
    </w:p>
    <w:p w14:paraId="1E62F532" w14:textId="77777777" w:rsidR="00241EA1" w:rsidRPr="001F518E" w:rsidRDefault="00241EA1" w:rsidP="00241EA1">
      <w:pPr>
        <w:pStyle w:val="Nadpisbezsl1-2"/>
      </w:pPr>
      <w:r w:rsidRPr="001F518E">
        <w:t>Harmonogram postupu prací</w:t>
      </w:r>
    </w:p>
    <w:p w14:paraId="5565412D" w14:textId="77777777" w:rsidR="00241EA1" w:rsidRPr="001F518E" w:rsidRDefault="00241EA1" w:rsidP="00241EA1">
      <w:pPr>
        <w:pStyle w:val="Textbezodsazen"/>
      </w:pPr>
    </w:p>
    <w:p w14:paraId="2882362A" w14:textId="77777777" w:rsidR="00241EA1" w:rsidRDefault="00241EA1" w:rsidP="00241EA1">
      <w:pPr>
        <w:pStyle w:val="Textbezodsazen"/>
      </w:pPr>
      <w:r w:rsidRPr="001F518E">
        <w:t>Do přílohy smlouvy bude vloženo grafické znázornění postupu prací (Harmonogram postupu prací) předložené</w:t>
      </w:r>
      <w:r>
        <w:t xml:space="preserve"> v </w:t>
      </w:r>
      <w:r w:rsidRPr="001F518E">
        <w:t>nabídce uchazeče.</w:t>
      </w:r>
    </w:p>
    <w:p w14:paraId="2664A26E" w14:textId="77777777" w:rsidR="00241EA1" w:rsidRDefault="00241EA1" w:rsidP="00241EA1">
      <w:pPr>
        <w:pStyle w:val="Textbezodsazen"/>
      </w:pPr>
    </w:p>
    <w:p w14:paraId="7DB82023" w14:textId="77777777" w:rsidR="00241EA1" w:rsidRDefault="00241EA1" w:rsidP="00241EA1">
      <w:pPr>
        <w:pStyle w:val="Textbezodsazen"/>
      </w:pPr>
    </w:p>
    <w:p w14:paraId="1BB5D82D" w14:textId="77777777" w:rsidR="00241EA1" w:rsidRDefault="00241EA1" w:rsidP="00241EA1">
      <w:pPr>
        <w:pStyle w:val="Textbezodsazen"/>
      </w:pPr>
    </w:p>
    <w:p w14:paraId="2A32FAC2" w14:textId="77777777" w:rsidR="00241EA1" w:rsidRDefault="00241EA1" w:rsidP="00241EA1">
      <w:pPr>
        <w:pStyle w:val="Textbezodsazen"/>
      </w:pPr>
    </w:p>
    <w:p w14:paraId="00CAB81A" w14:textId="77777777" w:rsidR="00241EA1" w:rsidRDefault="00241EA1" w:rsidP="00241EA1">
      <w:pPr>
        <w:pStyle w:val="Textbezodsazen"/>
      </w:pPr>
    </w:p>
    <w:p w14:paraId="7C0565D4" w14:textId="77777777" w:rsidR="00241EA1" w:rsidRDefault="00241EA1" w:rsidP="00241EA1">
      <w:pPr>
        <w:pStyle w:val="Textbezodsazen"/>
      </w:pPr>
    </w:p>
    <w:p w14:paraId="7620728B" w14:textId="77777777" w:rsidR="00241EA1" w:rsidRPr="001F518E" w:rsidRDefault="00241EA1" w:rsidP="00241EA1">
      <w:pPr>
        <w:pStyle w:val="Textbezodsazen"/>
        <w:sectPr w:rsidR="00241EA1" w:rsidRPr="001F518E" w:rsidSect="00F13FDA">
          <w:footerReference w:type="even" r:id="rId26"/>
          <w:footerReference w:type="default" r:id="rId27"/>
          <w:pgSz w:w="11906" w:h="16838" w:code="9"/>
          <w:pgMar w:top="1077" w:right="1588" w:bottom="1474" w:left="1588" w:header="595" w:footer="624" w:gutter="0"/>
          <w:pgNumType w:start="1"/>
          <w:cols w:space="708"/>
          <w:docGrid w:linePitch="360"/>
        </w:sectPr>
      </w:pPr>
    </w:p>
    <w:p w14:paraId="55D745E4" w14:textId="77777777" w:rsidR="00241EA1" w:rsidRDefault="00241EA1" w:rsidP="00241EA1">
      <w:pPr>
        <w:pStyle w:val="Nadpisbezsl1-1"/>
      </w:pPr>
      <w:r w:rsidRPr="00B26902">
        <w:lastRenderedPageBreak/>
        <w:t xml:space="preserve">Příloha č. </w:t>
      </w:r>
      <w:r>
        <w:t>6</w:t>
      </w:r>
    </w:p>
    <w:p w14:paraId="3EA11E5C" w14:textId="77777777" w:rsidR="00241EA1" w:rsidRPr="00B26902" w:rsidRDefault="00241EA1" w:rsidP="00241EA1">
      <w:pPr>
        <w:pStyle w:val="Nadpisbezsl1-2"/>
      </w:pPr>
      <w:r>
        <w:t>Oprávněné osoby</w:t>
      </w:r>
    </w:p>
    <w:p w14:paraId="461683CB" w14:textId="77777777" w:rsidR="00241EA1" w:rsidRPr="00B26902" w:rsidRDefault="00241EA1" w:rsidP="00241EA1">
      <w:pPr>
        <w:pStyle w:val="Nadpisbezsl1-2"/>
      </w:pPr>
      <w:r>
        <w:t>Za Objednatele:</w:t>
      </w:r>
    </w:p>
    <w:p w14:paraId="68CACA73" w14:textId="77777777" w:rsidR="00241EA1" w:rsidRPr="00F95FBD" w:rsidRDefault="00241EA1" w:rsidP="00241EA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241EA1" w:rsidRPr="00F95FBD" w14:paraId="17F6E977" w14:textId="77777777" w:rsidTr="00F8210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C59776" w14:textId="77777777"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550631C" w14:textId="77777777"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241EA1" w:rsidRPr="00F95FBD" w14:paraId="68D51864" w14:textId="77777777"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27DC" w14:textId="77777777" w:rsidR="00241EA1" w:rsidRPr="008175E5" w:rsidRDefault="00241EA1" w:rsidP="00F8210A">
            <w:pPr>
              <w:pStyle w:val="Tabulka"/>
              <w:rPr>
                <w:rStyle w:val="Nadpisvtabulce"/>
                <w:b w:val="0"/>
              </w:rPr>
            </w:pPr>
            <w:r w:rsidRPr="008175E5">
              <w:rPr>
                <w:rStyle w:val="Nadpisvtabulce"/>
                <w:b w:val="0"/>
              </w:rPr>
              <w:t>Adresa</w:t>
            </w:r>
          </w:p>
        </w:tc>
        <w:tc>
          <w:tcPr>
            <w:tcW w:w="5812" w:type="dxa"/>
          </w:tcPr>
          <w:p w14:paraId="6E711483" w14:textId="77777777" w:rsidR="00241EA1" w:rsidRDefault="00241EA1" w:rsidP="00F8210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32CCD85"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41EA1" w:rsidRPr="00F95FBD" w14:paraId="127ECB60" w14:textId="77777777"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5B38F" w14:textId="77777777" w:rsidR="00241EA1" w:rsidRPr="00F95FBD" w:rsidRDefault="00241EA1" w:rsidP="00F8210A">
            <w:pPr>
              <w:pStyle w:val="Tabulka"/>
            </w:pPr>
            <w:r w:rsidRPr="00F95FBD">
              <w:t>E-mail</w:t>
            </w:r>
          </w:p>
        </w:tc>
        <w:tc>
          <w:tcPr>
            <w:tcW w:w="5812" w:type="dxa"/>
          </w:tcPr>
          <w:p w14:paraId="25964FC4"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14:paraId="4E28D769" w14:textId="77777777"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4CEC0E" w14:textId="77777777" w:rsidR="00241EA1" w:rsidRPr="00F95FBD" w:rsidRDefault="00241EA1" w:rsidP="00F8210A">
            <w:pPr>
              <w:pStyle w:val="Tabulka"/>
            </w:pPr>
            <w:r w:rsidRPr="00F95FBD">
              <w:t>Telefon</w:t>
            </w:r>
          </w:p>
        </w:tc>
        <w:tc>
          <w:tcPr>
            <w:tcW w:w="5812" w:type="dxa"/>
          </w:tcPr>
          <w:p w14:paraId="1308A82F"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0FDCA3CD" w14:textId="77777777" w:rsidR="00241EA1" w:rsidRPr="00F95FBD" w:rsidRDefault="00241EA1" w:rsidP="00241EA1">
      <w:pPr>
        <w:pStyle w:val="Textbezodsazen"/>
      </w:pPr>
    </w:p>
    <w:p w14:paraId="1E849BFC" w14:textId="77777777" w:rsidR="00241EA1" w:rsidRPr="00F95FBD" w:rsidRDefault="00241EA1" w:rsidP="00241EA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41EA1" w:rsidRPr="00F95FBD" w14:paraId="0DA21F7E"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0C1FA" w14:textId="77777777" w:rsidR="00241EA1" w:rsidRPr="00F95FBD" w:rsidRDefault="00241EA1" w:rsidP="00F8210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7AFE6CD5" w14:textId="77777777" w:rsidR="00241EA1" w:rsidRPr="001F518E"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14:paraId="6C3506B1"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F9EDED8" w14:textId="77777777" w:rsidR="00241EA1" w:rsidRPr="00F95FBD" w:rsidRDefault="00241EA1" w:rsidP="00F8210A">
            <w:pPr>
              <w:pStyle w:val="Tabulka"/>
              <w:rPr>
                <w:rStyle w:val="Nadpisvtabulce"/>
                <w:b w:val="0"/>
              </w:rPr>
            </w:pPr>
            <w:r>
              <w:rPr>
                <w:rStyle w:val="Nadpisvtabulce"/>
                <w:b w:val="0"/>
              </w:rPr>
              <w:t>Adresa</w:t>
            </w:r>
          </w:p>
        </w:tc>
        <w:tc>
          <w:tcPr>
            <w:tcW w:w="5812" w:type="dxa"/>
          </w:tcPr>
          <w:p w14:paraId="2CD7D58B" w14:textId="77777777" w:rsidR="00241EA1" w:rsidRDefault="00241EA1" w:rsidP="00F8210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F27FD80"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41EA1" w:rsidRPr="00F95FBD" w14:paraId="7A6F13F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494EA36B" w14:textId="77777777" w:rsidR="00241EA1" w:rsidRPr="00F95FBD" w:rsidRDefault="00241EA1" w:rsidP="00F8210A">
            <w:pPr>
              <w:pStyle w:val="Tabulka"/>
            </w:pPr>
            <w:r w:rsidRPr="00F95FBD">
              <w:t>E-mail</w:t>
            </w:r>
          </w:p>
        </w:tc>
        <w:tc>
          <w:tcPr>
            <w:tcW w:w="5812" w:type="dxa"/>
          </w:tcPr>
          <w:p w14:paraId="68E02818"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14:paraId="0405ED01"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25D85C8" w14:textId="77777777" w:rsidR="00241EA1" w:rsidRPr="00F95FBD" w:rsidRDefault="00241EA1" w:rsidP="00F8210A">
            <w:pPr>
              <w:pStyle w:val="Tabulka"/>
            </w:pPr>
            <w:r w:rsidRPr="00F95FBD">
              <w:t>Telefon</w:t>
            </w:r>
          </w:p>
        </w:tc>
        <w:tc>
          <w:tcPr>
            <w:tcW w:w="5812" w:type="dxa"/>
          </w:tcPr>
          <w:p w14:paraId="28E2132A"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62026C" w14:textId="77777777" w:rsidR="00241EA1" w:rsidRPr="00F95FBD" w:rsidRDefault="00241EA1" w:rsidP="00241EA1">
      <w:pPr>
        <w:pStyle w:val="Textbezodsazen"/>
      </w:pPr>
    </w:p>
    <w:p w14:paraId="3503D8E1" w14:textId="77777777" w:rsidR="00241EA1" w:rsidRPr="00F95FBD" w:rsidRDefault="00241EA1" w:rsidP="00241EA1">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41EA1" w:rsidRPr="00F95FBD" w14:paraId="189BE1E9"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A3FC16" w14:textId="77777777" w:rsidR="00241EA1" w:rsidRPr="00F95FBD" w:rsidRDefault="00241EA1" w:rsidP="00F8210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10ADBB8" w14:textId="77777777" w:rsidR="00241EA1" w:rsidRPr="001F518E"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14:paraId="666748D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F3666BD" w14:textId="77777777" w:rsidR="00241EA1" w:rsidRPr="00F95FBD" w:rsidRDefault="00241EA1" w:rsidP="00F8210A">
            <w:pPr>
              <w:pStyle w:val="Tabulka"/>
              <w:rPr>
                <w:rStyle w:val="Nadpisvtabulce"/>
                <w:b w:val="0"/>
              </w:rPr>
            </w:pPr>
            <w:r>
              <w:rPr>
                <w:rStyle w:val="Nadpisvtabulce"/>
                <w:b w:val="0"/>
              </w:rPr>
              <w:t>Adresa</w:t>
            </w:r>
          </w:p>
        </w:tc>
        <w:tc>
          <w:tcPr>
            <w:tcW w:w="5812" w:type="dxa"/>
          </w:tcPr>
          <w:p w14:paraId="55101D63" w14:textId="77777777" w:rsidR="00241EA1" w:rsidRDefault="00241EA1" w:rsidP="00F8210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644546A"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41EA1" w:rsidRPr="00F95FBD" w14:paraId="2A816C41"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3613964" w14:textId="77777777" w:rsidR="00241EA1" w:rsidRPr="00F95FBD" w:rsidRDefault="00241EA1" w:rsidP="00F8210A">
            <w:pPr>
              <w:pStyle w:val="Tabulka"/>
            </w:pPr>
            <w:r w:rsidRPr="00F95FBD">
              <w:t>E-mail</w:t>
            </w:r>
          </w:p>
        </w:tc>
        <w:tc>
          <w:tcPr>
            <w:tcW w:w="5812" w:type="dxa"/>
          </w:tcPr>
          <w:p w14:paraId="63E38565"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14:paraId="3E967264"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4222B70E" w14:textId="77777777" w:rsidR="00241EA1" w:rsidRPr="00F95FBD" w:rsidRDefault="00241EA1" w:rsidP="00F8210A">
            <w:pPr>
              <w:pStyle w:val="Tabulka"/>
            </w:pPr>
            <w:r w:rsidRPr="00F95FBD">
              <w:t>Telefon</w:t>
            </w:r>
          </w:p>
        </w:tc>
        <w:tc>
          <w:tcPr>
            <w:tcW w:w="5812" w:type="dxa"/>
          </w:tcPr>
          <w:p w14:paraId="48D56BD4"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CAF4005" w14:textId="77777777" w:rsidR="00241EA1" w:rsidRPr="00F95FBD" w:rsidRDefault="00241EA1" w:rsidP="00241EA1">
      <w:pPr>
        <w:pStyle w:val="Textbezodsazen"/>
      </w:pPr>
    </w:p>
    <w:p w14:paraId="5A37C38D" w14:textId="77777777" w:rsidR="00241EA1" w:rsidRPr="000C2B01" w:rsidRDefault="00241EA1" w:rsidP="00241EA1">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41EA1" w:rsidRPr="000C2B01" w14:paraId="33D75011"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5D9DB" w14:textId="77777777" w:rsidR="00241EA1" w:rsidRPr="000C2B01" w:rsidRDefault="00241EA1" w:rsidP="00F8210A">
            <w:pPr>
              <w:pStyle w:val="Tabulka"/>
              <w:rPr>
                <w:rStyle w:val="Nadpisvtabulce"/>
                <w:b w:val="0"/>
              </w:rPr>
            </w:pPr>
            <w:r w:rsidRPr="000C2B01">
              <w:rPr>
                <w:rStyle w:val="Nadpisvtabulce"/>
                <w:b w:val="0"/>
              </w:rPr>
              <w:t>Jméno a příjmení</w:t>
            </w:r>
          </w:p>
        </w:tc>
        <w:tc>
          <w:tcPr>
            <w:tcW w:w="5812" w:type="dxa"/>
          </w:tcPr>
          <w:p w14:paraId="0093740A" w14:textId="77777777" w:rsidR="00241EA1" w:rsidRPr="000C2B01"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41EA1" w:rsidRPr="000C2B01" w14:paraId="58D98A0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6276B00" w14:textId="77777777" w:rsidR="00241EA1" w:rsidRPr="000C2B01" w:rsidRDefault="00241EA1" w:rsidP="00F8210A">
            <w:pPr>
              <w:pStyle w:val="Tabulka"/>
              <w:rPr>
                <w:rStyle w:val="Nadpisvtabulce"/>
                <w:b w:val="0"/>
              </w:rPr>
            </w:pPr>
            <w:r>
              <w:rPr>
                <w:rStyle w:val="Nadpisvtabulce"/>
                <w:b w:val="0"/>
              </w:rPr>
              <w:t>Adresa</w:t>
            </w:r>
          </w:p>
        </w:tc>
        <w:tc>
          <w:tcPr>
            <w:tcW w:w="5812" w:type="dxa"/>
          </w:tcPr>
          <w:p w14:paraId="1140C7A4" w14:textId="77777777" w:rsidR="00241EA1" w:rsidRDefault="00241EA1" w:rsidP="00F8210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D379845" w14:textId="77777777" w:rsidR="00241EA1" w:rsidRPr="000C2B0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41EA1" w:rsidRPr="000C2B01" w14:paraId="63A26BA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C90E4DE" w14:textId="77777777" w:rsidR="00241EA1" w:rsidRPr="000C2B01" w:rsidRDefault="00241EA1" w:rsidP="00F8210A">
            <w:pPr>
              <w:pStyle w:val="Tabulka"/>
            </w:pPr>
            <w:r w:rsidRPr="000C2B01">
              <w:t>E-mail</w:t>
            </w:r>
          </w:p>
        </w:tc>
        <w:tc>
          <w:tcPr>
            <w:tcW w:w="5812" w:type="dxa"/>
          </w:tcPr>
          <w:p w14:paraId="4DA8E693" w14:textId="77777777" w:rsidR="00241EA1" w:rsidRPr="000C2B0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41EA1" w:rsidRPr="000C2B01" w14:paraId="290CCE14"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9087567" w14:textId="77777777" w:rsidR="00241EA1" w:rsidRPr="000C2B01" w:rsidRDefault="00241EA1" w:rsidP="00F8210A">
            <w:pPr>
              <w:pStyle w:val="Tabulka"/>
            </w:pPr>
            <w:r w:rsidRPr="000C2B01">
              <w:t>Telefon</w:t>
            </w:r>
          </w:p>
        </w:tc>
        <w:tc>
          <w:tcPr>
            <w:tcW w:w="5812" w:type="dxa"/>
          </w:tcPr>
          <w:p w14:paraId="048CCFCE" w14:textId="77777777" w:rsidR="00241EA1" w:rsidRPr="000C2B0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B4AB09A" w14:textId="77777777" w:rsidR="00241EA1" w:rsidRPr="00F95FBD" w:rsidRDefault="00241EA1" w:rsidP="00241EA1">
      <w:pPr>
        <w:pStyle w:val="Textbezodsazen"/>
      </w:pPr>
    </w:p>
    <w:p w14:paraId="2B65EDE5" w14:textId="77777777" w:rsidR="00241EA1" w:rsidRPr="00F95FBD" w:rsidRDefault="00241EA1" w:rsidP="00241EA1">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41EA1" w:rsidRPr="00F95FBD" w14:paraId="1EBEC7E8"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643E0A" w14:textId="77777777"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0ACC2ED" w14:textId="77777777" w:rsidR="00241EA1" w:rsidRPr="001F518E"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14:paraId="366F52E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807CDED" w14:textId="77777777" w:rsidR="00241EA1" w:rsidRPr="00F95FBD" w:rsidRDefault="00241EA1" w:rsidP="00F8210A">
            <w:pPr>
              <w:pStyle w:val="Tabulka"/>
            </w:pPr>
            <w:r w:rsidRPr="00F95FBD">
              <w:t>Adresa</w:t>
            </w:r>
          </w:p>
        </w:tc>
        <w:tc>
          <w:tcPr>
            <w:tcW w:w="5812" w:type="dxa"/>
          </w:tcPr>
          <w:p w14:paraId="7E73AAE0"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14:paraId="717F7F72"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7CC47C0" w14:textId="77777777" w:rsidR="00241EA1" w:rsidRPr="00F95FBD" w:rsidRDefault="00241EA1" w:rsidP="00F8210A">
            <w:pPr>
              <w:pStyle w:val="Tabulka"/>
            </w:pPr>
            <w:r w:rsidRPr="00F95FBD">
              <w:t>E-mail</w:t>
            </w:r>
          </w:p>
        </w:tc>
        <w:tc>
          <w:tcPr>
            <w:tcW w:w="5812" w:type="dxa"/>
          </w:tcPr>
          <w:p w14:paraId="22E976CE"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14:paraId="0990362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4349249C" w14:textId="77777777" w:rsidR="00241EA1" w:rsidRPr="00F95FBD" w:rsidRDefault="00241EA1" w:rsidP="00F8210A">
            <w:pPr>
              <w:pStyle w:val="Tabulka"/>
            </w:pPr>
            <w:r w:rsidRPr="00F95FBD">
              <w:t>Telefon</w:t>
            </w:r>
          </w:p>
        </w:tc>
        <w:tc>
          <w:tcPr>
            <w:tcW w:w="5812" w:type="dxa"/>
          </w:tcPr>
          <w:p w14:paraId="680E5999"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C79208B" w14:textId="77777777" w:rsidR="00241EA1" w:rsidRPr="00F95FBD" w:rsidRDefault="00241EA1" w:rsidP="00241EA1">
      <w:pPr>
        <w:pStyle w:val="Textbezodsazen"/>
      </w:pPr>
    </w:p>
    <w:p w14:paraId="4DE27A2B" w14:textId="77777777" w:rsidR="00241EA1" w:rsidRPr="00F95FBD" w:rsidRDefault="00241EA1" w:rsidP="00241EA1">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41EA1" w:rsidRPr="00F95FBD" w14:paraId="4B1139E6"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759F43" w14:textId="77777777"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F6B8670" w14:textId="77777777" w:rsidR="00241EA1" w:rsidRPr="001F518E"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14:paraId="23ABA914"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EE703C5" w14:textId="77777777" w:rsidR="00241EA1" w:rsidRPr="00F95FBD" w:rsidRDefault="00241EA1" w:rsidP="00F8210A">
            <w:pPr>
              <w:pStyle w:val="Tabulka"/>
            </w:pPr>
            <w:r w:rsidRPr="00F95FBD">
              <w:t>Adresa</w:t>
            </w:r>
          </w:p>
        </w:tc>
        <w:tc>
          <w:tcPr>
            <w:tcW w:w="5812" w:type="dxa"/>
          </w:tcPr>
          <w:p w14:paraId="2F8886E4"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14:paraId="4CE636F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0B822C5A" w14:textId="77777777" w:rsidR="00241EA1" w:rsidRPr="00F95FBD" w:rsidRDefault="00241EA1" w:rsidP="00F8210A">
            <w:pPr>
              <w:pStyle w:val="Tabulka"/>
            </w:pPr>
            <w:r w:rsidRPr="00F95FBD">
              <w:t>E-mail</w:t>
            </w:r>
          </w:p>
        </w:tc>
        <w:tc>
          <w:tcPr>
            <w:tcW w:w="5812" w:type="dxa"/>
          </w:tcPr>
          <w:p w14:paraId="1BEC2222"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41EA1" w:rsidRPr="00F95FBD" w14:paraId="3539572D"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6D84A13" w14:textId="77777777" w:rsidR="00241EA1" w:rsidRPr="00F95FBD" w:rsidRDefault="00241EA1" w:rsidP="00F8210A">
            <w:pPr>
              <w:pStyle w:val="Tabulka"/>
            </w:pPr>
            <w:r w:rsidRPr="00F95FBD">
              <w:t>Telefon</w:t>
            </w:r>
          </w:p>
        </w:tc>
        <w:tc>
          <w:tcPr>
            <w:tcW w:w="5812" w:type="dxa"/>
          </w:tcPr>
          <w:p w14:paraId="229E7D4A" w14:textId="77777777" w:rsidR="00241EA1" w:rsidRPr="001F518E"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D22446" w14:textId="77777777" w:rsidR="00241EA1" w:rsidRDefault="00241EA1" w:rsidP="00241EA1">
      <w:pPr>
        <w:pStyle w:val="Textbezodsazen"/>
      </w:pPr>
    </w:p>
    <w:p w14:paraId="5FC683D8" w14:textId="77777777" w:rsidR="00241EA1" w:rsidRPr="00F95FBD" w:rsidRDefault="00241EA1" w:rsidP="00241EA1">
      <w:pPr>
        <w:pStyle w:val="Nadpisbezsl1-2"/>
      </w:pPr>
      <w:r>
        <w:t>Za Zhotovitele:</w:t>
      </w:r>
    </w:p>
    <w:p w14:paraId="5DBCDD65" w14:textId="77777777" w:rsidR="00241EA1" w:rsidRPr="00F95FBD" w:rsidRDefault="00241EA1" w:rsidP="00241EA1">
      <w:pPr>
        <w:pStyle w:val="Nadpistabulky"/>
        <w:rPr>
          <w:sz w:val="18"/>
          <w:szCs w:val="18"/>
        </w:rPr>
      </w:pPr>
      <w:r>
        <w:rPr>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241EA1" w:rsidRPr="00F95FBD" w14:paraId="2AFAE644"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86430F" w14:textId="77777777" w:rsidR="00241EA1" w:rsidRPr="00F95FBD" w:rsidRDefault="00241EA1" w:rsidP="00F8210A">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6C7685A" w14:textId="77777777" w:rsidR="00241EA1" w:rsidRPr="00F95FBD" w:rsidRDefault="00241EA1" w:rsidP="00F8210A">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14:paraId="46FB942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6608090" w14:textId="77777777" w:rsidR="00241EA1" w:rsidRPr="00F95FBD" w:rsidRDefault="00241EA1" w:rsidP="00F8210A">
            <w:pPr>
              <w:pStyle w:val="Tabulka"/>
              <w:keepNext/>
            </w:pPr>
            <w:r w:rsidRPr="00F95FBD">
              <w:t>Adresa</w:t>
            </w:r>
          </w:p>
        </w:tc>
        <w:tc>
          <w:tcPr>
            <w:tcW w:w="5812" w:type="dxa"/>
          </w:tcPr>
          <w:p w14:paraId="6F31078D" w14:textId="77777777" w:rsidR="00241EA1" w:rsidRPr="00F95FBD" w:rsidRDefault="00241EA1" w:rsidP="00F8210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5354A9E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C6F4D3F" w14:textId="77777777" w:rsidR="00241EA1" w:rsidRPr="00F95FBD" w:rsidRDefault="00241EA1" w:rsidP="00F8210A">
            <w:pPr>
              <w:pStyle w:val="Tabulka"/>
              <w:keepNext/>
            </w:pPr>
            <w:r w:rsidRPr="00F95FBD">
              <w:t>E-mail</w:t>
            </w:r>
          </w:p>
        </w:tc>
        <w:tc>
          <w:tcPr>
            <w:tcW w:w="5812" w:type="dxa"/>
          </w:tcPr>
          <w:p w14:paraId="14F342C1" w14:textId="77777777" w:rsidR="00241EA1" w:rsidRPr="00F95FBD" w:rsidRDefault="00241EA1" w:rsidP="00F8210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09437FD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207AB55" w14:textId="77777777" w:rsidR="00241EA1" w:rsidRPr="00F95FBD" w:rsidRDefault="00241EA1" w:rsidP="00F8210A">
            <w:pPr>
              <w:pStyle w:val="Tabulka"/>
            </w:pPr>
            <w:r w:rsidRPr="00F95FBD">
              <w:t>Telefon</w:t>
            </w:r>
          </w:p>
        </w:tc>
        <w:tc>
          <w:tcPr>
            <w:tcW w:w="5812" w:type="dxa"/>
          </w:tcPr>
          <w:p w14:paraId="2B44CB99"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BBA49" w14:textId="77777777" w:rsidR="00241EA1" w:rsidRPr="00F95FBD" w:rsidRDefault="00241EA1" w:rsidP="00241EA1">
      <w:pPr>
        <w:pStyle w:val="Tabulka"/>
      </w:pPr>
    </w:p>
    <w:p w14:paraId="74766D4A" w14:textId="77777777" w:rsidR="00241EA1" w:rsidRPr="00F95FBD" w:rsidRDefault="00241EA1" w:rsidP="00241EA1">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41EA1" w:rsidRPr="00F95FBD" w14:paraId="5C21010F"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4BA9F0" w14:textId="77777777"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7C35858" w14:textId="77777777"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14:paraId="7CDDDAB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9327529" w14:textId="77777777" w:rsidR="00241EA1" w:rsidRPr="00F95FBD" w:rsidRDefault="00241EA1" w:rsidP="00F8210A">
            <w:pPr>
              <w:pStyle w:val="Tabulka"/>
            </w:pPr>
            <w:r w:rsidRPr="00F95FBD">
              <w:t>Adresa</w:t>
            </w:r>
          </w:p>
        </w:tc>
        <w:tc>
          <w:tcPr>
            <w:tcW w:w="5812" w:type="dxa"/>
          </w:tcPr>
          <w:p w14:paraId="1FC5A87F"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1591F3DD"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61B87DF" w14:textId="77777777" w:rsidR="00241EA1" w:rsidRPr="00F95FBD" w:rsidRDefault="00241EA1" w:rsidP="00F8210A">
            <w:pPr>
              <w:pStyle w:val="Tabulka"/>
            </w:pPr>
            <w:r w:rsidRPr="00F95FBD">
              <w:t>E-mail</w:t>
            </w:r>
          </w:p>
        </w:tc>
        <w:tc>
          <w:tcPr>
            <w:tcW w:w="5812" w:type="dxa"/>
          </w:tcPr>
          <w:p w14:paraId="4938729E"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6B3490E3"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B451E4F" w14:textId="77777777" w:rsidR="00241EA1" w:rsidRPr="00F95FBD" w:rsidRDefault="00241EA1" w:rsidP="00F8210A">
            <w:pPr>
              <w:pStyle w:val="Tabulka"/>
            </w:pPr>
            <w:r w:rsidRPr="00F95FBD">
              <w:t>Telefon</w:t>
            </w:r>
          </w:p>
        </w:tc>
        <w:tc>
          <w:tcPr>
            <w:tcW w:w="5812" w:type="dxa"/>
          </w:tcPr>
          <w:p w14:paraId="45A878F1"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A73E6A" w14:textId="77777777" w:rsidR="00241EA1" w:rsidRPr="00F95FBD" w:rsidRDefault="00241EA1" w:rsidP="00241EA1">
      <w:pPr>
        <w:pStyle w:val="Tabulka"/>
      </w:pPr>
    </w:p>
    <w:p w14:paraId="5D123C5A" w14:textId="77777777" w:rsidR="00241EA1" w:rsidRPr="00F95FBD" w:rsidRDefault="00241EA1" w:rsidP="00241EA1">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41EA1" w:rsidRPr="00F95FBD" w14:paraId="3EDFFF1E"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A22C5A" w14:textId="77777777"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B8C4280" w14:textId="77777777"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14:paraId="0644C69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24AFAD7" w14:textId="77777777" w:rsidR="00241EA1" w:rsidRPr="00F95FBD" w:rsidRDefault="00241EA1" w:rsidP="00F8210A">
            <w:pPr>
              <w:pStyle w:val="Tabulka"/>
            </w:pPr>
            <w:r w:rsidRPr="00F95FBD">
              <w:t>Adresa</w:t>
            </w:r>
          </w:p>
        </w:tc>
        <w:tc>
          <w:tcPr>
            <w:tcW w:w="5812" w:type="dxa"/>
          </w:tcPr>
          <w:p w14:paraId="0185D4E3"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3209BA43"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7830BDD" w14:textId="77777777" w:rsidR="00241EA1" w:rsidRPr="00F95FBD" w:rsidRDefault="00241EA1" w:rsidP="00F8210A">
            <w:pPr>
              <w:pStyle w:val="Tabulka"/>
            </w:pPr>
            <w:r w:rsidRPr="00F95FBD">
              <w:t>E-mail</w:t>
            </w:r>
          </w:p>
        </w:tc>
        <w:tc>
          <w:tcPr>
            <w:tcW w:w="5812" w:type="dxa"/>
          </w:tcPr>
          <w:p w14:paraId="196AD212"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48315B6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A3B7171" w14:textId="77777777" w:rsidR="00241EA1" w:rsidRPr="00F95FBD" w:rsidRDefault="00241EA1" w:rsidP="00F8210A">
            <w:pPr>
              <w:pStyle w:val="Tabulka"/>
            </w:pPr>
            <w:r w:rsidRPr="00F95FBD">
              <w:t>Telefon</w:t>
            </w:r>
          </w:p>
        </w:tc>
        <w:tc>
          <w:tcPr>
            <w:tcW w:w="5812" w:type="dxa"/>
          </w:tcPr>
          <w:p w14:paraId="157BC496"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C22A38" w14:textId="77777777" w:rsidR="00241EA1" w:rsidRPr="002A7B96" w:rsidRDefault="00241EA1" w:rsidP="00241EA1">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10DA539B" w14:textId="77777777" w:rsidR="00241EA1" w:rsidRPr="00F95FBD" w:rsidRDefault="00241EA1" w:rsidP="00241EA1">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41EA1" w:rsidRPr="00F95FBD" w14:paraId="1267842C"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C609B3" w14:textId="77777777"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26EDED6" w14:textId="77777777"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14:paraId="4762673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84649F4" w14:textId="77777777" w:rsidR="00241EA1" w:rsidRPr="00F95FBD" w:rsidRDefault="00241EA1" w:rsidP="00F8210A">
            <w:pPr>
              <w:pStyle w:val="Tabulka"/>
            </w:pPr>
            <w:r w:rsidRPr="00F95FBD">
              <w:t>Adresa</w:t>
            </w:r>
          </w:p>
        </w:tc>
        <w:tc>
          <w:tcPr>
            <w:tcW w:w="5812" w:type="dxa"/>
          </w:tcPr>
          <w:p w14:paraId="2B8FD16F"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6D1FF42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51E854B" w14:textId="77777777" w:rsidR="00241EA1" w:rsidRPr="00F95FBD" w:rsidRDefault="00241EA1" w:rsidP="00F8210A">
            <w:pPr>
              <w:pStyle w:val="Tabulka"/>
            </w:pPr>
            <w:r w:rsidRPr="00F95FBD">
              <w:t>E-mail</w:t>
            </w:r>
          </w:p>
        </w:tc>
        <w:tc>
          <w:tcPr>
            <w:tcW w:w="5812" w:type="dxa"/>
          </w:tcPr>
          <w:p w14:paraId="1EEC5FB2"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349AC94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DE63064" w14:textId="77777777" w:rsidR="00241EA1" w:rsidRPr="00F95FBD" w:rsidRDefault="00241EA1" w:rsidP="00F8210A">
            <w:pPr>
              <w:pStyle w:val="Tabulka"/>
            </w:pPr>
            <w:r w:rsidRPr="00F95FBD">
              <w:t>Telefon</w:t>
            </w:r>
          </w:p>
        </w:tc>
        <w:tc>
          <w:tcPr>
            <w:tcW w:w="5812" w:type="dxa"/>
          </w:tcPr>
          <w:p w14:paraId="02DB5D66"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287D9E" w14:textId="77777777" w:rsidR="00241EA1" w:rsidRPr="00F95FBD" w:rsidRDefault="00241EA1" w:rsidP="00241EA1">
      <w:pPr>
        <w:pStyle w:val="Tabulka"/>
      </w:pPr>
    </w:p>
    <w:p w14:paraId="7967D230" w14:textId="77777777" w:rsidR="00241EA1" w:rsidRPr="00F95FBD" w:rsidRDefault="00241EA1" w:rsidP="00241EA1">
      <w:pPr>
        <w:pStyle w:val="Nadpistabulky"/>
        <w:rPr>
          <w:sz w:val="18"/>
          <w:szCs w:val="18"/>
        </w:rPr>
      </w:pPr>
      <w:r w:rsidRPr="00F95FBD">
        <w:rPr>
          <w:sz w:val="18"/>
          <w:szCs w:val="18"/>
        </w:rPr>
        <w:t xml:space="preserve">Specialista (vedoucí prací) na </w:t>
      </w:r>
      <w:r>
        <w:rPr>
          <w:sz w:val="18"/>
          <w:szCs w:val="18"/>
        </w:rPr>
        <w:t>železniční svršek a spodek</w:t>
      </w:r>
    </w:p>
    <w:tbl>
      <w:tblPr>
        <w:tblStyle w:val="Tabulka10"/>
        <w:tblW w:w="8868" w:type="dxa"/>
        <w:tblLook w:val="04A0" w:firstRow="1" w:lastRow="0" w:firstColumn="1" w:lastColumn="0" w:noHBand="0" w:noVBand="1"/>
      </w:tblPr>
      <w:tblGrid>
        <w:gridCol w:w="3056"/>
        <w:gridCol w:w="5812"/>
      </w:tblGrid>
      <w:tr w:rsidR="00241EA1" w:rsidRPr="00F95FBD" w14:paraId="1CA4D35B"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779B2" w14:textId="77777777"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70457B1" w14:textId="77777777"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14:paraId="20FBE7C9"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A4D0A6B" w14:textId="77777777" w:rsidR="00241EA1" w:rsidRPr="00F95FBD" w:rsidRDefault="00241EA1" w:rsidP="00F8210A">
            <w:pPr>
              <w:pStyle w:val="Tabulka"/>
            </w:pPr>
            <w:r w:rsidRPr="00F95FBD">
              <w:t>Adresa</w:t>
            </w:r>
          </w:p>
        </w:tc>
        <w:tc>
          <w:tcPr>
            <w:tcW w:w="5812" w:type="dxa"/>
          </w:tcPr>
          <w:p w14:paraId="7895AC32"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56854731"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AF7D9F7" w14:textId="77777777" w:rsidR="00241EA1" w:rsidRPr="00F95FBD" w:rsidRDefault="00241EA1" w:rsidP="00F8210A">
            <w:pPr>
              <w:pStyle w:val="Tabulka"/>
            </w:pPr>
            <w:r w:rsidRPr="00F95FBD">
              <w:t>E-mail</w:t>
            </w:r>
          </w:p>
        </w:tc>
        <w:tc>
          <w:tcPr>
            <w:tcW w:w="5812" w:type="dxa"/>
          </w:tcPr>
          <w:p w14:paraId="1171D1AB"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2D95986F"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5208F3DF" w14:textId="77777777" w:rsidR="00241EA1" w:rsidRPr="00F95FBD" w:rsidRDefault="00241EA1" w:rsidP="00F8210A">
            <w:pPr>
              <w:pStyle w:val="Tabulka"/>
            </w:pPr>
            <w:r w:rsidRPr="00F95FBD">
              <w:t>Telefon</w:t>
            </w:r>
          </w:p>
        </w:tc>
        <w:tc>
          <w:tcPr>
            <w:tcW w:w="5812" w:type="dxa"/>
          </w:tcPr>
          <w:p w14:paraId="3C80A062"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05A314" w14:textId="77777777" w:rsidR="00241EA1" w:rsidRPr="00F95FBD" w:rsidRDefault="00241EA1" w:rsidP="00241EA1">
      <w:pPr>
        <w:pStyle w:val="Tabulka"/>
      </w:pPr>
    </w:p>
    <w:p w14:paraId="764E1E6A" w14:textId="77777777" w:rsidR="00241EA1" w:rsidRPr="00F95FBD" w:rsidRDefault="00241EA1" w:rsidP="00241EA1">
      <w:pPr>
        <w:pStyle w:val="Nadpistabulky"/>
        <w:rPr>
          <w:sz w:val="18"/>
          <w:szCs w:val="18"/>
        </w:rPr>
      </w:pPr>
      <w:r w:rsidRPr="00F95FBD">
        <w:rPr>
          <w:sz w:val="18"/>
          <w:szCs w:val="18"/>
        </w:rPr>
        <w:t xml:space="preserve">Specialista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241EA1" w:rsidRPr="00F95FBD" w14:paraId="227C5ABB"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F1B4C8" w14:textId="77777777"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CB12244" w14:textId="77777777"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14:paraId="63ABBFC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7B16B1D" w14:textId="77777777" w:rsidR="00241EA1" w:rsidRPr="00F95FBD" w:rsidRDefault="00241EA1" w:rsidP="00F8210A">
            <w:pPr>
              <w:pStyle w:val="Tabulka"/>
            </w:pPr>
            <w:r w:rsidRPr="00F95FBD">
              <w:t>Adresa</w:t>
            </w:r>
          </w:p>
        </w:tc>
        <w:tc>
          <w:tcPr>
            <w:tcW w:w="5812" w:type="dxa"/>
          </w:tcPr>
          <w:p w14:paraId="0C66ED56"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2042759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4EE81BD7" w14:textId="77777777" w:rsidR="00241EA1" w:rsidRPr="00F95FBD" w:rsidRDefault="00241EA1" w:rsidP="00F8210A">
            <w:pPr>
              <w:pStyle w:val="Tabulka"/>
            </w:pPr>
            <w:r w:rsidRPr="00F95FBD">
              <w:t>E-mail</w:t>
            </w:r>
          </w:p>
        </w:tc>
        <w:tc>
          <w:tcPr>
            <w:tcW w:w="5812" w:type="dxa"/>
          </w:tcPr>
          <w:p w14:paraId="3980E0F2"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344D524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0A5D4E2" w14:textId="77777777" w:rsidR="00241EA1" w:rsidRPr="00F95FBD" w:rsidRDefault="00241EA1" w:rsidP="00F8210A">
            <w:pPr>
              <w:pStyle w:val="Tabulka"/>
            </w:pPr>
            <w:r w:rsidRPr="00F95FBD">
              <w:t>Telefon</w:t>
            </w:r>
          </w:p>
        </w:tc>
        <w:tc>
          <w:tcPr>
            <w:tcW w:w="5812" w:type="dxa"/>
          </w:tcPr>
          <w:p w14:paraId="64E4B053"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59ED0C" w14:textId="77777777" w:rsidR="00241EA1" w:rsidRPr="00F95FBD" w:rsidRDefault="00241EA1" w:rsidP="00241EA1">
      <w:pPr>
        <w:pStyle w:val="Tabulka"/>
      </w:pPr>
    </w:p>
    <w:p w14:paraId="35E79FE1" w14:textId="77777777" w:rsidR="00241EA1" w:rsidRPr="00F95FBD" w:rsidRDefault="00241EA1" w:rsidP="00241EA1">
      <w:pPr>
        <w:pStyle w:val="Nadpistabulky"/>
        <w:rPr>
          <w:sz w:val="18"/>
          <w:szCs w:val="18"/>
        </w:rPr>
      </w:pPr>
      <w:r w:rsidRPr="006511B4">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241EA1" w:rsidRPr="00F95FBD" w14:paraId="0981DAD8"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ED4F43" w14:textId="77777777"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8066C9E" w14:textId="77777777"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14:paraId="3C6B63AA"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55B54418" w14:textId="77777777" w:rsidR="00241EA1" w:rsidRPr="00F95FBD" w:rsidRDefault="00241EA1" w:rsidP="00F8210A">
            <w:pPr>
              <w:pStyle w:val="Tabulka"/>
            </w:pPr>
            <w:r w:rsidRPr="00F95FBD">
              <w:t>Adresa</w:t>
            </w:r>
          </w:p>
        </w:tc>
        <w:tc>
          <w:tcPr>
            <w:tcW w:w="5812" w:type="dxa"/>
          </w:tcPr>
          <w:p w14:paraId="26022C54"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055A19EF"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EDB3FBB" w14:textId="77777777" w:rsidR="00241EA1" w:rsidRPr="00F95FBD" w:rsidRDefault="00241EA1" w:rsidP="00F8210A">
            <w:pPr>
              <w:pStyle w:val="Tabulka"/>
            </w:pPr>
            <w:r w:rsidRPr="00F95FBD">
              <w:t>E-mail</w:t>
            </w:r>
          </w:p>
        </w:tc>
        <w:tc>
          <w:tcPr>
            <w:tcW w:w="5812" w:type="dxa"/>
          </w:tcPr>
          <w:p w14:paraId="3C28D402"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6786CB7E"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CA1AB0E" w14:textId="77777777" w:rsidR="00241EA1" w:rsidRPr="00F95FBD" w:rsidRDefault="00241EA1" w:rsidP="00F8210A">
            <w:pPr>
              <w:pStyle w:val="Tabulka"/>
            </w:pPr>
            <w:r w:rsidRPr="00F95FBD">
              <w:t>Telefon</w:t>
            </w:r>
          </w:p>
        </w:tc>
        <w:tc>
          <w:tcPr>
            <w:tcW w:w="5812" w:type="dxa"/>
          </w:tcPr>
          <w:p w14:paraId="112C31FF"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398208" w14:textId="77777777" w:rsidR="00241EA1" w:rsidRPr="00F95FBD" w:rsidRDefault="00241EA1" w:rsidP="00241EA1">
      <w:pPr>
        <w:pStyle w:val="Tabulka"/>
      </w:pPr>
    </w:p>
    <w:p w14:paraId="6E3E3DE7" w14:textId="77777777" w:rsidR="00241EA1" w:rsidRPr="00F95FBD" w:rsidRDefault="00241EA1" w:rsidP="00241EA1">
      <w:pPr>
        <w:pStyle w:val="Tabulka"/>
      </w:pPr>
    </w:p>
    <w:p w14:paraId="64D9AE51" w14:textId="77777777" w:rsidR="00241EA1" w:rsidRPr="00F95FBD" w:rsidRDefault="00241EA1" w:rsidP="00241EA1">
      <w:pPr>
        <w:pStyle w:val="Nadpistabulky"/>
        <w:rPr>
          <w:sz w:val="18"/>
          <w:szCs w:val="18"/>
        </w:rPr>
      </w:pPr>
      <w:r w:rsidRPr="00F95FBD">
        <w:rPr>
          <w:sz w:val="18"/>
          <w:szCs w:val="18"/>
        </w:rPr>
        <w:t xml:space="preserve">Osoba odpovědná </w:t>
      </w:r>
      <w:r w:rsidRPr="006511B4">
        <w:rPr>
          <w:sz w:val="18"/>
          <w:szCs w:val="18"/>
        </w:rPr>
        <w:t xml:space="preserve">za realizační </w:t>
      </w:r>
      <w:r>
        <w:rPr>
          <w:sz w:val="18"/>
          <w:szCs w:val="18"/>
        </w:rPr>
        <w:t>dokumentaci sdělovacího a zabezpečovacího zařízení</w:t>
      </w:r>
    </w:p>
    <w:tbl>
      <w:tblPr>
        <w:tblStyle w:val="Tabulka10"/>
        <w:tblW w:w="8868" w:type="dxa"/>
        <w:tblLook w:val="04A0" w:firstRow="1" w:lastRow="0" w:firstColumn="1" w:lastColumn="0" w:noHBand="0" w:noVBand="1"/>
      </w:tblPr>
      <w:tblGrid>
        <w:gridCol w:w="3056"/>
        <w:gridCol w:w="5812"/>
      </w:tblGrid>
      <w:tr w:rsidR="00241EA1" w:rsidRPr="00F95FBD" w14:paraId="40DFA417"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014CBE" w14:textId="77777777"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2E9DD67" w14:textId="77777777"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14:paraId="7A27372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5EA6E0DE" w14:textId="77777777" w:rsidR="00241EA1" w:rsidRPr="00F95FBD" w:rsidRDefault="00241EA1" w:rsidP="00F8210A">
            <w:pPr>
              <w:pStyle w:val="Tabulka"/>
            </w:pPr>
            <w:r w:rsidRPr="00F95FBD">
              <w:t>Adresa</w:t>
            </w:r>
          </w:p>
        </w:tc>
        <w:tc>
          <w:tcPr>
            <w:tcW w:w="5812" w:type="dxa"/>
          </w:tcPr>
          <w:p w14:paraId="430D8EAC"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2A157553"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4D7B7E67" w14:textId="77777777" w:rsidR="00241EA1" w:rsidRPr="00F95FBD" w:rsidRDefault="00241EA1" w:rsidP="00F8210A">
            <w:pPr>
              <w:pStyle w:val="Tabulka"/>
            </w:pPr>
            <w:r w:rsidRPr="00F95FBD">
              <w:t>E-mail</w:t>
            </w:r>
          </w:p>
        </w:tc>
        <w:tc>
          <w:tcPr>
            <w:tcW w:w="5812" w:type="dxa"/>
          </w:tcPr>
          <w:p w14:paraId="15AD07EB"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236EDF6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442B86A" w14:textId="77777777" w:rsidR="00241EA1" w:rsidRPr="00F95FBD" w:rsidRDefault="00241EA1" w:rsidP="00F8210A">
            <w:pPr>
              <w:pStyle w:val="Tabulka"/>
            </w:pPr>
            <w:r w:rsidRPr="00F95FBD">
              <w:t>Telefon</w:t>
            </w:r>
          </w:p>
        </w:tc>
        <w:tc>
          <w:tcPr>
            <w:tcW w:w="5812" w:type="dxa"/>
          </w:tcPr>
          <w:p w14:paraId="5EA96404"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7DF046" w14:textId="77777777" w:rsidR="00241EA1" w:rsidRDefault="00241EA1" w:rsidP="00241EA1">
      <w:pPr>
        <w:pStyle w:val="Tabulka"/>
      </w:pPr>
    </w:p>
    <w:p w14:paraId="4D77968E" w14:textId="77777777" w:rsidR="00241EA1" w:rsidRPr="00F95FBD" w:rsidRDefault="00241EA1" w:rsidP="00241EA1">
      <w:pPr>
        <w:pStyle w:val="Tabulka"/>
      </w:pPr>
    </w:p>
    <w:p w14:paraId="7FD7996D" w14:textId="77777777" w:rsidR="00241EA1" w:rsidRPr="00F95FBD" w:rsidRDefault="00241EA1" w:rsidP="00241EA1">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41EA1" w:rsidRPr="00F95FBD" w14:paraId="44F43040"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25F49E" w14:textId="77777777" w:rsidR="00241EA1" w:rsidRPr="00F95FBD" w:rsidRDefault="00241EA1" w:rsidP="00F821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4261B5B" w14:textId="77777777" w:rsidR="00241EA1" w:rsidRPr="00F95FBD"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41EA1" w:rsidRPr="00F95FBD" w14:paraId="1FD0CC4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6EBD7F2" w14:textId="77777777" w:rsidR="00241EA1" w:rsidRPr="00F95FBD" w:rsidRDefault="00241EA1" w:rsidP="00F8210A">
            <w:pPr>
              <w:pStyle w:val="Tabulka"/>
            </w:pPr>
            <w:r w:rsidRPr="00F95FBD">
              <w:t>Adresa</w:t>
            </w:r>
          </w:p>
        </w:tc>
        <w:tc>
          <w:tcPr>
            <w:tcW w:w="5812" w:type="dxa"/>
          </w:tcPr>
          <w:p w14:paraId="00C850CF"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34A794D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8396051" w14:textId="77777777" w:rsidR="00241EA1" w:rsidRPr="00F95FBD" w:rsidRDefault="00241EA1" w:rsidP="00F8210A">
            <w:pPr>
              <w:pStyle w:val="Tabulka"/>
            </w:pPr>
            <w:r w:rsidRPr="00F95FBD">
              <w:t>E-mail</w:t>
            </w:r>
          </w:p>
        </w:tc>
        <w:tc>
          <w:tcPr>
            <w:tcW w:w="5812" w:type="dxa"/>
          </w:tcPr>
          <w:p w14:paraId="3C30BBF6"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5E5626BF"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C069ED4" w14:textId="77777777" w:rsidR="00241EA1" w:rsidRPr="00F95FBD" w:rsidRDefault="00241EA1" w:rsidP="00F8210A">
            <w:pPr>
              <w:pStyle w:val="Tabulka"/>
            </w:pPr>
            <w:r w:rsidRPr="00F95FBD">
              <w:t>Telefon</w:t>
            </w:r>
          </w:p>
        </w:tc>
        <w:tc>
          <w:tcPr>
            <w:tcW w:w="5812" w:type="dxa"/>
          </w:tcPr>
          <w:p w14:paraId="4507FBDD" w14:textId="77777777" w:rsidR="00241EA1" w:rsidRPr="00F95FBD"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1968F2" w14:textId="77777777" w:rsidR="00241EA1" w:rsidRDefault="00241EA1" w:rsidP="00241EA1">
      <w:pPr>
        <w:pStyle w:val="Tabulka"/>
      </w:pPr>
    </w:p>
    <w:p w14:paraId="2BDBD38C" w14:textId="77777777" w:rsidR="00241EA1" w:rsidRDefault="00241EA1" w:rsidP="00241EA1">
      <w:pPr>
        <w:pStyle w:val="Textbezodsazen"/>
      </w:pPr>
      <w:r>
        <w:t>Osoby oprávněné jednat ve věcech smluvních a obchodních jsou oprávněny v rámci této Smlouvy vést s druhou stranou jednání obchodního a smluvního charakteru.</w:t>
      </w:r>
    </w:p>
    <w:p w14:paraId="2B4F6E37" w14:textId="77777777" w:rsidR="00241EA1" w:rsidRDefault="00241EA1" w:rsidP="00241EA1">
      <w:pPr>
        <w:pStyle w:val="Textbezodsazen"/>
      </w:pPr>
      <w:r>
        <w:t>Osoby oprávněné jednat ve věcech technických a realizačních jsou oprávněny v rámci této Smlouvy vést s druhou stranou jednání technického charakteru. Dále jsou oprávněny provádět činnosti a úkony, o nichž to stanoví tato Smlouva.</w:t>
      </w:r>
    </w:p>
    <w:p w14:paraId="2143EAFB" w14:textId="77777777" w:rsidR="00241EA1" w:rsidRDefault="00241EA1" w:rsidP="00241EA1">
      <w:pPr>
        <w:pStyle w:val="Textbezodsazen"/>
        <w:sectPr w:rsidR="00241EA1"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59A5F19" w14:textId="77777777" w:rsidR="00241EA1" w:rsidRDefault="00241EA1" w:rsidP="00241EA1">
      <w:pPr>
        <w:pStyle w:val="Nadpisbezsl1-1"/>
      </w:pPr>
      <w:r>
        <w:lastRenderedPageBreak/>
        <w:t>Příloha č. 7</w:t>
      </w:r>
    </w:p>
    <w:p w14:paraId="4E3F1999" w14:textId="77777777" w:rsidR="00241EA1" w:rsidRDefault="00241EA1" w:rsidP="00241EA1">
      <w:pPr>
        <w:pStyle w:val="Nadpisbezsl1-2"/>
      </w:pPr>
      <w:r>
        <w:t>Seznam požadovaných pojištění</w:t>
      </w:r>
    </w:p>
    <w:p w14:paraId="65C5E26A" w14:textId="77777777" w:rsidR="00241EA1" w:rsidRPr="007C5289" w:rsidRDefault="00241EA1" w:rsidP="00241EA1">
      <w:pPr>
        <w:pStyle w:val="Textbezodsazen"/>
        <w:rPr>
          <w:rStyle w:val="Tun"/>
        </w:rPr>
      </w:pPr>
      <w:r w:rsidRPr="007C5289">
        <w:rPr>
          <w:rStyle w:val="Tun"/>
        </w:rPr>
        <w:t>Objednatel vyžaduje, aby Zhotovitel</w:t>
      </w:r>
      <w:r>
        <w:rPr>
          <w:rStyle w:val="Tun"/>
        </w:rPr>
        <w:t xml:space="preserve"> v </w:t>
      </w:r>
      <w:r w:rsidRPr="007C5289">
        <w:rPr>
          <w:rStyle w:val="Tun"/>
        </w:rPr>
        <w:t>souladu se Smlouvou prokázal následující pojištění:</w:t>
      </w:r>
    </w:p>
    <w:p w14:paraId="738BE28F" w14:textId="77777777" w:rsidR="00241EA1" w:rsidRPr="00F95FBD" w:rsidRDefault="00241EA1" w:rsidP="00241EA1">
      <w:pPr>
        <w:pStyle w:val="Tabulka"/>
      </w:pPr>
    </w:p>
    <w:tbl>
      <w:tblPr>
        <w:tblStyle w:val="Tabulka10"/>
        <w:tblW w:w="8868" w:type="dxa"/>
        <w:tblLook w:val="04A0" w:firstRow="1" w:lastRow="0" w:firstColumn="1" w:lastColumn="0" w:noHBand="0" w:noVBand="1"/>
      </w:tblPr>
      <w:tblGrid>
        <w:gridCol w:w="4332"/>
        <w:gridCol w:w="4536"/>
      </w:tblGrid>
      <w:tr w:rsidR="00241EA1" w:rsidRPr="00F95FBD" w14:paraId="4852E443"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87F70EC" w14:textId="77777777" w:rsidR="00241EA1" w:rsidRPr="00F95FBD" w:rsidRDefault="00241EA1" w:rsidP="00F8210A">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2C1BFA02" w14:textId="77777777" w:rsidR="00241EA1" w:rsidRPr="007C5289"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241EA1" w:rsidRPr="00F95FBD" w14:paraId="3FB7777C" w14:textId="77777777" w:rsidTr="00F8210A">
        <w:tc>
          <w:tcPr>
            <w:cnfStyle w:val="001000000000" w:firstRow="0" w:lastRow="0" w:firstColumn="1" w:lastColumn="0" w:oddVBand="0" w:evenVBand="0" w:oddHBand="0" w:evenHBand="0" w:firstRowFirstColumn="0" w:firstRowLastColumn="0" w:lastRowFirstColumn="0" w:lastRowLastColumn="0"/>
            <w:tcW w:w="4332" w:type="dxa"/>
          </w:tcPr>
          <w:p w14:paraId="2F0BA765" w14:textId="77777777" w:rsidR="00241EA1" w:rsidRPr="00F95FBD" w:rsidRDefault="00241EA1" w:rsidP="00F8210A">
            <w:pPr>
              <w:pStyle w:val="Tabulka"/>
            </w:pPr>
            <w:r w:rsidRPr="007C5289">
              <w:t>Pojištění Díla minimálně proti poškození nebo zničení požárem, výbuchem, úderem blesku</w:t>
            </w:r>
            <w:r>
              <w:t xml:space="preserve"> a </w:t>
            </w:r>
            <w:r w:rsidRPr="007C5289">
              <w:t>nárazem nebo zřícením letadla, povodní, záplavou, vichřicí, krupobitím, sesuvem půdy, zřícením skal či zemin, lavinami, pádem stromů, stožárů</w:t>
            </w:r>
            <w:r>
              <w:t xml:space="preserve"> a </w:t>
            </w:r>
            <w:r w:rsidRPr="007C5289">
              <w:t>jiných předmětů, zemětřesením, tíhou sněhu</w:t>
            </w:r>
            <w:r>
              <w:t xml:space="preserve"> a </w:t>
            </w:r>
            <w:r w:rsidRPr="007C5289">
              <w:t>námrazy, vodou vytékající</w:t>
            </w:r>
            <w:r>
              <w:t xml:space="preserve"> z </w:t>
            </w:r>
            <w:r w:rsidRPr="007C5289">
              <w:t>vodovodních zařízení</w:t>
            </w:r>
            <w:r>
              <w:t xml:space="preserve"> a </w:t>
            </w:r>
            <w:r w:rsidRPr="007C5289">
              <w:t>dále pro případ odcizení nebo úmyslného poškození stavebních součástí,</w:t>
            </w:r>
            <w:r>
              <w:t xml:space="preserve"> a </w:t>
            </w:r>
            <w:r w:rsidRPr="007C5289">
              <w:t>to včetně pojištění stavebních</w:t>
            </w:r>
            <w:r>
              <w:t xml:space="preserve"> a </w:t>
            </w:r>
            <w:r w:rsidRPr="007C5289">
              <w:t>montážních výkonů.</w:t>
            </w:r>
          </w:p>
        </w:tc>
        <w:tc>
          <w:tcPr>
            <w:tcW w:w="4536" w:type="dxa"/>
          </w:tcPr>
          <w:p w14:paraId="6D21AB59" w14:textId="77777777" w:rsidR="00241EA1" w:rsidRPr="007C528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401226">
              <w:rPr>
                <w:highlight w:val="yellow"/>
              </w:rPr>
              <w:t>Na toto místo bude jako minimální výše pojistného plnění vložena částka, která bude odpovídat výši Ceny Díla bez DPH, kterou uchazeč včlení do těla závazného vzoru Smlouvy předloženého v nabídce uchazeče</w:t>
            </w:r>
          </w:p>
        </w:tc>
      </w:tr>
      <w:tr w:rsidR="00241EA1" w:rsidRPr="00F95FBD" w14:paraId="78871E6F" w14:textId="77777777" w:rsidTr="00F8210A">
        <w:tc>
          <w:tcPr>
            <w:cnfStyle w:val="001000000000" w:firstRow="0" w:lastRow="0" w:firstColumn="1" w:lastColumn="0" w:oddVBand="0" w:evenVBand="0" w:oddHBand="0" w:evenHBand="0" w:firstRowFirstColumn="0" w:firstRowLastColumn="0" w:lastRowFirstColumn="0" w:lastRowLastColumn="0"/>
            <w:tcW w:w="4332" w:type="dxa"/>
          </w:tcPr>
          <w:p w14:paraId="7C6F9727" w14:textId="77777777" w:rsidR="00241EA1" w:rsidRPr="00F95FBD" w:rsidRDefault="00241EA1" w:rsidP="00F8210A">
            <w:pPr>
              <w:pStyle w:val="Tabulka"/>
            </w:pPr>
            <w:r w:rsidRPr="007C5289">
              <w:t>Pojištění odpovědnosti za škodu způsobenou Zhotovitelem při výkonu podnikatelské činnosti třetím osobám</w:t>
            </w:r>
            <w:r w:rsidRPr="00F95FBD">
              <w:t xml:space="preserve"> </w:t>
            </w:r>
          </w:p>
        </w:tc>
        <w:tc>
          <w:tcPr>
            <w:tcW w:w="4536" w:type="dxa"/>
          </w:tcPr>
          <w:p w14:paraId="60069B77" w14:textId="77777777" w:rsidR="00241EA1" w:rsidRPr="007C528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401226">
              <w:t>Minimálně 30 mil. Kč na jednu pojistnou událost a 50 mil. Kč v úhrnu za rok</w:t>
            </w:r>
            <w:r w:rsidRPr="007C5289">
              <w:t xml:space="preserve"> </w:t>
            </w:r>
          </w:p>
        </w:tc>
      </w:tr>
    </w:tbl>
    <w:p w14:paraId="72A79257" w14:textId="77777777" w:rsidR="00241EA1" w:rsidRPr="00D701DC" w:rsidRDefault="00241EA1" w:rsidP="00241EA1">
      <w:pPr>
        <w:pStyle w:val="Textbezodsazen"/>
      </w:pPr>
    </w:p>
    <w:p w14:paraId="21A603ED" w14:textId="77777777" w:rsidR="00241EA1" w:rsidRPr="00D701DC" w:rsidRDefault="00241EA1" w:rsidP="00241EA1">
      <w:pPr>
        <w:pStyle w:val="Textbezodsazen"/>
      </w:pPr>
    </w:p>
    <w:p w14:paraId="78F1595C" w14:textId="77777777" w:rsidR="00241EA1" w:rsidRPr="00D701DC" w:rsidRDefault="00241EA1" w:rsidP="00241EA1">
      <w:pPr>
        <w:pStyle w:val="Textbezodsazen"/>
      </w:pPr>
    </w:p>
    <w:p w14:paraId="5DFE1C73" w14:textId="77777777" w:rsidR="00241EA1" w:rsidRPr="00D701DC" w:rsidRDefault="00241EA1" w:rsidP="00241EA1">
      <w:pPr>
        <w:pStyle w:val="Textbezodsazen"/>
      </w:pPr>
    </w:p>
    <w:p w14:paraId="789655B2" w14:textId="77777777" w:rsidR="00241EA1" w:rsidRPr="00D701DC" w:rsidRDefault="00241EA1" w:rsidP="00241EA1">
      <w:pPr>
        <w:pStyle w:val="Textbezodsazen"/>
      </w:pPr>
    </w:p>
    <w:p w14:paraId="3A627969" w14:textId="77777777" w:rsidR="00241EA1" w:rsidRDefault="00241EA1" w:rsidP="00241EA1">
      <w:pPr>
        <w:pStyle w:val="Tabulka"/>
        <w:sectPr w:rsidR="00241EA1"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6ED892C6" w14:textId="77777777" w:rsidR="00241EA1" w:rsidRDefault="00241EA1" w:rsidP="00241EA1">
      <w:pPr>
        <w:pStyle w:val="Nadpisbezsl1-1"/>
      </w:pPr>
      <w:r>
        <w:lastRenderedPageBreak/>
        <w:t>Příloha č. 8</w:t>
      </w:r>
    </w:p>
    <w:p w14:paraId="0583A9C6" w14:textId="77777777" w:rsidR="00241EA1" w:rsidRDefault="00241EA1" w:rsidP="00241EA1">
      <w:pPr>
        <w:pStyle w:val="Nadpisbezsl1-2"/>
      </w:pPr>
      <w:r>
        <w:t>Seznam poddodavatelů</w:t>
      </w:r>
    </w:p>
    <w:p w14:paraId="2714BD84" w14:textId="77777777" w:rsidR="00241EA1" w:rsidRDefault="00241EA1" w:rsidP="00241EA1">
      <w:pPr>
        <w:pStyle w:val="Tabulka"/>
      </w:pPr>
    </w:p>
    <w:tbl>
      <w:tblPr>
        <w:tblStyle w:val="Tabulka10"/>
        <w:tblW w:w="8860" w:type="dxa"/>
        <w:tblLook w:val="04A0" w:firstRow="1" w:lastRow="0" w:firstColumn="1" w:lastColumn="0" w:noHBand="0" w:noVBand="1"/>
      </w:tblPr>
      <w:tblGrid>
        <w:gridCol w:w="2774"/>
        <w:gridCol w:w="3129"/>
        <w:gridCol w:w="2957"/>
      </w:tblGrid>
      <w:tr w:rsidR="00241EA1" w:rsidRPr="00F95FBD" w14:paraId="0B01A833"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1B72759" w14:textId="77777777" w:rsidR="00241EA1" w:rsidRPr="0030003A" w:rsidRDefault="00241EA1" w:rsidP="00F8210A">
            <w:pPr>
              <w:pStyle w:val="Tabulka"/>
              <w:rPr>
                <w:rStyle w:val="Nadpisvtabulce"/>
                <w:caps/>
              </w:rPr>
            </w:pPr>
            <w:r w:rsidRPr="0030003A">
              <w:rPr>
                <w:rStyle w:val="Nadpisvtabulce"/>
                <w:caps/>
              </w:rPr>
              <w:t>Identifikace poddodavatele</w:t>
            </w:r>
          </w:p>
          <w:p w14:paraId="4A6D7C97" w14:textId="77777777" w:rsidR="00241EA1" w:rsidRPr="00F95FBD" w:rsidRDefault="00241EA1" w:rsidP="00F8210A">
            <w:pPr>
              <w:pStyle w:val="Tabulka"/>
              <w:rPr>
                <w:rStyle w:val="Nadpisvtabulce"/>
              </w:rPr>
            </w:pPr>
            <w:r w:rsidRPr="00F95FBD">
              <w:rPr>
                <w:rStyle w:val="Nadpisvtabulce"/>
              </w:rPr>
              <w:t>(obchodní firma, sídlo</w:t>
            </w:r>
            <w:r>
              <w:rPr>
                <w:rStyle w:val="Nadpisvtabulce"/>
              </w:rPr>
              <w:t xml:space="preserve"> a </w:t>
            </w:r>
            <w:r w:rsidRPr="00F95FBD">
              <w:rPr>
                <w:rStyle w:val="Nadpisvtabulce"/>
              </w:rPr>
              <w:t>IČO)</w:t>
            </w:r>
          </w:p>
        </w:tc>
        <w:tc>
          <w:tcPr>
            <w:tcW w:w="3129" w:type="dxa"/>
            <w:vAlign w:val="top"/>
          </w:tcPr>
          <w:p w14:paraId="65517EFA" w14:textId="77777777" w:rsidR="00241EA1" w:rsidRPr="0030003A"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28119A9" w14:textId="77777777" w:rsidR="00241EA1" w:rsidRPr="00F95FBD"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Pr>
                <w:b/>
              </w:rPr>
              <w:t xml:space="preserve"> a </w:t>
            </w:r>
            <w:r w:rsidRPr="00F762A8">
              <w:rPr>
                <w:b/>
              </w:rPr>
              <w:t>názvů jednotlivých PS</w:t>
            </w:r>
            <w:r>
              <w:rPr>
                <w:b/>
              </w:rPr>
              <w:t xml:space="preserve"> a </w:t>
            </w:r>
            <w:r w:rsidRPr="00F762A8">
              <w:rPr>
                <w:b/>
              </w:rPr>
              <w:t>SO</w:t>
            </w:r>
            <w:r w:rsidRPr="00B249EA">
              <w:rPr>
                <w:b/>
                <w:color w:val="FF0000"/>
              </w:rPr>
              <w:t xml:space="preserve"> </w:t>
            </w:r>
            <w:r w:rsidRPr="00AD57AF">
              <w:rPr>
                <w:b/>
              </w:rPr>
              <w:t>případně jiným vhodným způsobem, nelze-li označit dle SO</w:t>
            </w:r>
            <w:r>
              <w:rPr>
                <w:b/>
              </w:rPr>
              <w:t xml:space="preserve"> a </w:t>
            </w:r>
            <w:r w:rsidRPr="00AD57AF">
              <w:rPr>
                <w:b/>
              </w:rPr>
              <w:t>PS</w:t>
            </w:r>
            <w:r w:rsidRPr="00F762A8">
              <w:rPr>
                <w:b/>
              </w:rPr>
              <w:t>)</w:t>
            </w:r>
          </w:p>
        </w:tc>
        <w:tc>
          <w:tcPr>
            <w:tcW w:w="2957" w:type="dxa"/>
            <w:vAlign w:val="top"/>
          </w:tcPr>
          <w:p w14:paraId="2DC21DE5" w14:textId="77777777" w:rsidR="00241EA1" w:rsidRPr="0030003A"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Pr>
                <w:b/>
                <w:caps/>
              </w:rPr>
              <w:t xml:space="preserve"> v </w:t>
            </w:r>
            <w:r w:rsidRPr="0030003A">
              <w:rPr>
                <w:b/>
                <w:caps/>
              </w:rPr>
              <w:t>%</w:t>
            </w:r>
            <w:r>
              <w:rPr>
                <w:b/>
                <w:caps/>
              </w:rPr>
              <w:t xml:space="preserve"> z </w:t>
            </w:r>
            <w:r w:rsidRPr="0030003A">
              <w:rPr>
                <w:b/>
                <w:caps/>
              </w:rPr>
              <w:t>Celkové ceny díla</w:t>
            </w:r>
          </w:p>
        </w:tc>
      </w:tr>
      <w:tr w:rsidR="00241EA1" w:rsidRPr="00F95FBD" w14:paraId="6E66C32D" w14:textId="77777777" w:rsidTr="00F8210A">
        <w:tc>
          <w:tcPr>
            <w:cnfStyle w:val="001000000000" w:firstRow="0" w:lastRow="0" w:firstColumn="1" w:lastColumn="0" w:oddVBand="0" w:evenVBand="0" w:oddHBand="0" w:evenHBand="0" w:firstRowFirstColumn="0" w:firstRowLastColumn="0" w:lastRowFirstColumn="0" w:lastRowLastColumn="0"/>
            <w:tcW w:w="2774" w:type="dxa"/>
          </w:tcPr>
          <w:p w14:paraId="599E5403" w14:textId="77777777" w:rsidR="00241EA1" w:rsidRPr="00F95FBD" w:rsidRDefault="00241EA1" w:rsidP="00F8210A">
            <w:pPr>
              <w:pStyle w:val="Tabulka"/>
            </w:pPr>
            <w:r w:rsidRPr="00F95FBD">
              <w:rPr>
                <w:highlight w:val="yellow"/>
              </w:rPr>
              <w:t>[VLOŽÍ ZHOTOVITEL]</w:t>
            </w:r>
          </w:p>
        </w:tc>
        <w:tc>
          <w:tcPr>
            <w:tcW w:w="3129" w:type="dxa"/>
          </w:tcPr>
          <w:p w14:paraId="2A09ECBB" w14:textId="77777777" w:rsidR="00241EA1" w:rsidRPr="00F95FBD"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CB7C27" w14:textId="77777777" w:rsidR="00241EA1" w:rsidRPr="00F95FBD"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418B928E" w14:textId="77777777" w:rsidTr="00F8210A">
        <w:tc>
          <w:tcPr>
            <w:cnfStyle w:val="001000000000" w:firstRow="0" w:lastRow="0" w:firstColumn="1" w:lastColumn="0" w:oddVBand="0" w:evenVBand="0" w:oddHBand="0" w:evenHBand="0" w:firstRowFirstColumn="0" w:firstRowLastColumn="0" w:lastRowFirstColumn="0" w:lastRowLastColumn="0"/>
            <w:tcW w:w="2774" w:type="dxa"/>
          </w:tcPr>
          <w:p w14:paraId="775A7B79" w14:textId="77777777" w:rsidR="00241EA1" w:rsidRPr="00F95FBD" w:rsidRDefault="00241EA1" w:rsidP="00F8210A">
            <w:pPr>
              <w:pStyle w:val="Tabulka"/>
            </w:pPr>
            <w:r w:rsidRPr="00F95FBD">
              <w:rPr>
                <w:highlight w:val="yellow"/>
              </w:rPr>
              <w:t>[VLOŽÍ ZHOTOVITEL]</w:t>
            </w:r>
          </w:p>
        </w:tc>
        <w:tc>
          <w:tcPr>
            <w:tcW w:w="3129" w:type="dxa"/>
          </w:tcPr>
          <w:p w14:paraId="653FC0F9" w14:textId="77777777" w:rsidR="00241EA1" w:rsidRPr="00F95FBD"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DAFF93" w14:textId="77777777" w:rsidR="00241EA1" w:rsidRPr="00F95FBD"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41EA1" w:rsidRPr="00F95FBD" w14:paraId="2E30E6DF" w14:textId="77777777" w:rsidTr="00F8210A">
        <w:tc>
          <w:tcPr>
            <w:cnfStyle w:val="001000000000" w:firstRow="0" w:lastRow="0" w:firstColumn="1" w:lastColumn="0" w:oddVBand="0" w:evenVBand="0" w:oddHBand="0" w:evenHBand="0" w:firstRowFirstColumn="0" w:firstRowLastColumn="0" w:lastRowFirstColumn="0" w:lastRowLastColumn="0"/>
            <w:tcW w:w="2774" w:type="dxa"/>
          </w:tcPr>
          <w:p w14:paraId="2282177F" w14:textId="77777777" w:rsidR="00241EA1" w:rsidRPr="00F95FBD" w:rsidRDefault="00241EA1" w:rsidP="00F8210A">
            <w:pPr>
              <w:pStyle w:val="Tabulka"/>
            </w:pPr>
            <w:r w:rsidRPr="00F95FBD">
              <w:rPr>
                <w:highlight w:val="yellow"/>
              </w:rPr>
              <w:t>[VLOŽÍ ZHOTOVITEL]</w:t>
            </w:r>
          </w:p>
        </w:tc>
        <w:tc>
          <w:tcPr>
            <w:tcW w:w="3129" w:type="dxa"/>
          </w:tcPr>
          <w:p w14:paraId="73CC28AB" w14:textId="77777777" w:rsidR="00241EA1" w:rsidRPr="00F95FBD"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A411789" w14:textId="77777777" w:rsidR="00241EA1" w:rsidRPr="00F95FBD"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15B57B" w14:textId="77777777" w:rsidR="00241EA1" w:rsidRPr="00F95FBD" w:rsidRDefault="00241EA1" w:rsidP="00241EA1">
      <w:pPr>
        <w:pStyle w:val="Textbezodsazen"/>
      </w:pPr>
    </w:p>
    <w:p w14:paraId="4CDFF990" w14:textId="77777777" w:rsidR="00241EA1" w:rsidRPr="00F95FBD" w:rsidRDefault="00241EA1" w:rsidP="00241EA1">
      <w:pPr>
        <w:pStyle w:val="Textbezodsazen"/>
      </w:pPr>
    </w:p>
    <w:p w14:paraId="4775E6E6" w14:textId="77777777" w:rsidR="00241EA1" w:rsidRDefault="00241EA1" w:rsidP="00241EA1">
      <w:pPr>
        <w:pStyle w:val="Textbezodsazen"/>
      </w:pPr>
    </w:p>
    <w:p w14:paraId="1127DA60" w14:textId="77777777" w:rsidR="00241EA1" w:rsidRDefault="00241EA1" w:rsidP="00241EA1">
      <w:pPr>
        <w:pStyle w:val="Textbezodsazen"/>
      </w:pPr>
    </w:p>
    <w:p w14:paraId="40F16007" w14:textId="77777777" w:rsidR="00241EA1" w:rsidRDefault="00241EA1" w:rsidP="00241EA1">
      <w:pPr>
        <w:pStyle w:val="Textbezodsazen"/>
      </w:pPr>
    </w:p>
    <w:p w14:paraId="06FDCD81" w14:textId="77777777" w:rsidR="00241EA1" w:rsidRDefault="00241EA1" w:rsidP="00241EA1">
      <w:pPr>
        <w:pStyle w:val="Textbezodsazen"/>
      </w:pPr>
    </w:p>
    <w:p w14:paraId="51C182FD" w14:textId="77777777" w:rsidR="00241EA1" w:rsidRDefault="00241EA1" w:rsidP="00241EA1">
      <w:pPr>
        <w:pStyle w:val="Textbezodsazen"/>
      </w:pPr>
    </w:p>
    <w:p w14:paraId="07CAF570" w14:textId="77777777" w:rsidR="00241EA1" w:rsidRDefault="00241EA1" w:rsidP="00241EA1">
      <w:pPr>
        <w:pStyle w:val="Textbezodsazen"/>
      </w:pPr>
    </w:p>
    <w:p w14:paraId="10366EC8" w14:textId="77777777" w:rsidR="00241EA1" w:rsidRDefault="00241EA1" w:rsidP="00241EA1">
      <w:pPr>
        <w:pStyle w:val="Textbezodsazen"/>
      </w:pPr>
    </w:p>
    <w:p w14:paraId="13449EC3" w14:textId="77777777" w:rsidR="00241EA1" w:rsidRDefault="00241EA1" w:rsidP="00241EA1">
      <w:pPr>
        <w:pStyle w:val="Textbezodsazen"/>
      </w:pPr>
    </w:p>
    <w:p w14:paraId="4A8B69D8" w14:textId="77777777" w:rsidR="00241EA1" w:rsidRDefault="00241EA1" w:rsidP="00241EA1">
      <w:pPr>
        <w:pStyle w:val="Textbezodsazen"/>
      </w:pPr>
    </w:p>
    <w:p w14:paraId="6168567D" w14:textId="77777777" w:rsidR="00241EA1" w:rsidRDefault="00241EA1" w:rsidP="00241EA1">
      <w:pPr>
        <w:pStyle w:val="Textbezodsazen"/>
      </w:pPr>
    </w:p>
    <w:p w14:paraId="7ACADD23" w14:textId="77777777" w:rsidR="00241EA1" w:rsidRDefault="00241EA1" w:rsidP="00241EA1">
      <w:pPr>
        <w:pStyle w:val="Textbezodsazen"/>
      </w:pPr>
    </w:p>
    <w:p w14:paraId="53927EDA" w14:textId="77777777" w:rsidR="00241EA1" w:rsidRDefault="00241EA1" w:rsidP="00241EA1">
      <w:pPr>
        <w:pStyle w:val="Textbezodsazen"/>
      </w:pPr>
    </w:p>
    <w:p w14:paraId="361943D8" w14:textId="77777777" w:rsidR="00241EA1" w:rsidRDefault="00241EA1" w:rsidP="00241EA1">
      <w:pPr>
        <w:pStyle w:val="Textbezodsazen"/>
      </w:pPr>
    </w:p>
    <w:p w14:paraId="024C765C" w14:textId="77777777" w:rsidR="00241EA1" w:rsidRDefault="00241EA1" w:rsidP="00241EA1">
      <w:pPr>
        <w:pStyle w:val="Textbezodsazen"/>
      </w:pPr>
    </w:p>
    <w:p w14:paraId="4A656670" w14:textId="77777777" w:rsidR="00241EA1" w:rsidRDefault="00241EA1" w:rsidP="00241EA1">
      <w:pPr>
        <w:pStyle w:val="Textbezodsazen"/>
      </w:pPr>
    </w:p>
    <w:p w14:paraId="2F17A750" w14:textId="77777777" w:rsidR="00241EA1" w:rsidRDefault="00241EA1" w:rsidP="00241EA1">
      <w:pPr>
        <w:pStyle w:val="Textbezodsazen"/>
      </w:pPr>
    </w:p>
    <w:p w14:paraId="397A83A0" w14:textId="77777777" w:rsidR="00241EA1" w:rsidRDefault="00241EA1" w:rsidP="00241EA1">
      <w:pPr>
        <w:pStyle w:val="Textbezodsazen"/>
      </w:pPr>
    </w:p>
    <w:p w14:paraId="2C18699E" w14:textId="77777777" w:rsidR="00241EA1" w:rsidRDefault="00241EA1" w:rsidP="00241EA1">
      <w:pPr>
        <w:pStyle w:val="Tabulka"/>
        <w:sectPr w:rsidR="00241EA1"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F9899BB" w14:textId="77777777" w:rsidR="00241EA1" w:rsidRDefault="00241EA1" w:rsidP="00241EA1">
      <w:pPr>
        <w:pStyle w:val="Nadpisbezsl1-1"/>
      </w:pPr>
      <w:r>
        <w:lastRenderedPageBreak/>
        <w:t>Příloha č. 9</w:t>
      </w:r>
    </w:p>
    <w:p w14:paraId="5C4E71C6" w14:textId="77777777" w:rsidR="00241EA1" w:rsidRDefault="00241EA1" w:rsidP="00241EA1">
      <w:pPr>
        <w:pStyle w:val="Nadpisbezsl1-2"/>
      </w:pPr>
      <w:r>
        <w:t>Zmocnění Vedoucího Zhotovitele</w:t>
      </w:r>
    </w:p>
    <w:p w14:paraId="486FA6C6" w14:textId="77777777" w:rsidR="00241EA1" w:rsidRDefault="00241EA1" w:rsidP="00241EA1">
      <w:pPr>
        <w:pStyle w:val="Textbezodsazen"/>
      </w:pPr>
    </w:p>
    <w:p w14:paraId="7E5DDEB4" w14:textId="77777777" w:rsidR="00241EA1" w:rsidRDefault="00241EA1" w:rsidP="00241EA1">
      <w:pPr>
        <w:pStyle w:val="Textbezodsazen"/>
      </w:pPr>
    </w:p>
    <w:p w14:paraId="7235AB5B" w14:textId="77777777" w:rsidR="00241EA1" w:rsidRDefault="00241EA1" w:rsidP="00241EA1">
      <w:pPr>
        <w:pStyle w:val="Textbezodsazen"/>
      </w:pPr>
    </w:p>
    <w:p w14:paraId="0FFBA797" w14:textId="77777777" w:rsidR="00241EA1" w:rsidRDefault="00241EA1" w:rsidP="00241EA1">
      <w:pPr>
        <w:pStyle w:val="Textbezodsazen"/>
      </w:pPr>
    </w:p>
    <w:p w14:paraId="44590420" w14:textId="77777777" w:rsidR="00241EA1" w:rsidRDefault="00241EA1" w:rsidP="00241EA1">
      <w:pPr>
        <w:pStyle w:val="Textbezodsazen"/>
      </w:pPr>
    </w:p>
    <w:p w14:paraId="26002947" w14:textId="77777777" w:rsidR="00241EA1" w:rsidRDefault="00241EA1" w:rsidP="00241EA1">
      <w:pPr>
        <w:pStyle w:val="Textbezodsazen"/>
      </w:pPr>
    </w:p>
    <w:p w14:paraId="6F3C409D" w14:textId="77777777" w:rsidR="00241EA1" w:rsidRDefault="00241EA1" w:rsidP="00241EA1">
      <w:pPr>
        <w:pStyle w:val="Textbezodsazen"/>
      </w:pPr>
    </w:p>
    <w:p w14:paraId="7587AD3C" w14:textId="77777777" w:rsidR="00241EA1" w:rsidRDefault="00241EA1" w:rsidP="00241EA1">
      <w:pPr>
        <w:pStyle w:val="Textbezodsazen"/>
      </w:pPr>
    </w:p>
    <w:p w14:paraId="710DCDB5" w14:textId="77777777" w:rsidR="00241EA1" w:rsidRDefault="00241EA1" w:rsidP="00241EA1">
      <w:pPr>
        <w:pStyle w:val="Textbezodsazen"/>
      </w:pPr>
    </w:p>
    <w:p w14:paraId="39997CC9" w14:textId="77777777" w:rsidR="00241EA1" w:rsidRDefault="00241EA1" w:rsidP="00241EA1">
      <w:pPr>
        <w:pStyle w:val="Textbezodsazen"/>
      </w:pPr>
    </w:p>
    <w:p w14:paraId="5054F160" w14:textId="77777777" w:rsidR="00241EA1" w:rsidRDefault="00241EA1" w:rsidP="00241EA1">
      <w:pPr>
        <w:pStyle w:val="Textbezodsazen"/>
      </w:pPr>
    </w:p>
    <w:p w14:paraId="65BCDF37" w14:textId="77777777" w:rsidR="00241EA1" w:rsidRDefault="00241EA1" w:rsidP="00241EA1">
      <w:pPr>
        <w:pStyle w:val="Textbezodsazen"/>
      </w:pPr>
    </w:p>
    <w:p w14:paraId="19CC3E0A" w14:textId="77777777" w:rsidR="00241EA1" w:rsidRDefault="00241EA1" w:rsidP="00241EA1">
      <w:pPr>
        <w:pStyle w:val="Textbezodsazen"/>
      </w:pPr>
    </w:p>
    <w:p w14:paraId="4B74BF2D" w14:textId="77777777" w:rsidR="00241EA1" w:rsidRDefault="00241EA1" w:rsidP="00241EA1">
      <w:pPr>
        <w:pStyle w:val="Textbezodsazen"/>
      </w:pPr>
    </w:p>
    <w:p w14:paraId="58D70E5E" w14:textId="77777777" w:rsidR="00241EA1" w:rsidRDefault="00241EA1" w:rsidP="00241EA1">
      <w:pPr>
        <w:pStyle w:val="Textbezodsazen"/>
      </w:pPr>
    </w:p>
    <w:p w14:paraId="4D4F1100" w14:textId="77777777" w:rsidR="00241EA1" w:rsidRDefault="00241EA1" w:rsidP="00241EA1">
      <w:pPr>
        <w:pStyle w:val="Textbezodsazen"/>
      </w:pPr>
    </w:p>
    <w:p w14:paraId="6D4C1992" w14:textId="77777777" w:rsidR="00241EA1" w:rsidRDefault="00241EA1" w:rsidP="00241EA1">
      <w:pPr>
        <w:pStyle w:val="Textbezodsazen"/>
      </w:pPr>
    </w:p>
    <w:p w14:paraId="1B7DD773" w14:textId="77777777" w:rsidR="00241EA1" w:rsidRDefault="00241EA1" w:rsidP="00241EA1">
      <w:pPr>
        <w:pStyle w:val="Textbezodsazen"/>
      </w:pPr>
    </w:p>
    <w:p w14:paraId="45BF0F59" w14:textId="77777777" w:rsidR="00241EA1" w:rsidRDefault="00241EA1" w:rsidP="00241EA1">
      <w:pPr>
        <w:pStyle w:val="Textbezodsazen"/>
      </w:pPr>
    </w:p>
    <w:p w14:paraId="4DBCA87E" w14:textId="77777777" w:rsidR="00241EA1" w:rsidRDefault="00241EA1" w:rsidP="00241EA1">
      <w:pPr>
        <w:pStyle w:val="Textbezodsazen"/>
      </w:pPr>
    </w:p>
    <w:p w14:paraId="5998B779" w14:textId="77777777" w:rsidR="00241EA1" w:rsidRDefault="00241EA1" w:rsidP="00241EA1">
      <w:pPr>
        <w:pStyle w:val="Textbezodsazen"/>
      </w:pPr>
    </w:p>
    <w:p w14:paraId="52C384A8" w14:textId="77777777" w:rsidR="00241EA1" w:rsidRDefault="00241EA1" w:rsidP="00241EA1">
      <w:pPr>
        <w:pStyle w:val="Textbezodsazen"/>
      </w:pPr>
    </w:p>
    <w:p w14:paraId="31C509DB" w14:textId="77777777" w:rsidR="00241EA1" w:rsidRDefault="00241EA1" w:rsidP="00241EA1">
      <w:pPr>
        <w:pStyle w:val="Textbezodsazen"/>
      </w:pPr>
    </w:p>
    <w:p w14:paraId="6F17F4D1" w14:textId="77777777" w:rsidR="00241EA1" w:rsidRDefault="00241EA1" w:rsidP="00241EA1">
      <w:pPr>
        <w:pStyle w:val="Textbezodsazen"/>
      </w:pPr>
    </w:p>
    <w:p w14:paraId="0517E31A" w14:textId="77777777" w:rsidR="00241EA1" w:rsidRDefault="00241EA1" w:rsidP="00241EA1">
      <w:pPr>
        <w:pStyle w:val="Textbezodsazen"/>
      </w:pPr>
    </w:p>
    <w:p w14:paraId="00700297" w14:textId="77777777" w:rsidR="00241EA1" w:rsidRDefault="00241EA1" w:rsidP="00241EA1">
      <w:pPr>
        <w:pStyle w:val="Textbezodsazen"/>
      </w:pPr>
    </w:p>
    <w:p w14:paraId="641FF96D" w14:textId="77777777" w:rsidR="00241EA1" w:rsidRDefault="00241EA1" w:rsidP="00241EA1">
      <w:pPr>
        <w:pStyle w:val="Textbezodsazen"/>
      </w:pPr>
    </w:p>
    <w:p w14:paraId="39B0A8A2" w14:textId="77777777" w:rsidR="00241EA1" w:rsidRDefault="00241EA1" w:rsidP="00241EA1">
      <w:pPr>
        <w:pStyle w:val="Textbezodsazen"/>
      </w:pPr>
    </w:p>
    <w:p w14:paraId="49423295" w14:textId="77777777" w:rsidR="00241EA1" w:rsidRDefault="00241EA1" w:rsidP="00241EA1">
      <w:pPr>
        <w:pStyle w:val="Textbezodsazen"/>
      </w:pPr>
    </w:p>
    <w:p w14:paraId="0B9B4EE8" w14:textId="77777777" w:rsidR="00241EA1" w:rsidRDefault="00241EA1" w:rsidP="00241EA1">
      <w:pPr>
        <w:pStyle w:val="Textbezodsazen"/>
      </w:pPr>
    </w:p>
    <w:p w14:paraId="602EC66A" w14:textId="77777777" w:rsidR="00241EA1" w:rsidRDefault="00241EA1" w:rsidP="00241EA1">
      <w:pPr>
        <w:pStyle w:val="Textbezodsazen"/>
      </w:pPr>
    </w:p>
    <w:p w14:paraId="7D7EA9D2" w14:textId="77777777" w:rsidR="00241EA1" w:rsidRDefault="00241EA1" w:rsidP="00241EA1">
      <w:pPr>
        <w:pStyle w:val="Textbezodsazen"/>
      </w:pPr>
    </w:p>
    <w:p w14:paraId="7F45CAE8" w14:textId="77777777" w:rsidR="00241EA1" w:rsidRDefault="00241EA1" w:rsidP="00241EA1">
      <w:pPr>
        <w:pStyle w:val="Textbezodsazen"/>
      </w:pPr>
    </w:p>
    <w:p w14:paraId="33861C98" w14:textId="77777777" w:rsidR="00241EA1" w:rsidRDefault="00241EA1" w:rsidP="00241EA1">
      <w:pPr>
        <w:pStyle w:val="Textbezodsazen"/>
      </w:pPr>
    </w:p>
    <w:p w14:paraId="3B03C5DE" w14:textId="77777777" w:rsidR="00241EA1" w:rsidRDefault="00241EA1" w:rsidP="00241EA1">
      <w:pPr>
        <w:pStyle w:val="Textbezodsazen"/>
      </w:pPr>
    </w:p>
    <w:p w14:paraId="1ACA968A" w14:textId="77777777" w:rsidR="00241EA1" w:rsidRDefault="00241EA1" w:rsidP="00241EA1">
      <w:pPr>
        <w:pStyle w:val="Textbezodsazen"/>
      </w:pPr>
    </w:p>
    <w:p w14:paraId="7AEBDDE9" w14:textId="77777777" w:rsidR="0045194D" w:rsidRDefault="0045194D" w:rsidP="0045194D">
      <w:pPr>
        <w:pStyle w:val="Nadpis2-2"/>
        <w:numPr>
          <w:ilvl w:val="0"/>
          <w:numId w:val="0"/>
        </w:numPr>
        <w:ind w:left="737"/>
        <w:sectPr w:rsidR="0045194D"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0AC850F" w14:textId="77777777" w:rsidR="00C623D6" w:rsidRPr="00FE7D6F" w:rsidRDefault="00C623D6" w:rsidP="00C623D6">
      <w:pPr>
        <w:pStyle w:val="Nadpis2-1"/>
        <w:numPr>
          <w:ilvl w:val="0"/>
          <w:numId w:val="0"/>
        </w:numPr>
        <w:spacing w:after="60" w:line="276" w:lineRule="auto"/>
        <w:outlineLvl w:val="9"/>
      </w:pPr>
      <w:r w:rsidRPr="00FE7D6F">
        <w:lastRenderedPageBreak/>
        <w:t>Příloha č. 10</w:t>
      </w:r>
    </w:p>
    <w:p w14:paraId="1CCA1850" w14:textId="77777777" w:rsidR="008D41BC" w:rsidRDefault="008D41BC" w:rsidP="008D41BC">
      <w:pPr>
        <w:pStyle w:val="Nadpis4"/>
        <w:jc w:val="center"/>
        <w:rPr>
          <w:noProof/>
        </w:rPr>
      </w:pPr>
      <w:r w:rsidRPr="007479E1">
        <w:rPr>
          <w:noProof/>
          <w:sz w:val="28"/>
        </w:rPr>
        <w:t>Osvědčení Správy železnic o řádném poskytnutí a dokončení stavebních prací</w:t>
      </w:r>
    </w:p>
    <w:p w14:paraId="54E03952" w14:textId="77777777" w:rsidR="008D41BC" w:rsidRPr="00404764" w:rsidRDefault="008D41BC" w:rsidP="008D41BC">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8D41BC" w:rsidRPr="00404764" w14:paraId="3BDA66B1" w14:textId="77777777" w:rsidTr="001A4B98">
        <w:trPr>
          <w:trHeight w:val="340"/>
        </w:trPr>
        <w:tc>
          <w:tcPr>
            <w:tcW w:w="4438" w:type="dxa"/>
            <w:shd w:val="clear" w:color="auto" w:fill="FFBFBF" w:themeFill="accent6" w:themeFillTint="33"/>
          </w:tcPr>
          <w:p w14:paraId="3903D6FB" w14:textId="77777777" w:rsidR="008D41BC" w:rsidRPr="00404764" w:rsidRDefault="008D41BC" w:rsidP="001A4B98">
            <w:pPr>
              <w:rPr>
                <w:b/>
                <w:noProof/>
              </w:rPr>
            </w:pPr>
            <w:r w:rsidRPr="00404764">
              <w:rPr>
                <w:b/>
                <w:noProof/>
              </w:rPr>
              <w:t>Název zakázky:</w:t>
            </w:r>
          </w:p>
        </w:tc>
        <w:tc>
          <w:tcPr>
            <w:tcW w:w="4264" w:type="dxa"/>
          </w:tcPr>
          <w:p w14:paraId="635B2D01" w14:textId="77777777" w:rsidR="008D41BC" w:rsidRPr="00404764" w:rsidRDefault="008D41BC" w:rsidP="001A4B98">
            <w:pPr>
              <w:rPr>
                <w:noProof/>
              </w:rPr>
            </w:pPr>
          </w:p>
        </w:tc>
      </w:tr>
      <w:tr w:rsidR="008D41BC" w:rsidRPr="00404764" w14:paraId="5EA5FE1D" w14:textId="77777777" w:rsidTr="001A4B98">
        <w:trPr>
          <w:trHeight w:val="340"/>
        </w:trPr>
        <w:tc>
          <w:tcPr>
            <w:tcW w:w="4438" w:type="dxa"/>
            <w:shd w:val="clear" w:color="auto" w:fill="FFBFBF" w:themeFill="accent6" w:themeFillTint="33"/>
          </w:tcPr>
          <w:p w14:paraId="44A25A49" w14:textId="77777777" w:rsidR="008D41BC" w:rsidRPr="00404764" w:rsidRDefault="008D41BC" w:rsidP="001A4B98">
            <w:pPr>
              <w:rPr>
                <w:b/>
                <w:noProof/>
              </w:rPr>
            </w:pPr>
            <w:r w:rsidRPr="00404764">
              <w:rPr>
                <w:b/>
                <w:noProof/>
              </w:rPr>
              <w:t>Číslo smlouvy Správy železnic (CES):</w:t>
            </w:r>
          </w:p>
        </w:tc>
        <w:tc>
          <w:tcPr>
            <w:tcW w:w="4264" w:type="dxa"/>
          </w:tcPr>
          <w:p w14:paraId="236E6F06" w14:textId="77777777" w:rsidR="008D41BC" w:rsidRPr="00404764" w:rsidRDefault="008D41BC" w:rsidP="001A4B98">
            <w:pPr>
              <w:rPr>
                <w:noProof/>
              </w:rPr>
            </w:pPr>
          </w:p>
        </w:tc>
      </w:tr>
      <w:tr w:rsidR="008D41BC" w:rsidRPr="00404764" w14:paraId="3F3B1A20" w14:textId="77777777" w:rsidTr="001A4B98">
        <w:trPr>
          <w:trHeight w:val="340"/>
        </w:trPr>
        <w:tc>
          <w:tcPr>
            <w:tcW w:w="4438" w:type="dxa"/>
            <w:shd w:val="clear" w:color="auto" w:fill="FFBFBF" w:themeFill="accent6" w:themeFillTint="33"/>
          </w:tcPr>
          <w:p w14:paraId="21127C93" w14:textId="77777777" w:rsidR="008D41BC" w:rsidRPr="00404764" w:rsidRDefault="008D41BC" w:rsidP="001A4B98">
            <w:pPr>
              <w:rPr>
                <w:b/>
                <w:noProof/>
              </w:rPr>
            </w:pPr>
            <w:r w:rsidRPr="00404764">
              <w:rPr>
                <w:b/>
                <w:noProof/>
              </w:rPr>
              <w:t>Objednatel:</w:t>
            </w:r>
          </w:p>
        </w:tc>
        <w:tc>
          <w:tcPr>
            <w:tcW w:w="4264" w:type="dxa"/>
          </w:tcPr>
          <w:p w14:paraId="5D41C54E" w14:textId="77777777" w:rsidR="008D41BC" w:rsidRPr="00404764" w:rsidRDefault="008D41BC" w:rsidP="001A4B98">
            <w:pPr>
              <w:rPr>
                <w:noProof/>
              </w:rPr>
            </w:pPr>
          </w:p>
        </w:tc>
      </w:tr>
      <w:tr w:rsidR="008D41BC" w:rsidRPr="00404764" w14:paraId="137A88A5" w14:textId="77777777" w:rsidTr="001A4B98">
        <w:trPr>
          <w:trHeight w:val="340"/>
        </w:trPr>
        <w:tc>
          <w:tcPr>
            <w:tcW w:w="4438" w:type="dxa"/>
            <w:shd w:val="clear" w:color="auto" w:fill="FFBFBF" w:themeFill="accent6" w:themeFillTint="33"/>
          </w:tcPr>
          <w:p w14:paraId="596620D4" w14:textId="77777777" w:rsidR="008D41BC" w:rsidRPr="00404764" w:rsidRDefault="008D41BC" w:rsidP="001A4B98">
            <w:pPr>
              <w:rPr>
                <w:b/>
                <w:noProof/>
              </w:rPr>
            </w:pPr>
            <w:r w:rsidRPr="00404764">
              <w:rPr>
                <w:b/>
                <w:noProof/>
              </w:rPr>
              <w:t>Datum zahájení prací:</w:t>
            </w:r>
          </w:p>
        </w:tc>
        <w:tc>
          <w:tcPr>
            <w:tcW w:w="4264" w:type="dxa"/>
          </w:tcPr>
          <w:p w14:paraId="3E0651BD" w14:textId="77777777" w:rsidR="008D41BC" w:rsidRPr="00404764" w:rsidRDefault="008D41BC" w:rsidP="001A4B98">
            <w:pPr>
              <w:rPr>
                <w:noProof/>
              </w:rPr>
            </w:pPr>
          </w:p>
        </w:tc>
      </w:tr>
      <w:tr w:rsidR="008D41BC" w:rsidRPr="00404764" w14:paraId="1DEBBD7B" w14:textId="77777777" w:rsidTr="001A4B98">
        <w:trPr>
          <w:trHeight w:val="340"/>
        </w:trPr>
        <w:tc>
          <w:tcPr>
            <w:tcW w:w="4438" w:type="dxa"/>
            <w:shd w:val="clear" w:color="auto" w:fill="FFBFBF" w:themeFill="accent6" w:themeFillTint="33"/>
          </w:tcPr>
          <w:p w14:paraId="5ED8D245" w14:textId="77777777" w:rsidR="008D41BC" w:rsidRPr="00404764" w:rsidRDefault="008D41BC" w:rsidP="001A4B98">
            <w:pPr>
              <w:rPr>
                <w:b/>
                <w:noProof/>
              </w:rPr>
            </w:pPr>
            <w:r w:rsidRPr="00404764">
              <w:rPr>
                <w:b/>
                <w:noProof/>
              </w:rPr>
              <w:t xml:space="preserve">Datum dokončení prací </w:t>
            </w:r>
            <w:r w:rsidRPr="00404764">
              <w:rPr>
                <w:noProof/>
              </w:rPr>
              <w:t>(stavebních nebo technologických):</w:t>
            </w:r>
          </w:p>
        </w:tc>
        <w:tc>
          <w:tcPr>
            <w:tcW w:w="4264" w:type="dxa"/>
          </w:tcPr>
          <w:p w14:paraId="3F0780FA" w14:textId="77777777" w:rsidR="008D41BC" w:rsidRPr="00404764" w:rsidRDefault="008D41BC" w:rsidP="001A4B98">
            <w:pPr>
              <w:rPr>
                <w:noProof/>
              </w:rPr>
            </w:pPr>
          </w:p>
        </w:tc>
      </w:tr>
      <w:tr w:rsidR="008D41BC" w:rsidRPr="00404764" w14:paraId="41C72311" w14:textId="77777777" w:rsidTr="001A4B98">
        <w:trPr>
          <w:trHeight w:val="340"/>
        </w:trPr>
        <w:tc>
          <w:tcPr>
            <w:tcW w:w="4438" w:type="dxa"/>
            <w:shd w:val="clear" w:color="auto" w:fill="FFBFBF" w:themeFill="accent6" w:themeFillTint="33"/>
          </w:tcPr>
          <w:p w14:paraId="77D0D62C" w14:textId="77777777" w:rsidR="008D41BC" w:rsidRPr="00404764" w:rsidRDefault="008D41BC" w:rsidP="001A4B98">
            <w:pPr>
              <w:rPr>
                <w:b/>
                <w:noProof/>
              </w:rPr>
            </w:pPr>
            <w:r w:rsidRPr="00404764">
              <w:rPr>
                <w:b/>
                <w:noProof/>
              </w:rPr>
              <w:t>Uvedení poslední části stavby do zkušebního provozu:</w:t>
            </w:r>
          </w:p>
        </w:tc>
        <w:tc>
          <w:tcPr>
            <w:tcW w:w="4264" w:type="dxa"/>
          </w:tcPr>
          <w:p w14:paraId="21B5428F" w14:textId="77777777" w:rsidR="008D41BC" w:rsidRPr="00404764" w:rsidRDefault="008D41BC" w:rsidP="001A4B98">
            <w:pPr>
              <w:rPr>
                <w:noProof/>
              </w:rPr>
            </w:pPr>
          </w:p>
        </w:tc>
      </w:tr>
      <w:tr w:rsidR="008D41BC" w:rsidRPr="00404764" w14:paraId="33BCE16A" w14:textId="77777777" w:rsidTr="001A4B98">
        <w:trPr>
          <w:trHeight w:val="340"/>
        </w:trPr>
        <w:tc>
          <w:tcPr>
            <w:tcW w:w="4438" w:type="dxa"/>
            <w:shd w:val="clear" w:color="auto" w:fill="FFBFBF" w:themeFill="accent6" w:themeFillTint="33"/>
          </w:tcPr>
          <w:p w14:paraId="0F992915" w14:textId="77777777" w:rsidR="008D41BC" w:rsidRPr="00404764" w:rsidRDefault="008D41BC" w:rsidP="001A4B98">
            <w:pPr>
              <w:rPr>
                <w:b/>
                <w:noProof/>
              </w:rPr>
            </w:pPr>
            <w:r w:rsidRPr="00404764">
              <w:rPr>
                <w:b/>
                <w:noProof/>
              </w:rPr>
              <w:t xml:space="preserve">Datum dokončení díla </w:t>
            </w:r>
            <w:r w:rsidRPr="00404764">
              <w:rPr>
                <w:noProof/>
              </w:rPr>
              <w:t>(vč. dokumentace):</w:t>
            </w:r>
          </w:p>
        </w:tc>
        <w:tc>
          <w:tcPr>
            <w:tcW w:w="4264" w:type="dxa"/>
          </w:tcPr>
          <w:p w14:paraId="01C9BF4F" w14:textId="77777777" w:rsidR="008D41BC" w:rsidRPr="00404764" w:rsidRDefault="008D41BC" w:rsidP="001A4B98">
            <w:pPr>
              <w:rPr>
                <w:noProof/>
              </w:rPr>
            </w:pPr>
          </w:p>
        </w:tc>
      </w:tr>
      <w:tr w:rsidR="008D41BC" w:rsidRPr="00404764" w14:paraId="07E54E05" w14:textId="77777777" w:rsidTr="001A4B98">
        <w:trPr>
          <w:trHeight w:val="340"/>
        </w:trPr>
        <w:tc>
          <w:tcPr>
            <w:tcW w:w="4438" w:type="dxa"/>
            <w:shd w:val="clear" w:color="auto" w:fill="FFBFBF" w:themeFill="accent6" w:themeFillTint="33"/>
          </w:tcPr>
          <w:p w14:paraId="70205D53" w14:textId="77777777" w:rsidR="008D41BC" w:rsidRPr="00404764" w:rsidRDefault="008D41BC" w:rsidP="001A4B98">
            <w:pPr>
              <w:rPr>
                <w:b/>
                <w:noProof/>
              </w:rPr>
            </w:pPr>
            <w:r w:rsidRPr="00404764">
              <w:rPr>
                <w:b/>
                <w:noProof/>
              </w:rPr>
              <w:t>Konečná cena díla celkem v Kč bez DPH:</w:t>
            </w:r>
          </w:p>
        </w:tc>
        <w:tc>
          <w:tcPr>
            <w:tcW w:w="4264" w:type="dxa"/>
          </w:tcPr>
          <w:p w14:paraId="24A92460" w14:textId="77777777" w:rsidR="008D41BC" w:rsidRPr="00404764" w:rsidRDefault="008D41BC" w:rsidP="001A4B98">
            <w:pPr>
              <w:rPr>
                <w:noProof/>
              </w:rPr>
            </w:pPr>
          </w:p>
        </w:tc>
      </w:tr>
    </w:tbl>
    <w:p w14:paraId="02EED2D0" w14:textId="77777777" w:rsidR="008D41BC" w:rsidRPr="00404764" w:rsidRDefault="008D41BC" w:rsidP="008D41B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D41BC" w:rsidRPr="00404764" w14:paraId="01C6A2D3" w14:textId="77777777" w:rsidTr="001A4B98">
        <w:trPr>
          <w:trHeight w:val="340"/>
        </w:trPr>
        <w:tc>
          <w:tcPr>
            <w:tcW w:w="4438" w:type="dxa"/>
            <w:shd w:val="clear" w:color="auto" w:fill="FFBFBF" w:themeFill="accent6" w:themeFillTint="33"/>
          </w:tcPr>
          <w:p w14:paraId="1F1A237F" w14:textId="77777777" w:rsidR="008D41BC" w:rsidRPr="00404764" w:rsidRDefault="008D41BC" w:rsidP="001A4B98">
            <w:pPr>
              <w:rPr>
                <w:b/>
                <w:noProof/>
              </w:rPr>
            </w:pPr>
            <w:r w:rsidRPr="00404764">
              <w:rPr>
                <w:b/>
                <w:noProof/>
              </w:rPr>
              <w:t>Zhotovitel díla:</w:t>
            </w:r>
          </w:p>
        </w:tc>
        <w:tc>
          <w:tcPr>
            <w:tcW w:w="4264" w:type="dxa"/>
          </w:tcPr>
          <w:p w14:paraId="48D07FE0" w14:textId="77777777" w:rsidR="008D41BC" w:rsidRPr="00404764" w:rsidRDefault="008D41BC" w:rsidP="001A4B98">
            <w:pPr>
              <w:rPr>
                <w:noProof/>
              </w:rPr>
            </w:pPr>
            <w:r w:rsidRPr="00404764">
              <w:t xml:space="preserve"> </w:t>
            </w:r>
            <w:r w:rsidRPr="00404764">
              <w:rPr>
                <w:noProof/>
              </w:rPr>
              <w:t>[název dle SOD, sídlo, IČO]</w:t>
            </w:r>
          </w:p>
        </w:tc>
      </w:tr>
      <w:tr w:rsidR="008D41BC" w:rsidRPr="00404764" w14:paraId="23405D86" w14:textId="77777777" w:rsidTr="008D41BC">
        <w:trPr>
          <w:trHeight w:val="664"/>
        </w:trPr>
        <w:tc>
          <w:tcPr>
            <w:tcW w:w="4438" w:type="dxa"/>
            <w:shd w:val="clear" w:color="auto" w:fill="FFBFBF" w:themeFill="accent6" w:themeFillTint="33"/>
          </w:tcPr>
          <w:p w14:paraId="3C612217" w14:textId="77777777" w:rsidR="008D41BC" w:rsidRPr="00404764" w:rsidRDefault="008D41BC" w:rsidP="001A4B98">
            <w:pPr>
              <w:rPr>
                <w:b/>
                <w:noProof/>
              </w:rPr>
            </w:pPr>
            <w:r w:rsidRPr="00404764">
              <w:rPr>
                <w:b/>
                <w:noProof/>
              </w:rPr>
              <w:t>Správce/vedoucí společník:</w:t>
            </w:r>
          </w:p>
        </w:tc>
        <w:tc>
          <w:tcPr>
            <w:tcW w:w="4264" w:type="dxa"/>
          </w:tcPr>
          <w:p w14:paraId="756590FD" w14:textId="77777777" w:rsidR="008D41BC" w:rsidRPr="00404764" w:rsidRDefault="008D41BC" w:rsidP="001A4B98">
            <w:pPr>
              <w:rPr>
                <w:noProof/>
              </w:rPr>
            </w:pPr>
          </w:p>
          <w:p w14:paraId="54783970" w14:textId="77777777" w:rsidR="008D41BC" w:rsidRPr="00404764" w:rsidRDefault="008D41BC" w:rsidP="001A4B98">
            <w:pPr>
              <w:rPr>
                <w:noProof/>
                <w:vanish/>
              </w:rPr>
            </w:pPr>
            <w:r w:rsidRPr="00404764">
              <w:rPr>
                <w:noProof/>
                <w:vanish/>
              </w:rPr>
              <w:t>(v případě, kdy se jedná o společnost na zákaldě společenské smlouvy- dříve sdružení)</w:t>
            </w:r>
          </w:p>
        </w:tc>
      </w:tr>
      <w:tr w:rsidR="008D41BC" w:rsidRPr="00404764" w14:paraId="39B9424E" w14:textId="77777777" w:rsidTr="001A4B98">
        <w:trPr>
          <w:trHeight w:val="340"/>
        </w:trPr>
        <w:tc>
          <w:tcPr>
            <w:tcW w:w="4438" w:type="dxa"/>
            <w:shd w:val="clear" w:color="auto" w:fill="FFBFBF" w:themeFill="accent6" w:themeFillTint="33"/>
          </w:tcPr>
          <w:p w14:paraId="77509D5E" w14:textId="77777777" w:rsidR="008D41BC" w:rsidRPr="00404764" w:rsidRDefault="008D41BC" w:rsidP="001A4B98">
            <w:pPr>
              <w:rPr>
                <w:b/>
                <w:noProof/>
              </w:rPr>
            </w:pPr>
            <w:r w:rsidRPr="00404764">
              <w:rPr>
                <w:b/>
                <w:noProof/>
              </w:rPr>
              <w:t>Další společník:</w:t>
            </w:r>
          </w:p>
        </w:tc>
        <w:tc>
          <w:tcPr>
            <w:tcW w:w="4264" w:type="dxa"/>
          </w:tcPr>
          <w:p w14:paraId="6AB2081F" w14:textId="77777777" w:rsidR="008D41BC" w:rsidRPr="00404764" w:rsidRDefault="008D41BC" w:rsidP="001A4B98">
            <w:pPr>
              <w:rPr>
                <w:noProof/>
              </w:rPr>
            </w:pPr>
          </w:p>
          <w:p w14:paraId="4AEE7988" w14:textId="77777777" w:rsidR="008D41BC" w:rsidRPr="00404764" w:rsidRDefault="008D41BC" w:rsidP="001A4B98">
            <w:pPr>
              <w:rPr>
                <w:noProof/>
                <w:vanish/>
              </w:rPr>
            </w:pPr>
            <w:r w:rsidRPr="00404764">
              <w:rPr>
                <w:noProof/>
                <w:vanish/>
              </w:rPr>
              <w:t>(v případě, kdy se jedná o společnost na zákaldě společenské smlouvy- dříve sdružení)</w:t>
            </w:r>
          </w:p>
        </w:tc>
      </w:tr>
      <w:tr w:rsidR="008D41BC" w:rsidRPr="00404764" w14:paraId="0FB8CB23" w14:textId="77777777" w:rsidTr="001A4B98">
        <w:trPr>
          <w:trHeight w:val="340"/>
        </w:trPr>
        <w:tc>
          <w:tcPr>
            <w:tcW w:w="4438" w:type="dxa"/>
            <w:shd w:val="clear" w:color="auto" w:fill="FFBFBF" w:themeFill="accent6" w:themeFillTint="33"/>
          </w:tcPr>
          <w:p w14:paraId="13317365" w14:textId="77777777" w:rsidR="008D41BC" w:rsidRPr="00404764" w:rsidRDefault="008D41BC" w:rsidP="001A4B98">
            <w:pPr>
              <w:rPr>
                <w:b/>
                <w:noProof/>
              </w:rPr>
            </w:pPr>
            <w:r w:rsidRPr="00404764">
              <w:rPr>
                <w:b/>
                <w:noProof/>
              </w:rPr>
              <w:t>Další společník:</w:t>
            </w:r>
          </w:p>
        </w:tc>
        <w:tc>
          <w:tcPr>
            <w:tcW w:w="4264" w:type="dxa"/>
          </w:tcPr>
          <w:p w14:paraId="6B24A0FC" w14:textId="77777777" w:rsidR="008D41BC" w:rsidRPr="00404764" w:rsidRDefault="008D41BC" w:rsidP="001A4B98">
            <w:pPr>
              <w:rPr>
                <w:noProof/>
              </w:rPr>
            </w:pPr>
          </w:p>
          <w:p w14:paraId="7740E5B2" w14:textId="77777777" w:rsidR="008D41BC" w:rsidRPr="00404764" w:rsidRDefault="008D41BC" w:rsidP="001A4B98">
            <w:pPr>
              <w:rPr>
                <w:noProof/>
              </w:rPr>
            </w:pPr>
            <w:r w:rsidRPr="00404764">
              <w:rPr>
                <w:noProof/>
                <w:vanish/>
              </w:rPr>
              <w:t>(v případě, kdy se jedná o společnost na zákaldě společenské smlouvy- dříve sdružení)</w:t>
            </w:r>
          </w:p>
        </w:tc>
      </w:tr>
    </w:tbl>
    <w:p w14:paraId="3F55BFBA" w14:textId="45C9D440" w:rsidR="008D41BC" w:rsidRDefault="008D41BC" w:rsidP="008D41BC">
      <w:pPr>
        <w:spacing w:after="0"/>
        <w:rPr>
          <w:noProof/>
        </w:rPr>
      </w:pPr>
    </w:p>
    <w:p w14:paraId="6AE06DBE" w14:textId="2253FAED" w:rsidR="008D41BC" w:rsidRDefault="008D41BC" w:rsidP="008D41BC">
      <w:pPr>
        <w:spacing w:after="0"/>
        <w:rPr>
          <w:noProof/>
        </w:rPr>
      </w:pPr>
    </w:p>
    <w:p w14:paraId="0ACE211B" w14:textId="189216BC" w:rsidR="008D41BC" w:rsidRDefault="008D41BC" w:rsidP="008D41BC">
      <w:pPr>
        <w:spacing w:after="0"/>
        <w:rPr>
          <w:noProof/>
        </w:rPr>
      </w:pPr>
    </w:p>
    <w:p w14:paraId="377EED0F" w14:textId="267FBFD2" w:rsidR="008D41BC" w:rsidRDefault="008D41BC" w:rsidP="008D41BC">
      <w:pPr>
        <w:spacing w:after="0"/>
        <w:rPr>
          <w:noProof/>
        </w:rPr>
      </w:pPr>
    </w:p>
    <w:p w14:paraId="0DEEAEEA" w14:textId="5389705A" w:rsidR="008D41BC" w:rsidRDefault="008D41BC" w:rsidP="008D41BC">
      <w:pPr>
        <w:spacing w:after="0"/>
        <w:rPr>
          <w:noProof/>
        </w:rPr>
      </w:pPr>
    </w:p>
    <w:p w14:paraId="5AA810B9" w14:textId="77777777" w:rsidR="008D41BC" w:rsidRPr="00404764" w:rsidRDefault="008D41BC" w:rsidP="008D41BC">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8D41BC" w:rsidRPr="00404764" w14:paraId="2C17E44A" w14:textId="77777777" w:rsidTr="001A4B98">
        <w:trPr>
          <w:trHeight w:val="340"/>
        </w:trPr>
        <w:tc>
          <w:tcPr>
            <w:tcW w:w="2897" w:type="dxa"/>
            <w:shd w:val="clear" w:color="auto" w:fill="FFBFBF" w:themeFill="accent6" w:themeFillTint="33"/>
          </w:tcPr>
          <w:p w14:paraId="57A91D62" w14:textId="77777777" w:rsidR="008D41BC" w:rsidRPr="00404764" w:rsidRDefault="008D41BC" w:rsidP="001A4B98">
            <w:pPr>
              <w:rPr>
                <w:b/>
                <w:noProof/>
              </w:rPr>
            </w:pPr>
            <w:r w:rsidRPr="00404764">
              <w:rPr>
                <w:b/>
                <w:noProof/>
              </w:rPr>
              <w:t>Identifikace poddodavatele</w:t>
            </w:r>
          </w:p>
        </w:tc>
        <w:tc>
          <w:tcPr>
            <w:tcW w:w="2835" w:type="dxa"/>
            <w:shd w:val="clear" w:color="auto" w:fill="FFBFBF" w:themeFill="accent6" w:themeFillTint="33"/>
          </w:tcPr>
          <w:p w14:paraId="0DD91823" w14:textId="77777777" w:rsidR="008D41BC" w:rsidRPr="00404764" w:rsidRDefault="008D41BC" w:rsidP="001A4B98">
            <w:pPr>
              <w:rPr>
                <w:noProof/>
              </w:rPr>
            </w:pPr>
            <w:r w:rsidRPr="00404764">
              <w:rPr>
                <w:b/>
                <w:noProof/>
              </w:rPr>
              <w:t>Věcný rozsah poddodávky</w:t>
            </w:r>
          </w:p>
        </w:tc>
        <w:tc>
          <w:tcPr>
            <w:tcW w:w="2890" w:type="dxa"/>
            <w:shd w:val="clear" w:color="auto" w:fill="FFBFBF" w:themeFill="accent6" w:themeFillTint="33"/>
          </w:tcPr>
          <w:p w14:paraId="5C7FC0E4" w14:textId="77777777" w:rsidR="008D41BC" w:rsidRPr="00404764" w:rsidRDefault="008D41BC" w:rsidP="001A4B98">
            <w:pPr>
              <w:rPr>
                <w:noProof/>
              </w:rPr>
            </w:pPr>
            <w:r w:rsidRPr="00404764">
              <w:rPr>
                <w:b/>
                <w:noProof/>
              </w:rPr>
              <w:t>Hodnota poddodávky</w:t>
            </w:r>
          </w:p>
        </w:tc>
      </w:tr>
      <w:tr w:rsidR="008D41BC" w:rsidRPr="00404764" w14:paraId="0FDFB106" w14:textId="77777777" w:rsidTr="008D41BC">
        <w:trPr>
          <w:trHeight w:val="1798"/>
        </w:trPr>
        <w:tc>
          <w:tcPr>
            <w:tcW w:w="2897" w:type="dxa"/>
          </w:tcPr>
          <w:p w14:paraId="2B9DAF38" w14:textId="77777777" w:rsidR="008D41BC" w:rsidRPr="00404764" w:rsidRDefault="008D41BC" w:rsidP="001A4B98">
            <w:pPr>
              <w:rPr>
                <w:noProof/>
                <w:vanish/>
              </w:rPr>
            </w:pPr>
            <w:r w:rsidRPr="00404764">
              <w:rPr>
                <w:noProof/>
              </w:rPr>
              <w:lastRenderedPageBreak/>
              <w:t>[obchodní firma, sídlo a IČO]</w:t>
            </w:r>
            <w:r w:rsidRPr="00404764">
              <w:rPr>
                <w:noProof/>
                <w:vanish/>
              </w:rPr>
              <w:t xml:space="preserve"> (obchodní firma, sídlo a IČO)</w:t>
            </w:r>
          </w:p>
        </w:tc>
        <w:tc>
          <w:tcPr>
            <w:tcW w:w="2835" w:type="dxa"/>
          </w:tcPr>
          <w:p w14:paraId="5B57C3FE" w14:textId="77777777" w:rsidR="008D41BC" w:rsidRPr="00404764" w:rsidRDefault="008D41BC" w:rsidP="001A4B98">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5106E082" w14:textId="77777777" w:rsidR="008D41BC" w:rsidRPr="00404764" w:rsidRDefault="008D41BC" w:rsidP="001A4B98">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8D41BC" w:rsidRPr="00404764" w14:paraId="74838AA6" w14:textId="77777777" w:rsidTr="001A4B98">
        <w:trPr>
          <w:trHeight w:val="340"/>
        </w:trPr>
        <w:tc>
          <w:tcPr>
            <w:tcW w:w="2897" w:type="dxa"/>
          </w:tcPr>
          <w:p w14:paraId="1396E5D6" w14:textId="77777777" w:rsidR="008D41BC" w:rsidRPr="00404764" w:rsidRDefault="008D41BC" w:rsidP="001A4B98">
            <w:pPr>
              <w:rPr>
                <w:noProof/>
              </w:rPr>
            </w:pPr>
          </w:p>
        </w:tc>
        <w:tc>
          <w:tcPr>
            <w:tcW w:w="2835" w:type="dxa"/>
          </w:tcPr>
          <w:p w14:paraId="1EFBEE21" w14:textId="77777777" w:rsidR="008D41BC" w:rsidRPr="00404764" w:rsidRDefault="008D41BC" w:rsidP="001A4B98">
            <w:pPr>
              <w:rPr>
                <w:noProof/>
              </w:rPr>
            </w:pPr>
          </w:p>
        </w:tc>
        <w:tc>
          <w:tcPr>
            <w:tcW w:w="2890" w:type="dxa"/>
          </w:tcPr>
          <w:p w14:paraId="41EB21FC" w14:textId="77777777" w:rsidR="008D41BC" w:rsidRPr="00404764" w:rsidRDefault="008D41BC" w:rsidP="001A4B98">
            <w:pPr>
              <w:rPr>
                <w:noProof/>
              </w:rPr>
            </w:pPr>
          </w:p>
        </w:tc>
      </w:tr>
      <w:tr w:rsidR="008D41BC" w:rsidRPr="00404764" w14:paraId="08D562E8" w14:textId="77777777" w:rsidTr="001A4B98">
        <w:trPr>
          <w:trHeight w:val="340"/>
        </w:trPr>
        <w:tc>
          <w:tcPr>
            <w:tcW w:w="2897" w:type="dxa"/>
          </w:tcPr>
          <w:p w14:paraId="756AF4CB" w14:textId="77777777" w:rsidR="008D41BC" w:rsidRPr="00404764" w:rsidRDefault="008D41BC" w:rsidP="001A4B98">
            <w:pPr>
              <w:rPr>
                <w:noProof/>
              </w:rPr>
            </w:pPr>
          </w:p>
        </w:tc>
        <w:tc>
          <w:tcPr>
            <w:tcW w:w="2835" w:type="dxa"/>
          </w:tcPr>
          <w:p w14:paraId="233DFE91" w14:textId="77777777" w:rsidR="008D41BC" w:rsidRPr="00404764" w:rsidRDefault="008D41BC" w:rsidP="001A4B98">
            <w:pPr>
              <w:rPr>
                <w:noProof/>
              </w:rPr>
            </w:pPr>
          </w:p>
        </w:tc>
        <w:tc>
          <w:tcPr>
            <w:tcW w:w="2890" w:type="dxa"/>
          </w:tcPr>
          <w:p w14:paraId="1C5BCD08" w14:textId="77777777" w:rsidR="008D41BC" w:rsidRPr="00404764" w:rsidRDefault="008D41BC" w:rsidP="001A4B98">
            <w:pPr>
              <w:rPr>
                <w:noProof/>
              </w:rPr>
            </w:pPr>
          </w:p>
        </w:tc>
      </w:tr>
    </w:tbl>
    <w:p w14:paraId="7D401E31" w14:textId="77777777" w:rsidR="008D41BC" w:rsidRPr="00404764" w:rsidRDefault="008D41BC" w:rsidP="008D41BC">
      <w:pPr>
        <w:spacing w:after="0"/>
        <w:rPr>
          <w:noProof/>
        </w:rPr>
      </w:pPr>
      <w:r w:rsidRPr="00404764">
        <w:rPr>
          <w:noProof/>
        </w:rPr>
        <w:br w:type="page"/>
      </w:r>
    </w:p>
    <w:p w14:paraId="1FD33BAF" w14:textId="77777777" w:rsidR="008D41BC" w:rsidRPr="00404764" w:rsidRDefault="008D41BC" w:rsidP="008D41B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D41BC" w:rsidRPr="00404764" w14:paraId="3E538356" w14:textId="77777777" w:rsidTr="001A4B98">
        <w:trPr>
          <w:trHeight w:val="340"/>
        </w:trPr>
        <w:tc>
          <w:tcPr>
            <w:tcW w:w="4438" w:type="dxa"/>
            <w:shd w:val="clear" w:color="auto" w:fill="FFBFBF" w:themeFill="accent6" w:themeFillTint="33"/>
          </w:tcPr>
          <w:p w14:paraId="05A5620C" w14:textId="77777777" w:rsidR="008D41BC" w:rsidRPr="00404764" w:rsidRDefault="008D41BC" w:rsidP="001A4B98">
            <w:pPr>
              <w:rPr>
                <w:b/>
                <w:noProof/>
              </w:rPr>
            </w:pPr>
            <w:r w:rsidRPr="00404764">
              <w:rPr>
                <w:b/>
                <w:noProof/>
              </w:rPr>
              <w:t>Rozsah prací:</w:t>
            </w:r>
          </w:p>
        </w:tc>
        <w:tc>
          <w:tcPr>
            <w:tcW w:w="4264" w:type="dxa"/>
          </w:tcPr>
          <w:p w14:paraId="34AF260D" w14:textId="77777777" w:rsidR="008D41BC" w:rsidRPr="00404764" w:rsidRDefault="008D41BC" w:rsidP="001A4B98">
            <w:pPr>
              <w:rPr>
                <w:noProof/>
              </w:rPr>
            </w:pPr>
            <w:r w:rsidRPr="00404764" w:rsidDel="00374EB1">
              <w:rPr>
                <w:noProof/>
              </w:rPr>
              <w:t xml:space="preserve"> </w:t>
            </w:r>
            <w:r w:rsidRPr="00404764">
              <w:rPr>
                <w:noProof/>
              </w:rPr>
              <w:t>[dle předmětu díla/ předmětu plnění VZ]</w:t>
            </w:r>
          </w:p>
        </w:tc>
      </w:tr>
      <w:tr w:rsidR="008D41BC" w:rsidRPr="00404764" w14:paraId="3900A1DF" w14:textId="77777777" w:rsidTr="001A4B98">
        <w:trPr>
          <w:trHeight w:val="340"/>
        </w:trPr>
        <w:tc>
          <w:tcPr>
            <w:tcW w:w="4438" w:type="dxa"/>
            <w:shd w:val="clear" w:color="auto" w:fill="FFBFBF" w:themeFill="accent6" w:themeFillTint="33"/>
          </w:tcPr>
          <w:p w14:paraId="24E24014" w14:textId="77777777" w:rsidR="008D41BC" w:rsidRPr="00404764" w:rsidRDefault="008D41BC" w:rsidP="001A4B98">
            <w:pPr>
              <w:rPr>
                <w:b/>
                <w:noProof/>
              </w:rPr>
            </w:pPr>
            <w:r w:rsidRPr="00404764">
              <w:rPr>
                <w:b/>
                <w:noProof/>
              </w:rPr>
              <w:t>Charakter prací:</w:t>
            </w:r>
          </w:p>
          <w:p w14:paraId="16C0FDD5" w14:textId="77777777" w:rsidR="008D41BC" w:rsidRPr="00404764" w:rsidRDefault="008D41BC" w:rsidP="001A4B98">
            <w:pPr>
              <w:rPr>
                <w:b/>
                <w:noProof/>
              </w:rPr>
            </w:pPr>
          </w:p>
        </w:tc>
        <w:tc>
          <w:tcPr>
            <w:tcW w:w="4264" w:type="dxa"/>
          </w:tcPr>
          <w:p w14:paraId="04D6A18F" w14:textId="77777777" w:rsidR="008D41BC" w:rsidRPr="00404764" w:rsidRDefault="008D41BC" w:rsidP="001A4B98">
            <w:pPr>
              <w:rPr>
                <w:noProof/>
              </w:rPr>
            </w:pPr>
            <w:r w:rsidRPr="00404764">
              <w:rPr>
                <w:noProof/>
              </w:rPr>
              <w:t>[oprava/údržba/modernizace/rekonstrukce/novostavba]</w:t>
            </w:r>
          </w:p>
        </w:tc>
      </w:tr>
      <w:tr w:rsidR="008D41BC" w:rsidRPr="00404764" w14:paraId="3682E50F" w14:textId="77777777" w:rsidTr="001A4B98">
        <w:trPr>
          <w:trHeight w:val="340"/>
        </w:trPr>
        <w:tc>
          <w:tcPr>
            <w:tcW w:w="4438" w:type="dxa"/>
            <w:shd w:val="clear" w:color="auto" w:fill="FFBFBF" w:themeFill="accent6" w:themeFillTint="33"/>
          </w:tcPr>
          <w:p w14:paraId="684EC752" w14:textId="77777777" w:rsidR="008D41BC" w:rsidRPr="00404764" w:rsidRDefault="008D41BC" w:rsidP="001A4B98">
            <w:pPr>
              <w:rPr>
                <w:b/>
                <w:noProof/>
              </w:rPr>
            </w:pPr>
            <w:r w:rsidRPr="00404764">
              <w:rPr>
                <w:b/>
                <w:noProof/>
              </w:rPr>
              <w:t>Délka traťového úseku:</w:t>
            </w:r>
          </w:p>
        </w:tc>
        <w:tc>
          <w:tcPr>
            <w:tcW w:w="4264" w:type="dxa"/>
          </w:tcPr>
          <w:p w14:paraId="3141706D" w14:textId="77777777" w:rsidR="008D41BC" w:rsidRPr="00404764" w:rsidRDefault="008D41BC" w:rsidP="001A4B98">
            <w:pPr>
              <w:rPr>
                <w:noProof/>
              </w:rPr>
            </w:pPr>
            <w:r w:rsidRPr="00404764" w:rsidDel="00374EB1">
              <w:rPr>
                <w:noProof/>
              </w:rPr>
              <w:t xml:space="preserve"> </w:t>
            </w:r>
            <w:r w:rsidRPr="00404764">
              <w:rPr>
                <w:noProof/>
              </w:rPr>
              <w:t>[v km, uvést jen případě, že je to relevantní vzhledem k předmětu VZ]</w:t>
            </w:r>
          </w:p>
        </w:tc>
      </w:tr>
      <w:tr w:rsidR="008D41BC" w:rsidRPr="00404764" w14:paraId="05F69800" w14:textId="77777777" w:rsidTr="001A4B98">
        <w:trPr>
          <w:trHeight w:val="340"/>
        </w:trPr>
        <w:tc>
          <w:tcPr>
            <w:tcW w:w="4438" w:type="dxa"/>
            <w:shd w:val="clear" w:color="auto" w:fill="FFBFBF" w:themeFill="accent6" w:themeFillTint="33"/>
          </w:tcPr>
          <w:p w14:paraId="569A33A9" w14:textId="77777777" w:rsidR="008D41BC" w:rsidRPr="00404764" w:rsidRDefault="008D41BC" w:rsidP="001A4B98">
            <w:pPr>
              <w:rPr>
                <w:b/>
                <w:noProof/>
              </w:rPr>
            </w:pPr>
            <w:r w:rsidRPr="00404764">
              <w:rPr>
                <w:b/>
                <w:noProof/>
              </w:rPr>
              <w:t>Dílo probíhalo na trati:</w:t>
            </w:r>
          </w:p>
        </w:tc>
        <w:tc>
          <w:tcPr>
            <w:tcW w:w="4264" w:type="dxa"/>
          </w:tcPr>
          <w:p w14:paraId="74BCB19C" w14:textId="77777777" w:rsidR="008D41BC" w:rsidRPr="00404764" w:rsidRDefault="008D41BC" w:rsidP="001A4B98">
            <w:pPr>
              <w:rPr>
                <w:noProof/>
              </w:rPr>
            </w:pPr>
            <w:r w:rsidRPr="00404764" w:rsidDel="00D928DB">
              <w:rPr>
                <w:noProof/>
              </w:rPr>
              <w:t xml:space="preserve"> </w:t>
            </w:r>
            <w:r w:rsidRPr="00404764">
              <w:rPr>
                <w:noProof/>
              </w:rPr>
              <w:t>[jednokolejné/vícekolejné, uvést jen případě, že je to relevantní vzhledem k předmětu VZ]</w:t>
            </w:r>
          </w:p>
        </w:tc>
      </w:tr>
      <w:tr w:rsidR="008D41BC" w:rsidRPr="00404764" w14:paraId="26B08FA9" w14:textId="77777777" w:rsidTr="001A4B98">
        <w:trPr>
          <w:trHeight w:val="340"/>
        </w:trPr>
        <w:tc>
          <w:tcPr>
            <w:tcW w:w="4438" w:type="dxa"/>
            <w:shd w:val="clear" w:color="auto" w:fill="FFBFBF" w:themeFill="accent6" w:themeFillTint="33"/>
          </w:tcPr>
          <w:p w14:paraId="6031E1E2" w14:textId="77777777" w:rsidR="008D41BC" w:rsidRPr="00404764" w:rsidRDefault="008D41BC" w:rsidP="001A4B98">
            <w:pPr>
              <w:rPr>
                <w:b/>
                <w:noProof/>
              </w:rPr>
            </w:pPr>
            <w:r w:rsidRPr="00404764">
              <w:rPr>
                <w:b/>
                <w:noProof/>
              </w:rPr>
              <w:t>Dílo probíhalo na trati:</w:t>
            </w:r>
          </w:p>
        </w:tc>
        <w:tc>
          <w:tcPr>
            <w:tcW w:w="4264" w:type="dxa"/>
          </w:tcPr>
          <w:p w14:paraId="74B3898B" w14:textId="77777777" w:rsidR="008D41BC" w:rsidRPr="00404764" w:rsidRDefault="008D41BC" w:rsidP="001A4B98">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8D41BC" w:rsidRPr="00404764" w14:paraId="569182D1" w14:textId="77777777" w:rsidTr="001A4B98">
        <w:trPr>
          <w:trHeight w:val="340"/>
        </w:trPr>
        <w:tc>
          <w:tcPr>
            <w:tcW w:w="4438" w:type="dxa"/>
            <w:shd w:val="clear" w:color="auto" w:fill="FFBFBF" w:themeFill="accent6" w:themeFillTint="33"/>
          </w:tcPr>
          <w:p w14:paraId="5E840B1A" w14:textId="77777777" w:rsidR="008D41BC" w:rsidRPr="00404764" w:rsidRDefault="008D41BC" w:rsidP="001A4B98">
            <w:pPr>
              <w:rPr>
                <w:b/>
                <w:noProof/>
              </w:rPr>
            </w:pPr>
            <w:r w:rsidRPr="00404764">
              <w:rPr>
                <w:b/>
                <w:noProof/>
              </w:rPr>
              <w:t>Dílo probíhalo na trati:</w:t>
            </w:r>
          </w:p>
        </w:tc>
        <w:tc>
          <w:tcPr>
            <w:tcW w:w="4264" w:type="dxa"/>
          </w:tcPr>
          <w:p w14:paraId="0AAAD3F1" w14:textId="77777777" w:rsidR="008D41BC" w:rsidRPr="00404764" w:rsidRDefault="008D41BC" w:rsidP="001A4B98">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8D41BC" w:rsidRPr="00404764" w14:paraId="497C28EF" w14:textId="77777777" w:rsidTr="001A4B98">
        <w:trPr>
          <w:trHeight w:val="340"/>
        </w:trPr>
        <w:tc>
          <w:tcPr>
            <w:tcW w:w="4438" w:type="dxa"/>
            <w:shd w:val="clear" w:color="auto" w:fill="FFBFBF" w:themeFill="accent6" w:themeFillTint="33"/>
          </w:tcPr>
          <w:p w14:paraId="27546398" w14:textId="77777777" w:rsidR="008D41BC" w:rsidRPr="00404764" w:rsidRDefault="008D41BC" w:rsidP="001A4B98">
            <w:pPr>
              <w:rPr>
                <w:b/>
                <w:noProof/>
              </w:rPr>
            </w:pPr>
            <w:r w:rsidRPr="00404764">
              <w:rPr>
                <w:b/>
                <w:noProof/>
              </w:rPr>
              <w:t>Stavební práce zahrnovaly práce na železničním svršku:</w:t>
            </w:r>
          </w:p>
        </w:tc>
        <w:tc>
          <w:tcPr>
            <w:tcW w:w="4264" w:type="dxa"/>
          </w:tcPr>
          <w:p w14:paraId="6B7D85A0" w14:textId="77777777" w:rsidR="008D41BC" w:rsidRPr="00404764" w:rsidRDefault="008D41BC" w:rsidP="001A4B98">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8D41BC" w:rsidRPr="00404764" w14:paraId="7CDC872B" w14:textId="77777777" w:rsidTr="001A4B98">
        <w:trPr>
          <w:trHeight w:val="340"/>
        </w:trPr>
        <w:tc>
          <w:tcPr>
            <w:tcW w:w="4438" w:type="dxa"/>
            <w:shd w:val="clear" w:color="auto" w:fill="FFBFBF" w:themeFill="accent6" w:themeFillTint="33"/>
          </w:tcPr>
          <w:p w14:paraId="3B3B428C" w14:textId="77777777" w:rsidR="008D41BC" w:rsidRPr="00404764" w:rsidRDefault="008D41BC" w:rsidP="001A4B98">
            <w:pPr>
              <w:rPr>
                <w:b/>
                <w:noProof/>
              </w:rPr>
            </w:pPr>
            <w:r w:rsidRPr="00404764">
              <w:rPr>
                <w:b/>
                <w:noProof/>
              </w:rPr>
              <w:t>Stavební práce zahrnovaly práce na výhybkách:</w:t>
            </w:r>
          </w:p>
        </w:tc>
        <w:tc>
          <w:tcPr>
            <w:tcW w:w="4264" w:type="dxa"/>
          </w:tcPr>
          <w:p w14:paraId="6B74DA03" w14:textId="77777777" w:rsidR="008D41BC" w:rsidRPr="00404764" w:rsidRDefault="008D41BC" w:rsidP="001A4B98">
            <w:pPr>
              <w:rPr>
                <w:noProof/>
              </w:rPr>
            </w:pPr>
            <w:r w:rsidRPr="00404764" w:rsidDel="00D928DB">
              <w:rPr>
                <w:noProof/>
              </w:rPr>
              <w:t xml:space="preserve"> </w:t>
            </w:r>
            <w:r w:rsidRPr="00404764">
              <w:rPr>
                <w:noProof/>
              </w:rPr>
              <w:t>[ANO/NE, v případě ANO uvést hodnotu v Kč bez DPH a počet výhybek]</w:t>
            </w:r>
          </w:p>
        </w:tc>
      </w:tr>
      <w:tr w:rsidR="008D41BC" w:rsidRPr="00404764" w14:paraId="28E36651" w14:textId="77777777" w:rsidTr="001A4B98">
        <w:trPr>
          <w:trHeight w:val="340"/>
        </w:trPr>
        <w:tc>
          <w:tcPr>
            <w:tcW w:w="4438" w:type="dxa"/>
            <w:shd w:val="clear" w:color="auto" w:fill="FFBFBF" w:themeFill="accent6" w:themeFillTint="33"/>
          </w:tcPr>
          <w:p w14:paraId="333A73FC" w14:textId="77777777" w:rsidR="008D41BC" w:rsidRPr="00404764" w:rsidRDefault="008D41BC" w:rsidP="001A4B98">
            <w:pPr>
              <w:rPr>
                <w:b/>
                <w:noProof/>
              </w:rPr>
            </w:pPr>
            <w:r w:rsidRPr="00404764">
              <w:rPr>
                <w:b/>
                <w:noProof/>
              </w:rPr>
              <w:t>Stavební práce zahrnovaly práce na železničním spodku:</w:t>
            </w:r>
          </w:p>
        </w:tc>
        <w:tc>
          <w:tcPr>
            <w:tcW w:w="4264" w:type="dxa"/>
          </w:tcPr>
          <w:p w14:paraId="64804BA8" w14:textId="77777777" w:rsidR="008D41BC" w:rsidRPr="00404764" w:rsidRDefault="008D41BC" w:rsidP="001A4B98">
            <w:pPr>
              <w:rPr>
                <w:noProof/>
              </w:rPr>
            </w:pPr>
            <w:r w:rsidRPr="00404764" w:rsidDel="00D928DB">
              <w:rPr>
                <w:noProof/>
              </w:rPr>
              <w:t xml:space="preserve"> </w:t>
            </w:r>
            <w:r w:rsidRPr="00404764">
              <w:rPr>
                <w:noProof/>
              </w:rPr>
              <w:t>[ANO/NE, v případě ANO uvést hodnotu v Kč bez DPH a délku]</w:t>
            </w:r>
          </w:p>
        </w:tc>
      </w:tr>
      <w:tr w:rsidR="008D41BC" w:rsidRPr="00404764" w14:paraId="501478C1" w14:textId="77777777" w:rsidTr="001A4B98">
        <w:trPr>
          <w:trHeight w:val="340"/>
        </w:trPr>
        <w:tc>
          <w:tcPr>
            <w:tcW w:w="4438" w:type="dxa"/>
            <w:shd w:val="clear" w:color="auto" w:fill="FFBFBF" w:themeFill="accent6" w:themeFillTint="33"/>
          </w:tcPr>
          <w:p w14:paraId="36D8F5B0" w14:textId="77777777" w:rsidR="008D41BC" w:rsidRPr="00404764" w:rsidRDefault="008D41BC" w:rsidP="001A4B98">
            <w:pPr>
              <w:rPr>
                <w:b/>
                <w:noProof/>
              </w:rPr>
            </w:pPr>
            <w:r w:rsidRPr="00404764">
              <w:rPr>
                <w:b/>
                <w:noProof/>
              </w:rPr>
              <w:t>Stavební práce zahrnovaly práce na masivních mostních objektech:</w:t>
            </w:r>
          </w:p>
        </w:tc>
        <w:tc>
          <w:tcPr>
            <w:tcW w:w="4264" w:type="dxa"/>
          </w:tcPr>
          <w:p w14:paraId="3C56269F" w14:textId="77777777" w:rsidR="008D41BC" w:rsidRPr="00404764" w:rsidRDefault="008D41BC" w:rsidP="001A4B98">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8D41BC" w:rsidRPr="00404764" w14:paraId="01BE0DE8" w14:textId="77777777" w:rsidTr="001A4B98">
        <w:trPr>
          <w:trHeight w:val="340"/>
        </w:trPr>
        <w:tc>
          <w:tcPr>
            <w:tcW w:w="4438" w:type="dxa"/>
            <w:shd w:val="clear" w:color="auto" w:fill="FFBFBF" w:themeFill="accent6" w:themeFillTint="33"/>
          </w:tcPr>
          <w:p w14:paraId="3C695988" w14:textId="77777777" w:rsidR="008D41BC" w:rsidRPr="00404764" w:rsidRDefault="008D41BC" w:rsidP="001A4B98">
            <w:pPr>
              <w:rPr>
                <w:b/>
                <w:noProof/>
              </w:rPr>
            </w:pPr>
            <w:r w:rsidRPr="00404764">
              <w:rPr>
                <w:b/>
                <w:noProof/>
              </w:rPr>
              <w:t>Stavební práce zahrnovaly práce na mostních objektech s ocelovou nosnou konstrukcí:</w:t>
            </w:r>
          </w:p>
        </w:tc>
        <w:tc>
          <w:tcPr>
            <w:tcW w:w="4264" w:type="dxa"/>
          </w:tcPr>
          <w:p w14:paraId="309C92F2" w14:textId="77777777" w:rsidR="008D41BC" w:rsidRPr="00404764" w:rsidRDefault="008D41BC" w:rsidP="001A4B98">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8D41BC" w:rsidRPr="00404764" w14:paraId="4C2DCB7E" w14:textId="77777777" w:rsidTr="001A4B98">
        <w:trPr>
          <w:trHeight w:val="340"/>
        </w:trPr>
        <w:tc>
          <w:tcPr>
            <w:tcW w:w="4438" w:type="dxa"/>
            <w:shd w:val="clear" w:color="auto" w:fill="FFBFBF" w:themeFill="accent6" w:themeFillTint="33"/>
          </w:tcPr>
          <w:p w14:paraId="73283566" w14:textId="77777777" w:rsidR="008D41BC" w:rsidRPr="00404764" w:rsidRDefault="008D41BC" w:rsidP="001A4B98">
            <w:pPr>
              <w:rPr>
                <w:b/>
                <w:noProof/>
              </w:rPr>
            </w:pPr>
            <w:r w:rsidRPr="00404764">
              <w:rPr>
                <w:b/>
                <w:noProof/>
              </w:rPr>
              <w:t>Stavební práce zahrnovaly práce na tunelech:</w:t>
            </w:r>
          </w:p>
        </w:tc>
        <w:tc>
          <w:tcPr>
            <w:tcW w:w="4264" w:type="dxa"/>
          </w:tcPr>
          <w:p w14:paraId="68958C21" w14:textId="77777777" w:rsidR="008D41BC" w:rsidRPr="00404764" w:rsidRDefault="008D41BC" w:rsidP="001A4B98">
            <w:pPr>
              <w:rPr>
                <w:noProof/>
              </w:rPr>
            </w:pPr>
            <w:r w:rsidRPr="00404764" w:rsidDel="00D928DB">
              <w:rPr>
                <w:noProof/>
              </w:rPr>
              <w:t xml:space="preserve"> </w:t>
            </w:r>
            <w:r w:rsidRPr="00404764">
              <w:rPr>
                <w:noProof/>
              </w:rPr>
              <w:t>[ANO/NE, v případě ANO uvést délku tunelu]</w:t>
            </w:r>
          </w:p>
        </w:tc>
      </w:tr>
      <w:tr w:rsidR="008D41BC" w:rsidRPr="00404764" w14:paraId="63D04341" w14:textId="77777777" w:rsidTr="001A4B98">
        <w:trPr>
          <w:trHeight w:val="340"/>
        </w:trPr>
        <w:tc>
          <w:tcPr>
            <w:tcW w:w="4438" w:type="dxa"/>
            <w:shd w:val="clear" w:color="auto" w:fill="FFBFBF" w:themeFill="accent6" w:themeFillTint="33"/>
          </w:tcPr>
          <w:p w14:paraId="13E48422" w14:textId="77777777" w:rsidR="008D41BC" w:rsidRPr="00404764" w:rsidRDefault="008D41BC" w:rsidP="001A4B98">
            <w:pPr>
              <w:rPr>
                <w:b/>
                <w:noProof/>
              </w:rPr>
            </w:pPr>
            <w:r w:rsidRPr="00404764">
              <w:rPr>
                <w:b/>
                <w:noProof/>
              </w:rPr>
              <w:t>Stavební práce zahrnovaly práce na zabezpečovacím zařízení:</w:t>
            </w:r>
          </w:p>
        </w:tc>
        <w:tc>
          <w:tcPr>
            <w:tcW w:w="4264" w:type="dxa"/>
          </w:tcPr>
          <w:p w14:paraId="40ADBA48" w14:textId="77777777" w:rsidR="008D41BC" w:rsidRPr="00404764" w:rsidRDefault="008D41BC" w:rsidP="001A4B98">
            <w:pPr>
              <w:rPr>
                <w:noProof/>
              </w:rPr>
            </w:pPr>
            <w:r w:rsidRPr="00404764" w:rsidDel="00D928DB">
              <w:rPr>
                <w:noProof/>
              </w:rPr>
              <w:t xml:space="preserve"> </w:t>
            </w:r>
            <w:r w:rsidRPr="00404764">
              <w:rPr>
                <w:noProof/>
              </w:rPr>
              <w:t>[ANO/NE, v případě ANO uvést hodnotu v Kč bez DPH a délku traťového úseku]</w:t>
            </w:r>
          </w:p>
        </w:tc>
      </w:tr>
      <w:tr w:rsidR="008D41BC" w:rsidRPr="00404764" w14:paraId="305DF579" w14:textId="77777777" w:rsidTr="001A4B98">
        <w:trPr>
          <w:trHeight w:val="340"/>
        </w:trPr>
        <w:tc>
          <w:tcPr>
            <w:tcW w:w="4438" w:type="dxa"/>
            <w:shd w:val="clear" w:color="auto" w:fill="FFBFBF" w:themeFill="accent6" w:themeFillTint="33"/>
          </w:tcPr>
          <w:p w14:paraId="47B1126B" w14:textId="77777777" w:rsidR="008D41BC" w:rsidRPr="00404764" w:rsidRDefault="008D41BC" w:rsidP="001A4B98">
            <w:pPr>
              <w:rPr>
                <w:b/>
                <w:noProof/>
              </w:rPr>
            </w:pPr>
            <w:r w:rsidRPr="00404764">
              <w:rPr>
                <w:b/>
                <w:noProof/>
              </w:rPr>
              <w:lastRenderedPageBreak/>
              <w:t>Stavební práce zahrnovaly práce na sdělovacím zařízení:</w:t>
            </w:r>
          </w:p>
        </w:tc>
        <w:tc>
          <w:tcPr>
            <w:tcW w:w="4264" w:type="dxa"/>
          </w:tcPr>
          <w:p w14:paraId="6F1C6BBC" w14:textId="77777777" w:rsidR="008D41BC" w:rsidRPr="00404764" w:rsidRDefault="008D41BC" w:rsidP="001A4B98">
            <w:pPr>
              <w:rPr>
                <w:noProof/>
              </w:rPr>
            </w:pPr>
            <w:r w:rsidRPr="00404764" w:rsidDel="00D928DB">
              <w:rPr>
                <w:noProof/>
              </w:rPr>
              <w:t xml:space="preserve"> </w:t>
            </w:r>
            <w:r w:rsidRPr="00404764">
              <w:rPr>
                <w:noProof/>
              </w:rPr>
              <w:t>[ANO/NE, v případě ANO uvést hodnotu v Kč bez DPH]</w:t>
            </w:r>
          </w:p>
        </w:tc>
      </w:tr>
      <w:tr w:rsidR="008D41BC" w:rsidRPr="00404764" w14:paraId="6021C360" w14:textId="77777777" w:rsidTr="001A4B98">
        <w:trPr>
          <w:trHeight w:val="340"/>
        </w:trPr>
        <w:tc>
          <w:tcPr>
            <w:tcW w:w="4438" w:type="dxa"/>
            <w:shd w:val="clear" w:color="auto" w:fill="FFBFBF" w:themeFill="accent6" w:themeFillTint="33"/>
          </w:tcPr>
          <w:p w14:paraId="1F9EE545" w14:textId="77777777" w:rsidR="008D41BC" w:rsidRPr="00404764" w:rsidRDefault="008D41BC" w:rsidP="001A4B98">
            <w:pPr>
              <w:rPr>
                <w:b/>
                <w:noProof/>
              </w:rPr>
            </w:pPr>
            <w:r w:rsidRPr="00404764">
              <w:rPr>
                <w:b/>
                <w:noProof/>
              </w:rPr>
              <w:t>Stavební práce zahrnovaly práce na energetickém a elektrotechnickém zařízení:</w:t>
            </w:r>
          </w:p>
        </w:tc>
        <w:tc>
          <w:tcPr>
            <w:tcW w:w="4264" w:type="dxa"/>
          </w:tcPr>
          <w:p w14:paraId="2DCE5864" w14:textId="77777777" w:rsidR="008D41BC" w:rsidRPr="00404764" w:rsidRDefault="008D41BC" w:rsidP="001A4B98">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8D41BC" w:rsidRPr="00404764" w14:paraId="366BBD3E" w14:textId="77777777" w:rsidTr="001A4B98">
        <w:trPr>
          <w:trHeight w:val="340"/>
        </w:trPr>
        <w:tc>
          <w:tcPr>
            <w:tcW w:w="4438" w:type="dxa"/>
            <w:shd w:val="clear" w:color="auto" w:fill="FFBFBF" w:themeFill="accent6" w:themeFillTint="33"/>
          </w:tcPr>
          <w:p w14:paraId="0A512BEB" w14:textId="77777777" w:rsidR="008D41BC" w:rsidRPr="00404764" w:rsidRDefault="008D41BC" w:rsidP="001A4B98">
            <w:pPr>
              <w:rPr>
                <w:b/>
                <w:noProof/>
              </w:rPr>
            </w:pPr>
            <w:r w:rsidRPr="00404764">
              <w:rPr>
                <w:b/>
                <w:noProof/>
              </w:rPr>
              <w:t>Stavební práce zahrnovaly práce na budovách:</w:t>
            </w:r>
          </w:p>
        </w:tc>
        <w:tc>
          <w:tcPr>
            <w:tcW w:w="4264" w:type="dxa"/>
          </w:tcPr>
          <w:p w14:paraId="670E9B61" w14:textId="77777777" w:rsidR="008D41BC" w:rsidRPr="00404764" w:rsidRDefault="008D41BC" w:rsidP="001A4B98">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8D41BC" w:rsidRPr="00404764" w14:paraId="2B4E0434" w14:textId="77777777" w:rsidTr="001A4B98">
        <w:trPr>
          <w:trHeight w:val="340"/>
        </w:trPr>
        <w:tc>
          <w:tcPr>
            <w:tcW w:w="4438" w:type="dxa"/>
            <w:shd w:val="clear" w:color="auto" w:fill="FFBFBF" w:themeFill="accent6" w:themeFillTint="33"/>
          </w:tcPr>
          <w:p w14:paraId="5E47C7AB" w14:textId="77777777" w:rsidR="008D41BC" w:rsidRPr="00404764" w:rsidRDefault="008D41BC" w:rsidP="001A4B98">
            <w:pPr>
              <w:rPr>
                <w:b/>
                <w:noProof/>
              </w:rPr>
            </w:pPr>
            <w:r w:rsidRPr="00404764">
              <w:rPr>
                <w:b/>
                <w:noProof/>
              </w:rPr>
              <w:t>Stavební práce zahrnovaly práce a údržbu na skalních masivech:</w:t>
            </w:r>
          </w:p>
        </w:tc>
        <w:tc>
          <w:tcPr>
            <w:tcW w:w="4264" w:type="dxa"/>
          </w:tcPr>
          <w:p w14:paraId="02C3C44A" w14:textId="77777777" w:rsidR="008D41BC" w:rsidRPr="00404764" w:rsidRDefault="008D41BC" w:rsidP="001A4B98">
            <w:pPr>
              <w:rPr>
                <w:noProof/>
              </w:rPr>
            </w:pPr>
            <w:r w:rsidRPr="00404764" w:rsidDel="00D928DB">
              <w:rPr>
                <w:noProof/>
              </w:rPr>
              <w:t xml:space="preserve"> </w:t>
            </w:r>
            <w:r w:rsidRPr="00404764">
              <w:rPr>
                <w:noProof/>
              </w:rPr>
              <w:t>[ANO/NE, v případě ANO uvést hodnotu v Kč bez DPH]</w:t>
            </w:r>
          </w:p>
        </w:tc>
      </w:tr>
    </w:tbl>
    <w:p w14:paraId="6B041702" w14:textId="77777777" w:rsidR="008D41BC" w:rsidRPr="00404764" w:rsidRDefault="008D41BC" w:rsidP="008D41BC">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8D41BC" w:rsidRPr="00404764" w14:paraId="395056C4" w14:textId="77777777" w:rsidTr="001A4B98">
        <w:trPr>
          <w:trHeight w:val="340"/>
        </w:trPr>
        <w:tc>
          <w:tcPr>
            <w:tcW w:w="4438" w:type="dxa"/>
            <w:shd w:val="clear" w:color="auto" w:fill="FFBFBF" w:themeFill="accent6" w:themeFillTint="33"/>
          </w:tcPr>
          <w:p w14:paraId="16F38996" w14:textId="77777777" w:rsidR="008D41BC" w:rsidRPr="00404764" w:rsidRDefault="008D41BC" w:rsidP="001A4B98">
            <w:pPr>
              <w:rPr>
                <w:b/>
                <w:noProof/>
              </w:rPr>
            </w:pPr>
            <w:r w:rsidRPr="00404764">
              <w:rPr>
                <w:b/>
                <w:noProof/>
              </w:rPr>
              <w:lastRenderedPageBreak/>
              <w:t>SOD obsahovala vyhrazené plnění realizované vlastní kapacitou:</w:t>
            </w:r>
          </w:p>
        </w:tc>
        <w:tc>
          <w:tcPr>
            <w:tcW w:w="4264" w:type="dxa"/>
          </w:tcPr>
          <w:p w14:paraId="17F1FBAA" w14:textId="77777777" w:rsidR="008D41BC" w:rsidRPr="00404764" w:rsidRDefault="008D41BC" w:rsidP="001A4B98">
            <w:pPr>
              <w:rPr>
                <w:noProof/>
              </w:rPr>
            </w:pPr>
            <w:r w:rsidRPr="00404764" w:rsidDel="00D928DB">
              <w:rPr>
                <w:noProof/>
              </w:rPr>
              <w:t xml:space="preserve"> </w:t>
            </w:r>
            <w:r w:rsidRPr="00404764">
              <w:rPr>
                <w:noProof/>
              </w:rPr>
              <w:t>[ANO/NE, v případě ANO uvést níže uvedené podrobnosti]</w:t>
            </w:r>
          </w:p>
        </w:tc>
      </w:tr>
      <w:tr w:rsidR="008D41BC" w:rsidRPr="00404764" w14:paraId="217F09F9" w14:textId="77777777" w:rsidTr="001A4B98">
        <w:trPr>
          <w:trHeight w:val="340"/>
        </w:trPr>
        <w:tc>
          <w:tcPr>
            <w:tcW w:w="4438" w:type="dxa"/>
            <w:shd w:val="clear" w:color="auto" w:fill="FFBFBF" w:themeFill="accent6" w:themeFillTint="33"/>
          </w:tcPr>
          <w:p w14:paraId="5A1D64E9" w14:textId="77777777" w:rsidR="008D41BC" w:rsidRPr="00404764" w:rsidRDefault="008D41BC" w:rsidP="001A4B98">
            <w:pPr>
              <w:rPr>
                <w:b/>
                <w:noProof/>
              </w:rPr>
            </w:pPr>
            <w:r w:rsidRPr="00404764">
              <w:rPr>
                <w:b/>
                <w:noProof/>
              </w:rPr>
              <w:t>Popis vyhrazeného plnění dle SOD:</w:t>
            </w:r>
          </w:p>
        </w:tc>
        <w:tc>
          <w:tcPr>
            <w:tcW w:w="4264" w:type="dxa"/>
          </w:tcPr>
          <w:p w14:paraId="34B511F7" w14:textId="77777777" w:rsidR="008D41BC" w:rsidRPr="00404764" w:rsidRDefault="008D41BC" w:rsidP="001A4B98">
            <w:pPr>
              <w:rPr>
                <w:noProof/>
              </w:rPr>
            </w:pPr>
            <w:r w:rsidRPr="00404764" w:rsidDel="00D928DB">
              <w:rPr>
                <w:noProof/>
              </w:rPr>
              <w:t xml:space="preserve"> </w:t>
            </w:r>
            <w:r w:rsidRPr="00404764">
              <w:rPr>
                <w:noProof/>
              </w:rPr>
              <w:t>[označení dle čísel a názvů jednotlivých PS a SO]</w:t>
            </w:r>
          </w:p>
        </w:tc>
      </w:tr>
      <w:tr w:rsidR="008D41BC" w:rsidRPr="00404764" w14:paraId="31DDFED5" w14:textId="77777777" w:rsidTr="001A4B98">
        <w:trPr>
          <w:trHeight w:val="340"/>
        </w:trPr>
        <w:tc>
          <w:tcPr>
            <w:tcW w:w="4438" w:type="dxa"/>
            <w:shd w:val="clear" w:color="auto" w:fill="FFBFBF" w:themeFill="accent6" w:themeFillTint="33"/>
          </w:tcPr>
          <w:p w14:paraId="21AE55BF" w14:textId="77777777" w:rsidR="008D41BC" w:rsidRPr="00404764" w:rsidRDefault="008D41BC" w:rsidP="001A4B98">
            <w:pPr>
              <w:rPr>
                <w:b/>
                <w:noProof/>
              </w:rPr>
            </w:pPr>
            <w:r w:rsidRPr="00404764">
              <w:rPr>
                <w:b/>
                <w:noProof/>
              </w:rPr>
              <w:t>Zhotovitel vyhrazeného plnění:</w:t>
            </w:r>
          </w:p>
        </w:tc>
        <w:tc>
          <w:tcPr>
            <w:tcW w:w="4264" w:type="dxa"/>
          </w:tcPr>
          <w:p w14:paraId="381C5462" w14:textId="77777777" w:rsidR="008D41BC" w:rsidRPr="00404764" w:rsidRDefault="008D41BC" w:rsidP="001A4B98">
            <w:pPr>
              <w:rPr>
                <w:noProof/>
              </w:rPr>
            </w:pPr>
          </w:p>
        </w:tc>
      </w:tr>
      <w:tr w:rsidR="008D41BC" w:rsidRPr="00404764" w14:paraId="2705AF45" w14:textId="77777777" w:rsidTr="001A4B98">
        <w:trPr>
          <w:trHeight w:val="340"/>
        </w:trPr>
        <w:tc>
          <w:tcPr>
            <w:tcW w:w="4438" w:type="dxa"/>
            <w:shd w:val="clear" w:color="auto" w:fill="FFBFBF" w:themeFill="accent6" w:themeFillTint="33"/>
          </w:tcPr>
          <w:p w14:paraId="2C85F2F1" w14:textId="77777777" w:rsidR="008D41BC" w:rsidRPr="00404764" w:rsidRDefault="008D41BC" w:rsidP="001A4B98">
            <w:pPr>
              <w:rPr>
                <w:b/>
                <w:noProof/>
              </w:rPr>
            </w:pPr>
            <w:r w:rsidRPr="00404764">
              <w:rPr>
                <w:b/>
                <w:noProof/>
              </w:rPr>
              <w:t>Hodnota vyhrazeného plnění v Kč bez DPH:</w:t>
            </w:r>
          </w:p>
        </w:tc>
        <w:tc>
          <w:tcPr>
            <w:tcW w:w="4264" w:type="dxa"/>
          </w:tcPr>
          <w:p w14:paraId="29C5DEEB" w14:textId="77777777" w:rsidR="008D41BC" w:rsidRPr="00404764" w:rsidRDefault="008D41BC" w:rsidP="001A4B98">
            <w:pPr>
              <w:rPr>
                <w:noProof/>
              </w:rPr>
            </w:pPr>
          </w:p>
        </w:tc>
      </w:tr>
    </w:tbl>
    <w:p w14:paraId="2021B200" w14:textId="77777777" w:rsidR="008D41BC" w:rsidRPr="00404764" w:rsidRDefault="008D41BC" w:rsidP="008D41BC">
      <w:pPr>
        <w:spacing w:after="0"/>
        <w:rPr>
          <w:noProof/>
        </w:rPr>
      </w:pPr>
    </w:p>
    <w:p w14:paraId="47B66BDD" w14:textId="77777777" w:rsidR="008D41BC" w:rsidRPr="00404764" w:rsidRDefault="008D41BC" w:rsidP="008D41BC">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8D41BC" w:rsidRPr="00404764" w14:paraId="60B43C25" w14:textId="77777777" w:rsidTr="001A4B98">
        <w:tc>
          <w:tcPr>
            <w:tcW w:w="2900" w:type="dxa"/>
            <w:shd w:val="clear" w:color="auto" w:fill="FFBFBF" w:themeFill="accent6" w:themeFillTint="33"/>
          </w:tcPr>
          <w:p w14:paraId="3C54CA2A" w14:textId="77777777" w:rsidR="008D41BC" w:rsidRPr="00404764" w:rsidRDefault="008D41BC" w:rsidP="001A4B98">
            <w:pPr>
              <w:rPr>
                <w:noProof/>
              </w:rPr>
            </w:pPr>
          </w:p>
        </w:tc>
        <w:tc>
          <w:tcPr>
            <w:tcW w:w="2901" w:type="dxa"/>
            <w:shd w:val="clear" w:color="auto" w:fill="FFBFBF" w:themeFill="accent6" w:themeFillTint="33"/>
          </w:tcPr>
          <w:p w14:paraId="1BDC6EAC" w14:textId="77777777" w:rsidR="008D41BC" w:rsidRPr="00404764" w:rsidRDefault="008D41BC" w:rsidP="001A4B98">
            <w:pPr>
              <w:rPr>
                <w:b/>
                <w:noProof/>
              </w:rPr>
            </w:pPr>
            <w:r w:rsidRPr="00404764">
              <w:rPr>
                <w:b/>
                <w:noProof/>
              </w:rPr>
              <w:t>Obchodní firma</w:t>
            </w:r>
          </w:p>
        </w:tc>
        <w:tc>
          <w:tcPr>
            <w:tcW w:w="2901" w:type="dxa"/>
            <w:shd w:val="clear" w:color="auto" w:fill="FFBFBF" w:themeFill="accent6" w:themeFillTint="33"/>
          </w:tcPr>
          <w:p w14:paraId="728E85E9" w14:textId="77777777" w:rsidR="008D41BC" w:rsidRPr="00404764" w:rsidRDefault="008D41BC" w:rsidP="001A4B98">
            <w:pPr>
              <w:rPr>
                <w:b/>
                <w:noProof/>
              </w:rPr>
            </w:pPr>
            <w:r w:rsidRPr="00404764">
              <w:rPr>
                <w:b/>
                <w:noProof/>
              </w:rPr>
              <w:t>Hodnota prováděných prací v Kč bez DPH</w:t>
            </w:r>
          </w:p>
        </w:tc>
      </w:tr>
      <w:tr w:rsidR="008D41BC" w:rsidRPr="00404764" w14:paraId="7502E75A" w14:textId="77777777" w:rsidTr="001A4B98">
        <w:tc>
          <w:tcPr>
            <w:tcW w:w="2900" w:type="dxa"/>
            <w:shd w:val="clear" w:color="auto" w:fill="FFBFBF" w:themeFill="accent6" w:themeFillTint="33"/>
          </w:tcPr>
          <w:p w14:paraId="7D74450F" w14:textId="77777777" w:rsidR="008D41BC" w:rsidRPr="00404764" w:rsidRDefault="008D41BC" w:rsidP="001A4B98">
            <w:pPr>
              <w:rPr>
                <w:b/>
                <w:noProof/>
              </w:rPr>
            </w:pPr>
            <w:r w:rsidRPr="00404764">
              <w:rPr>
                <w:b/>
                <w:noProof/>
              </w:rPr>
              <w:t>Správce/vedoucí společník:</w:t>
            </w:r>
          </w:p>
        </w:tc>
        <w:tc>
          <w:tcPr>
            <w:tcW w:w="2901" w:type="dxa"/>
          </w:tcPr>
          <w:p w14:paraId="708A46AF" w14:textId="77777777" w:rsidR="008D41BC" w:rsidRPr="00404764" w:rsidRDefault="008D41BC" w:rsidP="001A4B98">
            <w:pPr>
              <w:rPr>
                <w:noProof/>
              </w:rPr>
            </w:pPr>
          </w:p>
        </w:tc>
        <w:tc>
          <w:tcPr>
            <w:tcW w:w="2901" w:type="dxa"/>
          </w:tcPr>
          <w:p w14:paraId="03C699B2" w14:textId="77777777" w:rsidR="008D41BC" w:rsidRPr="00404764" w:rsidRDefault="008D41BC" w:rsidP="001A4B98">
            <w:pPr>
              <w:rPr>
                <w:noProof/>
              </w:rPr>
            </w:pPr>
          </w:p>
        </w:tc>
      </w:tr>
      <w:tr w:rsidR="008D41BC" w:rsidRPr="00404764" w14:paraId="07D1F4FA" w14:textId="77777777" w:rsidTr="001A4B98">
        <w:tc>
          <w:tcPr>
            <w:tcW w:w="2900" w:type="dxa"/>
            <w:shd w:val="clear" w:color="auto" w:fill="FFBFBF" w:themeFill="accent6" w:themeFillTint="33"/>
          </w:tcPr>
          <w:p w14:paraId="0B724F8D" w14:textId="77777777" w:rsidR="008D41BC" w:rsidRPr="00404764" w:rsidRDefault="008D41BC" w:rsidP="001A4B98">
            <w:pPr>
              <w:rPr>
                <w:b/>
                <w:noProof/>
              </w:rPr>
            </w:pPr>
            <w:r w:rsidRPr="00404764">
              <w:rPr>
                <w:b/>
                <w:noProof/>
              </w:rPr>
              <w:t>Další společník:</w:t>
            </w:r>
          </w:p>
        </w:tc>
        <w:tc>
          <w:tcPr>
            <w:tcW w:w="2901" w:type="dxa"/>
          </w:tcPr>
          <w:p w14:paraId="3B627E68" w14:textId="77777777" w:rsidR="008D41BC" w:rsidRPr="00404764" w:rsidRDefault="008D41BC" w:rsidP="001A4B98">
            <w:pPr>
              <w:rPr>
                <w:noProof/>
              </w:rPr>
            </w:pPr>
          </w:p>
        </w:tc>
        <w:tc>
          <w:tcPr>
            <w:tcW w:w="2901" w:type="dxa"/>
          </w:tcPr>
          <w:p w14:paraId="4C983FBC" w14:textId="77777777" w:rsidR="008D41BC" w:rsidRPr="00404764" w:rsidRDefault="008D41BC" w:rsidP="001A4B98">
            <w:pPr>
              <w:rPr>
                <w:noProof/>
              </w:rPr>
            </w:pPr>
          </w:p>
        </w:tc>
      </w:tr>
      <w:tr w:rsidR="008D41BC" w:rsidRPr="00404764" w14:paraId="0CA5A594" w14:textId="77777777" w:rsidTr="001A4B98">
        <w:tc>
          <w:tcPr>
            <w:tcW w:w="2900" w:type="dxa"/>
            <w:shd w:val="clear" w:color="auto" w:fill="FFBFBF" w:themeFill="accent6" w:themeFillTint="33"/>
          </w:tcPr>
          <w:p w14:paraId="1CAFE0F5" w14:textId="77777777" w:rsidR="008D41BC" w:rsidRPr="00404764" w:rsidRDefault="008D41BC" w:rsidP="001A4B98">
            <w:pPr>
              <w:rPr>
                <w:b/>
                <w:noProof/>
              </w:rPr>
            </w:pPr>
            <w:r w:rsidRPr="00404764">
              <w:rPr>
                <w:b/>
                <w:noProof/>
              </w:rPr>
              <w:t>Další společník:</w:t>
            </w:r>
          </w:p>
        </w:tc>
        <w:tc>
          <w:tcPr>
            <w:tcW w:w="2901" w:type="dxa"/>
          </w:tcPr>
          <w:p w14:paraId="2255CB15" w14:textId="77777777" w:rsidR="008D41BC" w:rsidRPr="00404764" w:rsidRDefault="008D41BC" w:rsidP="001A4B98">
            <w:pPr>
              <w:rPr>
                <w:noProof/>
              </w:rPr>
            </w:pPr>
          </w:p>
        </w:tc>
        <w:tc>
          <w:tcPr>
            <w:tcW w:w="2901" w:type="dxa"/>
          </w:tcPr>
          <w:p w14:paraId="505CA152" w14:textId="77777777" w:rsidR="008D41BC" w:rsidRPr="00404764" w:rsidRDefault="008D41BC" w:rsidP="001A4B98">
            <w:pPr>
              <w:rPr>
                <w:noProof/>
              </w:rPr>
            </w:pPr>
          </w:p>
        </w:tc>
      </w:tr>
      <w:tr w:rsidR="008D41BC" w:rsidRPr="00404764" w14:paraId="4944BFA4" w14:textId="77777777" w:rsidTr="001A4B98">
        <w:tc>
          <w:tcPr>
            <w:tcW w:w="2900" w:type="dxa"/>
            <w:shd w:val="clear" w:color="auto" w:fill="FFBFBF" w:themeFill="accent6" w:themeFillTint="33"/>
          </w:tcPr>
          <w:p w14:paraId="49CDC9A0" w14:textId="77777777" w:rsidR="008D41BC" w:rsidRPr="00404764" w:rsidRDefault="008D41BC" w:rsidP="001A4B98">
            <w:pPr>
              <w:rPr>
                <w:b/>
                <w:noProof/>
              </w:rPr>
            </w:pPr>
            <w:r w:rsidRPr="00404764">
              <w:rPr>
                <w:b/>
                <w:noProof/>
              </w:rPr>
              <w:t>Další společník:</w:t>
            </w:r>
          </w:p>
        </w:tc>
        <w:tc>
          <w:tcPr>
            <w:tcW w:w="2901" w:type="dxa"/>
          </w:tcPr>
          <w:p w14:paraId="76BCD511" w14:textId="77777777" w:rsidR="008D41BC" w:rsidRPr="00404764" w:rsidRDefault="008D41BC" w:rsidP="001A4B98">
            <w:pPr>
              <w:rPr>
                <w:noProof/>
              </w:rPr>
            </w:pPr>
          </w:p>
        </w:tc>
        <w:tc>
          <w:tcPr>
            <w:tcW w:w="2901" w:type="dxa"/>
          </w:tcPr>
          <w:p w14:paraId="4546D421" w14:textId="77777777" w:rsidR="008D41BC" w:rsidRPr="00404764" w:rsidRDefault="008D41BC" w:rsidP="001A4B98">
            <w:pPr>
              <w:rPr>
                <w:noProof/>
              </w:rPr>
            </w:pPr>
          </w:p>
        </w:tc>
      </w:tr>
      <w:tr w:rsidR="008D41BC" w:rsidRPr="00404764" w14:paraId="7A3B3F04" w14:textId="77777777" w:rsidTr="001A4B98">
        <w:tc>
          <w:tcPr>
            <w:tcW w:w="2900" w:type="dxa"/>
            <w:shd w:val="clear" w:color="auto" w:fill="FFBFBF" w:themeFill="accent6" w:themeFillTint="33"/>
          </w:tcPr>
          <w:p w14:paraId="6D78E59F" w14:textId="77777777" w:rsidR="008D41BC" w:rsidRPr="00404764" w:rsidRDefault="008D41BC" w:rsidP="001A4B98">
            <w:pPr>
              <w:rPr>
                <w:b/>
                <w:noProof/>
              </w:rPr>
            </w:pPr>
            <w:r w:rsidRPr="00404764">
              <w:rPr>
                <w:b/>
                <w:noProof/>
              </w:rPr>
              <w:t>Celkem v Kč bez DPH:</w:t>
            </w:r>
          </w:p>
        </w:tc>
        <w:tc>
          <w:tcPr>
            <w:tcW w:w="5802" w:type="dxa"/>
            <w:gridSpan w:val="2"/>
            <w:shd w:val="clear" w:color="auto" w:fill="FFBFBF" w:themeFill="accent6" w:themeFillTint="33"/>
          </w:tcPr>
          <w:p w14:paraId="520DE5F1" w14:textId="77777777" w:rsidR="008D41BC" w:rsidRPr="00404764" w:rsidRDefault="008D41BC" w:rsidP="001A4B98">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4DED6EF1" w14:textId="77777777" w:rsidR="008D41BC" w:rsidRPr="00404764" w:rsidRDefault="008D41BC" w:rsidP="008D41B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D41BC" w:rsidRPr="00404764" w14:paraId="281E95C7" w14:textId="77777777" w:rsidTr="001A4B98">
        <w:trPr>
          <w:trHeight w:val="340"/>
        </w:trPr>
        <w:tc>
          <w:tcPr>
            <w:tcW w:w="4438" w:type="dxa"/>
            <w:shd w:val="clear" w:color="auto" w:fill="FFBFBF" w:themeFill="accent6" w:themeFillTint="33"/>
          </w:tcPr>
          <w:p w14:paraId="28C6025F" w14:textId="77777777" w:rsidR="008D41BC" w:rsidRPr="00404764" w:rsidRDefault="008D41BC" w:rsidP="001A4B98">
            <w:pPr>
              <w:rPr>
                <w:b/>
                <w:noProof/>
              </w:rPr>
            </w:pPr>
            <w:r w:rsidRPr="00404764">
              <w:rPr>
                <w:b/>
                <w:noProof/>
              </w:rPr>
              <w:t>Hodnocení objednatele:</w:t>
            </w:r>
          </w:p>
        </w:tc>
        <w:tc>
          <w:tcPr>
            <w:tcW w:w="4264" w:type="dxa"/>
          </w:tcPr>
          <w:p w14:paraId="4F55C2CA" w14:textId="77777777" w:rsidR="008D41BC" w:rsidRPr="00404764" w:rsidRDefault="008D41BC" w:rsidP="001A4B98">
            <w:pPr>
              <w:rPr>
                <w:b/>
                <w:noProof/>
              </w:rPr>
            </w:pPr>
            <w:r w:rsidRPr="00404764">
              <w:rPr>
                <w:noProof/>
              </w:rPr>
              <w:t>Správa železnic osvědčuje, že stavební práce uvedené v tomto osvědčení byly řádně poskytnuty a dokončeny.</w:t>
            </w:r>
          </w:p>
        </w:tc>
      </w:tr>
      <w:tr w:rsidR="008D41BC" w:rsidRPr="00404764" w14:paraId="5C30C7B5" w14:textId="77777777" w:rsidTr="001A4B98">
        <w:trPr>
          <w:trHeight w:val="340"/>
        </w:trPr>
        <w:tc>
          <w:tcPr>
            <w:tcW w:w="4438" w:type="dxa"/>
            <w:shd w:val="clear" w:color="auto" w:fill="FFBFBF" w:themeFill="accent6" w:themeFillTint="33"/>
          </w:tcPr>
          <w:p w14:paraId="3864B754" w14:textId="77777777" w:rsidR="008D41BC" w:rsidRPr="00404764" w:rsidRDefault="008D41BC" w:rsidP="001A4B98">
            <w:pPr>
              <w:rPr>
                <w:b/>
                <w:noProof/>
              </w:rPr>
            </w:pPr>
            <w:r w:rsidRPr="00404764">
              <w:rPr>
                <w:b/>
                <w:noProof/>
              </w:rPr>
              <w:t>Kontaktní osoba:</w:t>
            </w:r>
          </w:p>
        </w:tc>
        <w:tc>
          <w:tcPr>
            <w:tcW w:w="4264" w:type="dxa"/>
            <w:shd w:val="clear" w:color="auto" w:fill="auto"/>
          </w:tcPr>
          <w:p w14:paraId="0AD9E8A9" w14:textId="77777777" w:rsidR="008D41BC" w:rsidRPr="00404764" w:rsidRDefault="008D41BC" w:rsidP="001A4B98">
            <w:pPr>
              <w:rPr>
                <w:noProof/>
              </w:rPr>
            </w:pPr>
            <w:r w:rsidRPr="00404764">
              <w:rPr>
                <w:noProof/>
              </w:rPr>
              <w:t>[jméno, příjmení]</w:t>
            </w:r>
          </w:p>
          <w:p w14:paraId="64BF5862" w14:textId="77777777" w:rsidR="008D41BC" w:rsidRPr="00404764" w:rsidRDefault="008D41BC" w:rsidP="001A4B98">
            <w:pPr>
              <w:rPr>
                <w:noProof/>
              </w:rPr>
            </w:pPr>
            <w:r w:rsidRPr="00404764">
              <w:rPr>
                <w:noProof/>
              </w:rPr>
              <w:t>[funkce, odborná správa]</w:t>
            </w:r>
          </w:p>
          <w:p w14:paraId="1BAEA243" w14:textId="77777777" w:rsidR="008D41BC" w:rsidRPr="00404764" w:rsidRDefault="008D41BC" w:rsidP="001A4B98">
            <w:pPr>
              <w:rPr>
                <w:noProof/>
              </w:rPr>
            </w:pPr>
            <w:r w:rsidRPr="00404764">
              <w:rPr>
                <w:noProof/>
              </w:rPr>
              <w:t xml:space="preserve">tel: </w:t>
            </w:r>
          </w:p>
          <w:p w14:paraId="1593A515" w14:textId="77777777" w:rsidR="008D41BC" w:rsidRPr="00404764" w:rsidRDefault="008D41BC" w:rsidP="001A4B98">
            <w:pPr>
              <w:rPr>
                <w:noProof/>
              </w:rPr>
            </w:pPr>
            <w:r w:rsidRPr="00404764">
              <w:rPr>
                <w:noProof/>
              </w:rPr>
              <w:t xml:space="preserve">e-mail: </w:t>
            </w:r>
          </w:p>
        </w:tc>
      </w:tr>
    </w:tbl>
    <w:p w14:paraId="566A439E" w14:textId="77777777" w:rsidR="008D41BC" w:rsidRPr="00404764" w:rsidRDefault="008D41BC" w:rsidP="008D41B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D41BC" w:rsidRPr="00404764" w14:paraId="0A3F3FF0" w14:textId="77777777" w:rsidTr="001A4B98">
        <w:trPr>
          <w:trHeight w:val="340"/>
        </w:trPr>
        <w:tc>
          <w:tcPr>
            <w:tcW w:w="4438" w:type="dxa"/>
            <w:shd w:val="clear" w:color="auto" w:fill="FFBFBF" w:themeFill="accent6" w:themeFillTint="33"/>
          </w:tcPr>
          <w:p w14:paraId="45B0EE92" w14:textId="77777777" w:rsidR="008D41BC" w:rsidRPr="00404764" w:rsidRDefault="008D41BC" w:rsidP="001A4B98">
            <w:pPr>
              <w:rPr>
                <w:b/>
                <w:noProof/>
              </w:rPr>
            </w:pPr>
            <w:r w:rsidRPr="00404764">
              <w:rPr>
                <w:b/>
                <w:noProof/>
              </w:rPr>
              <w:t>Jméno a přijmení vystavitele:</w:t>
            </w:r>
          </w:p>
        </w:tc>
        <w:tc>
          <w:tcPr>
            <w:tcW w:w="4264" w:type="dxa"/>
          </w:tcPr>
          <w:p w14:paraId="2FBD3FA4" w14:textId="77777777" w:rsidR="008D41BC" w:rsidRPr="00404764" w:rsidRDefault="008D41BC" w:rsidP="001A4B98">
            <w:pPr>
              <w:rPr>
                <w:noProof/>
              </w:rPr>
            </w:pPr>
          </w:p>
        </w:tc>
      </w:tr>
      <w:tr w:rsidR="008D41BC" w:rsidRPr="00404764" w14:paraId="76D97914" w14:textId="77777777" w:rsidTr="001A4B98">
        <w:trPr>
          <w:trHeight w:val="340"/>
        </w:trPr>
        <w:tc>
          <w:tcPr>
            <w:tcW w:w="4438" w:type="dxa"/>
            <w:shd w:val="clear" w:color="auto" w:fill="FFBFBF" w:themeFill="accent6" w:themeFillTint="33"/>
          </w:tcPr>
          <w:p w14:paraId="378486FF" w14:textId="77777777" w:rsidR="008D41BC" w:rsidRPr="00404764" w:rsidRDefault="008D41BC" w:rsidP="001A4B98">
            <w:pPr>
              <w:rPr>
                <w:b/>
                <w:noProof/>
              </w:rPr>
            </w:pPr>
            <w:r w:rsidRPr="00404764">
              <w:rPr>
                <w:b/>
                <w:noProof/>
              </w:rPr>
              <w:t>Funkce:</w:t>
            </w:r>
          </w:p>
        </w:tc>
        <w:tc>
          <w:tcPr>
            <w:tcW w:w="4264" w:type="dxa"/>
          </w:tcPr>
          <w:p w14:paraId="723BAFF0" w14:textId="77777777" w:rsidR="008D41BC" w:rsidRPr="00404764" w:rsidRDefault="008D41BC" w:rsidP="001A4B98">
            <w:pPr>
              <w:rPr>
                <w:noProof/>
              </w:rPr>
            </w:pPr>
          </w:p>
        </w:tc>
      </w:tr>
      <w:tr w:rsidR="008D41BC" w:rsidRPr="00404764" w14:paraId="631D9095" w14:textId="77777777" w:rsidTr="001A4B98">
        <w:trPr>
          <w:trHeight w:val="842"/>
        </w:trPr>
        <w:tc>
          <w:tcPr>
            <w:tcW w:w="4438" w:type="dxa"/>
            <w:shd w:val="clear" w:color="auto" w:fill="FFBFBF" w:themeFill="accent6" w:themeFillTint="33"/>
          </w:tcPr>
          <w:p w14:paraId="1006EDE1" w14:textId="77777777" w:rsidR="008D41BC" w:rsidRPr="00404764" w:rsidRDefault="008D41BC" w:rsidP="001A4B98">
            <w:pPr>
              <w:rPr>
                <w:b/>
                <w:noProof/>
              </w:rPr>
            </w:pPr>
            <w:r w:rsidRPr="00404764">
              <w:rPr>
                <w:b/>
                <w:noProof/>
              </w:rPr>
              <w:t>Podpis vystavitele a datum vystavení osvědčení:</w:t>
            </w:r>
          </w:p>
        </w:tc>
        <w:tc>
          <w:tcPr>
            <w:tcW w:w="4264" w:type="dxa"/>
          </w:tcPr>
          <w:p w14:paraId="74E07CB8" w14:textId="77777777" w:rsidR="008D41BC" w:rsidRPr="00404764" w:rsidRDefault="008D41BC" w:rsidP="001A4B98">
            <w:pPr>
              <w:rPr>
                <w:noProof/>
              </w:rPr>
            </w:pPr>
          </w:p>
        </w:tc>
      </w:tr>
    </w:tbl>
    <w:p w14:paraId="00409A25" w14:textId="77777777" w:rsidR="008D41BC" w:rsidRDefault="008D41BC" w:rsidP="008D41BC"/>
    <w:p w14:paraId="49663424" w14:textId="77777777" w:rsidR="008D41BC" w:rsidRPr="00404764" w:rsidRDefault="008D41BC" w:rsidP="008D41BC">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70EB137B" w14:textId="77777777" w:rsidR="008D41BC" w:rsidRPr="00404764" w:rsidRDefault="008D41BC" w:rsidP="008D41BC">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5574C13" w14:textId="77777777" w:rsidR="008D41BC" w:rsidRPr="00A24674" w:rsidRDefault="008D41BC" w:rsidP="008D41BC">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6579645E" w14:textId="77777777" w:rsidR="00C623D6" w:rsidRDefault="00C623D6" w:rsidP="00C623D6">
      <w:pPr>
        <w:rPr>
          <w:b/>
          <w:bCs/>
        </w:rPr>
      </w:pPr>
    </w:p>
    <w:sectPr w:rsidR="00C623D6" w:rsidSect="00F13FDA">
      <w:footerReference w:type="default" r:id="rId40"/>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306160" w16cid:durableId="261A4F8D"/>
  <w16cid:commentId w16cid:paraId="401BDFFD" w16cid:durableId="261A5558"/>
  <w16cid:commentId w16cid:paraId="4CB82942" w16cid:durableId="261A505B"/>
  <w16cid:commentId w16cid:paraId="4A464746" w16cid:durableId="261A5116"/>
  <w16cid:commentId w16cid:paraId="13F104C3" w16cid:durableId="261A51C6"/>
  <w16cid:commentId w16cid:paraId="2CEC6FAA" w16cid:durableId="261A52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A9979" w14:textId="77777777" w:rsidR="00CF4975" w:rsidRDefault="00CF4975" w:rsidP="00962258">
      <w:pPr>
        <w:spacing w:after="0" w:line="240" w:lineRule="auto"/>
      </w:pPr>
      <w:r>
        <w:separator/>
      </w:r>
    </w:p>
  </w:endnote>
  <w:endnote w:type="continuationSeparator" w:id="0">
    <w:p w14:paraId="32067887" w14:textId="77777777" w:rsidR="00CF4975" w:rsidRDefault="00CF49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A4B98" w:rsidRPr="003462EB" w14:paraId="5350B8F2" w14:textId="77777777" w:rsidTr="00F13FDA">
      <w:tc>
        <w:tcPr>
          <w:tcW w:w="1021" w:type="dxa"/>
          <w:vAlign w:val="bottom"/>
        </w:tcPr>
        <w:p w14:paraId="68FDEB25" w14:textId="77777777" w:rsidR="001A4B98" w:rsidRPr="00B8518B" w:rsidRDefault="001A4B98" w:rsidP="00F8210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7032E16D" w14:textId="77777777" w:rsidR="001A4B98" w:rsidRDefault="001A4B98" w:rsidP="00F13FDA">
          <w:pPr>
            <w:pStyle w:val="Zpatvlevo"/>
          </w:pPr>
          <w:r w:rsidRPr="00B41CFD">
            <w:t>Smlouva o dílo</w:t>
          </w:r>
        </w:p>
        <w:p w14:paraId="6AFEFD85" w14:textId="77777777" w:rsidR="001A4B98" w:rsidRPr="003462EB" w:rsidRDefault="001A4B98" w:rsidP="00F13FDA">
          <w:pPr>
            <w:pStyle w:val="Zpatvlevo"/>
          </w:pPr>
          <w:r w:rsidRPr="00B41CFD">
            <w:t>Zhotovení stavby</w:t>
          </w:r>
        </w:p>
      </w:tc>
    </w:tr>
  </w:tbl>
  <w:p w14:paraId="5AD40FD4" w14:textId="77777777" w:rsidR="001A4B98" w:rsidRPr="00F13FDA" w:rsidRDefault="001A4B9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A4B98" w:rsidRPr="003462EB" w14:paraId="08B16ED3" w14:textId="77777777" w:rsidTr="00F13FDA">
      <w:tc>
        <w:tcPr>
          <w:tcW w:w="1021" w:type="dxa"/>
          <w:vAlign w:val="bottom"/>
        </w:tcPr>
        <w:p w14:paraId="026492C7" w14:textId="77777777" w:rsidR="001A4B98" w:rsidRPr="00B8518B" w:rsidRDefault="001A4B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75F972F" w14:textId="77777777" w:rsidR="001A4B98" w:rsidRPr="00DD4862" w:rsidRDefault="001A4B98" w:rsidP="00F13FDA">
          <w:pPr>
            <w:pStyle w:val="Zpatvlevo"/>
            <w:rPr>
              <w:b/>
            </w:rPr>
          </w:pPr>
          <w:r>
            <w:rPr>
              <w:b/>
            </w:rPr>
            <w:t>Příloha č. 5</w:t>
          </w:r>
        </w:p>
        <w:p w14:paraId="5937DD70" w14:textId="77777777" w:rsidR="001A4B98" w:rsidRDefault="001A4B98" w:rsidP="00F13FDA">
          <w:pPr>
            <w:pStyle w:val="Zpatvlevo"/>
          </w:pPr>
          <w:r w:rsidRPr="00B41CFD">
            <w:t>Smlouva o dílo</w:t>
          </w:r>
        </w:p>
        <w:p w14:paraId="4F36E9BA" w14:textId="77777777" w:rsidR="001A4B98" w:rsidRPr="003462EB" w:rsidRDefault="001A4B98" w:rsidP="00F13FDA">
          <w:pPr>
            <w:pStyle w:val="Zpatvlevo"/>
          </w:pPr>
          <w:r w:rsidRPr="00B41CFD">
            <w:t>Zhotovení stavby</w:t>
          </w:r>
        </w:p>
      </w:tc>
    </w:tr>
  </w:tbl>
  <w:p w14:paraId="19F5377F" w14:textId="77777777" w:rsidR="001A4B98" w:rsidRPr="00F13FDA" w:rsidRDefault="001A4B9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A4B98" w:rsidRPr="009E09BE" w14:paraId="0BD49176" w14:textId="77777777" w:rsidTr="00A0271B">
      <w:tc>
        <w:tcPr>
          <w:tcW w:w="0" w:type="auto"/>
          <w:tcMar>
            <w:left w:w="0" w:type="dxa"/>
            <w:right w:w="0" w:type="dxa"/>
          </w:tcMar>
          <w:vAlign w:val="bottom"/>
        </w:tcPr>
        <w:p w14:paraId="2239B80F" w14:textId="77777777" w:rsidR="001A4B98" w:rsidRPr="00DD4862" w:rsidRDefault="001A4B98" w:rsidP="00A0271B">
          <w:pPr>
            <w:pStyle w:val="Zpatvpravo"/>
            <w:rPr>
              <w:b/>
            </w:rPr>
          </w:pPr>
          <w:r w:rsidRPr="00DD4862">
            <w:rPr>
              <w:b/>
            </w:rPr>
            <w:t xml:space="preserve">Příloha č. </w:t>
          </w:r>
          <w:r>
            <w:rPr>
              <w:b/>
            </w:rPr>
            <w:t>5</w:t>
          </w:r>
        </w:p>
        <w:p w14:paraId="1B56DF4F" w14:textId="77777777" w:rsidR="001A4B98" w:rsidRPr="003462EB" w:rsidRDefault="001A4B98" w:rsidP="00A0271B">
          <w:pPr>
            <w:pStyle w:val="Zpatvpravo"/>
          </w:pPr>
          <w:r>
            <w:t>Smlouva o dílo</w:t>
          </w:r>
        </w:p>
        <w:p w14:paraId="6EC19497" w14:textId="77777777" w:rsidR="001A4B98" w:rsidRPr="003462EB" w:rsidRDefault="001A4B98" w:rsidP="00A0271B">
          <w:pPr>
            <w:pStyle w:val="Zpatvpravo"/>
            <w:rPr>
              <w:rStyle w:val="slostrnky"/>
              <w:b w:val="0"/>
              <w:color w:val="auto"/>
              <w:sz w:val="12"/>
            </w:rPr>
          </w:pPr>
          <w:r w:rsidRPr="003462EB">
            <w:t xml:space="preserve">Zhotovení stavby </w:t>
          </w:r>
        </w:p>
      </w:tc>
      <w:tc>
        <w:tcPr>
          <w:tcW w:w="1021" w:type="dxa"/>
          <w:vAlign w:val="bottom"/>
        </w:tcPr>
        <w:p w14:paraId="136E5C38" w14:textId="24E18ED8" w:rsidR="001A4B98" w:rsidRPr="009E09BE" w:rsidRDefault="001A4B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4ED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4EDC">
            <w:rPr>
              <w:rStyle w:val="slostrnky"/>
              <w:noProof/>
            </w:rPr>
            <w:t>1</w:t>
          </w:r>
          <w:r>
            <w:rPr>
              <w:rStyle w:val="slostrnky"/>
            </w:rPr>
            <w:fldChar w:fldCharType="end"/>
          </w:r>
        </w:p>
      </w:tc>
    </w:tr>
  </w:tbl>
  <w:p w14:paraId="74DD096C" w14:textId="77777777" w:rsidR="001A4B98" w:rsidRPr="00B8518B" w:rsidRDefault="001A4B9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A4B98" w:rsidRPr="003462EB" w14:paraId="73472FA1" w14:textId="77777777" w:rsidTr="00F13FDA">
      <w:tc>
        <w:tcPr>
          <w:tcW w:w="1021" w:type="dxa"/>
          <w:vAlign w:val="bottom"/>
        </w:tcPr>
        <w:p w14:paraId="339E316F" w14:textId="77777777" w:rsidR="001A4B98" w:rsidRPr="00B8518B" w:rsidRDefault="001A4B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56DB33CF" w14:textId="77777777" w:rsidR="001A4B98" w:rsidRPr="00DD4862" w:rsidRDefault="001A4B98" w:rsidP="00F13FDA">
          <w:pPr>
            <w:pStyle w:val="Zpatvlevo"/>
            <w:rPr>
              <w:b/>
            </w:rPr>
          </w:pPr>
          <w:r>
            <w:rPr>
              <w:b/>
            </w:rPr>
            <w:t>Příloha č. 6</w:t>
          </w:r>
        </w:p>
        <w:p w14:paraId="325F66CA" w14:textId="77777777" w:rsidR="001A4B98" w:rsidRDefault="001A4B98" w:rsidP="00F13FDA">
          <w:pPr>
            <w:pStyle w:val="Zpatvlevo"/>
          </w:pPr>
          <w:r w:rsidRPr="00B41CFD">
            <w:t>Smlouva o dílo</w:t>
          </w:r>
        </w:p>
        <w:p w14:paraId="10F71E04" w14:textId="77777777" w:rsidR="001A4B98" w:rsidRPr="003462EB" w:rsidRDefault="001A4B98" w:rsidP="00F13FDA">
          <w:pPr>
            <w:pStyle w:val="Zpatvlevo"/>
          </w:pPr>
          <w:r w:rsidRPr="00B41CFD">
            <w:t>Zhotovení stavby</w:t>
          </w:r>
        </w:p>
      </w:tc>
    </w:tr>
  </w:tbl>
  <w:p w14:paraId="0CFB2BD4" w14:textId="77777777" w:rsidR="001A4B98" w:rsidRPr="00F13FDA" w:rsidRDefault="001A4B9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A4B98" w:rsidRPr="009E09BE" w14:paraId="06999A21" w14:textId="77777777" w:rsidTr="00A0271B">
      <w:tc>
        <w:tcPr>
          <w:tcW w:w="0" w:type="auto"/>
          <w:tcMar>
            <w:left w:w="0" w:type="dxa"/>
            <w:right w:w="0" w:type="dxa"/>
          </w:tcMar>
          <w:vAlign w:val="bottom"/>
        </w:tcPr>
        <w:p w14:paraId="476D2111" w14:textId="77777777" w:rsidR="001A4B98" w:rsidRPr="00DD4862" w:rsidRDefault="001A4B98" w:rsidP="00A0271B">
          <w:pPr>
            <w:pStyle w:val="Zpatvpravo"/>
            <w:rPr>
              <w:b/>
            </w:rPr>
          </w:pPr>
          <w:r w:rsidRPr="00DD4862">
            <w:rPr>
              <w:b/>
            </w:rPr>
            <w:t xml:space="preserve">Příloha č. </w:t>
          </w:r>
          <w:r>
            <w:rPr>
              <w:b/>
            </w:rPr>
            <w:t>6</w:t>
          </w:r>
        </w:p>
        <w:p w14:paraId="409A748C" w14:textId="77777777" w:rsidR="001A4B98" w:rsidRPr="003462EB" w:rsidRDefault="001A4B98" w:rsidP="00A0271B">
          <w:pPr>
            <w:pStyle w:val="Zpatvpravo"/>
          </w:pPr>
          <w:r>
            <w:t>Smlouva o dílo</w:t>
          </w:r>
        </w:p>
        <w:p w14:paraId="007603DE" w14:textId="77777777" w:rsidR="001A4B98" w:rsidRPr="003462EB" w:rsidRDefault="001A4B98" w:rsidP="00A0271B">
          <w:pPr>
            <w:pStyle w:val="Zpatvpravo"/>
            <w:rPr>
              <w:rStyle w:val="slostrnky"/>
              <w:b w:val="0"/>
              <w:color w:val="auto"/>
              <w:sz w:val="12"/>
            </w:rPr>
          </w:pPr>
          <w:r w:rsidRPr="003462EB">
            <w:t xml:space="preserve">Zhotovení stavby </w:t>
          </w:r>
        </w:p>
      </w:tc>
      <w:tc>
        <w:tcPr>
          <w:tcW w:w="1021" w:type="dxa"/>
          <w:vAlign w:val="bottom"/>
        </w:tcPr>
        <w:p w14:paraId="4A7F096E" w14:textId="67F67D87" w:rsidR="001A4B98" w:rsidRPr="009E09BE" w:rsidRDefault="001A4B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4ED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4EDC">
            <w:rPr>
              <w:rStyle w:val="slostrnky"/>
              <w:noProof/>
            </w:rPr>
            <w:t>3</w:t>
          </w:r>
          <w:r>
            <w:rPr>
              <w:rStyle w:val="slostrnky"/>
            </w:rPr>
            <w:fldChar w:fldCharType="end"/>
          </w:r>
        </w:p>
      </w:tc>
    </w:tr>
  </w:tbl>
  <w:p w14:paraId="4DBAA8C6" w14:textId="77777777" w:rsidR="001A4B98" w:rsidRPr="00B8518B" w:rsidRDefault="001A4B9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A4B98" w:rsidRPr="003462EB" w14:paraId="309074B7" w14:textId="77777777" w:rsidTr="00F13FDA">
      <w:tc>
        <w:tcPr>
          <w:tcW w:w="1021" w:type="dxa"/>
          <w:vAlign w:val="bottom"/>
        </w:tcPr>
        <w:p w14:paraId="761D2E29" w14:textId="77777777" w:rsidR="001A4B98" w:rsidRPr="00B8518B" w:rsidRDefault="001A4B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880D16E" w14:textId="77777777" w:rsidR="001A4B98" w:rsidRPr="00DD4862" w:rsidRDefault="001A4B98" w:rsidP="00F13FDA">
          <w:pPr>
            <w:pStyle w:val="Zpatvlevo"/>
            <w:rPr>
              <w:b/>
            </w:rPr>
          </w:pPr>
          <w:r>
            <w:rPr>
              <w:b/>
            </w:rPr>
            <w:t>Příloha č. 7</w:t>
          </w:r>
        </w:p>
        <w:p w14:paraId="60EF5096" w14:textId="77777777" w:rsidR="001A4B98" w:rsidRDefault="001A4B98" w:rsidP="00F13FDA">
          <w:pPr>
            <w:pStyle w:val="Zpatvlevo"/>
          </w:pPr>
          <w:r w:rsidRPr="00B41CFD">
            <w:t>Smlouva o dílo</w:t>
          </w:r>
        </w:p>
        <w:p w14:paraId="57F36C59" w14:textId="77777777" w:rsidR="001A4B98" w:rsidRPr="003462EB" w:rsidRDefault="001A4B98" w:rsidP="00F13FDA">
          <w:pPr>
            <w:pStyle w:val="Zpatvlevo"/>
          </w:pPr>
          <w:r w:rsidRPr="00B41CFD">
            <w:t>Zhotovení stavby</w:t>
          </w:r>
        </w:p>
      </w:tc>
    </w:tr>
  </w:tbl>
  <w:p w14:paraId="30DA56EA" w14:textId="77777777" w:rsidR="001A4B98" w:rsidRPr="00F13FDA" w:rsidRDefault="001A4B9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A4B98" w:rsidRPr="009E09BE" w14:paraId="7625A23F" w14:textId="77777777" w:rsidTr="00A0271B">
      <w:tc>
        <w:tcPr>
          <w:tcW w:w="0" w:type="auto"/>
          <w:tcMar>
            <w:left w:w="0" w:type="dxa"/>
            <w:right w:w="0" w:type="dxa"/>
          </w:tcMar>
          <w:vAlign w:val="bottom"/>
        </w:tcPr>
        <w:p w14:paraId="4DC16F93" w14:textId="77777777" w:rsidR="001A4B98" w:rsidRPr="00DD4862" w:rsidRDefault="001A4B98" w:rsidP="00A0271B">
          <w:pPr>
            <w:pStyle w:val="Zpatvpravo"/>
            <w:rPr>
              <w:b/>
            </w:rPr>
          </w:pPr>
          <w:r w:rsidRPr="00DD4862">
            <w:rPr>
              <w:b/>
            </w:rPr>
            <w:t xml:space="preserve">Příloha č. </w:t>
          </w:r>
          <w:r>
            <w:rPr>
              <w:b/>
            </w:rPr>
            <w:t>7</w:t>
          </w:r>
        </w:p>
        <w:p w14:paraId="10E23AB0" w14:textId="77777777" w:rsidR="001A4B98" w:rsidRPr="003462EB" w:rsidRDefault="001A4B98" w:rsidP="00A0271B">
          <w:pPr>
            <w:pStyle w:val="Zpatvpravo"/>
          </w:pPr>
          <w:r>
            <w:t>Smlouva o dílo</w:t>
          </w:r>
        </w:p>
        <w:p w14:paraId="51F23513" w14:textId="77777777" w:rsidR="001A4B98" w:rsidRPr="003462EB" w:rsidRDefault="001A4B98" w:rsidP="00A0271B">
          <w:pPr>
            <w:pStyle w:val="Zpatvpravo"/>
            <w:rPr>
              <w:rStyle w:val="slostrnky"/>
              <w:b w:val="0"/>
              <w:color w:val="auto"/>
              <w:sz w:val="12"/>
            </w:rPr>
          </w:pPr>
          <w:r w:rsidRPr="003462EB">
            <w:t xml:space="preserve">Zhotovení stavby </w:t>
          </w:r>
        </w:p>
      </w:tc>
      <w:tc>
        <w:tcPr>
          <w:tcW w:w="1021" w:type="dxa"/>
          <w:vAlign w:val="bottom"/>
        </w:tcPr>
        <w:p w14:paraId="53EAEA26" w14:textId="2A67420C" w:rsidR="001A4B98" w:rsidRPr="009E09BE" w:rsidRDefault="001A4B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4ED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4EDC">
            <w:rPr>
              <w:rStyle w:val="slostrnky"/>
              <w:noProof/>
            </w:rPr>
            <w:t>1</w:t>
          </w:r>
          <w:r>
            <w:rPr>
              <w:rStyle w:val="slostrnky"/>
            </w:rPr>
            <w:fldChar w:fldCharType="end"/>
          </w:r>
        </w:p>
      </w:tc>
    </w:tr>
  </w:tbl>
  <w:p w14:paraId="1CCE410D" w14:textId="77777777" w:rsidR="001A4B98" w:rsidRPr="00B8518B" w:rsidRDefault="001A4B9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A4B98" w:rsidRPr="003462EB" w14:paraId="022DB8EE" w14:textId="77777777" w:rsidTr="00F13FDA">
      <w:tc>
        <w:tcPr>
          <w:tcW w:w="1021" w:type="dxa"/>
          <w:vAlign w:val="bottom"/>
        </w:tcPr>
        <w:p w14:paraId="4671723C" w14:textId="77777777" w:rsidR="001A4B98" w:rsidRPr="00B8518B" w:rsidRDefault="001A4B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9383AAC" w14:textId="77777777" w:rsidR="001A4B98" w:rsidRPr="00DD4862" w:rsidRDefault="001A4B98" w:rsidP="00F13FDA">
          <w:pPr>
            <w:pStyle w:val="Zpatvlevo"/>
            <w:rPr>
              <w:b/>
            </w:rPr>
          </w:pPr>
          <w:r>
            <w:rPr>
              <w:b/>
            </w:rPr>
            <w:t>Příloha č. 8</w:t>
          </w:r>
        </w:p>
        <w:p w14:paraId="4D2F87EA" w14:textId="77777777" w:rsidR="001A4B98" w:rsidRDefault="001A4B98" w:rsidP="00F13FDA">
          <w:pPr>
            <w:pStyle w:val="Zpatvlevo"/>
          </w:pPr>
          <w:r w:rsidRPr="00B41CFD">
            <w:t>Smlouva o dílo</w:t>
          </w:r>
        </w:p>
        <w:p w14:paraId="337DF506" w14:textId="77777777" w:rsidR="001A4B98" w:rsidRPr="003462EB" w:rsidRDefault="001A4B98" w:rsidP="00F13FDA">
          <w:pPr>
            <w:pStyle w:val="Zpatvlevo"/>
          </w:pPr>
          <w:r w:rsidRPr="00B41CFD">
            <w:t>Zhotovení stavby</w:t>
          </w:r>
        </w:p>
      </w:tc>
    </w:tr>
  </w:tbl>
  <w:p w14:paraId="2F1C3C75" w14:textId="77777777" w:rsidR="001A4B98" w:rsidRPr="00F13FDA" w:rsidRDefault="001A4B9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A4B98" w:rsidRPr="009E09BE" w14:paraId="3E06E067" w14:textId="77777777" w:rsidTr="00A0271B">
      <w:tc>
        <w:tcPr>
          <w:tcW w:w="0" w:type="auto"/>
          <w:tcMar>
            <w:left w:w="0" w:type="dxa"/>
            <w:right w:w="0" w:type="dxa"/>
          </w:tcMar>
          <w:vAlign w:val="bottom"/>
        </w:tcPr>
        <w:p w14:paraId="0ECB29CE" w14:textId="77777777" w:rsidR="001A4B98" w:rsidRPr="00DD4862" w:rsidRDefault="001A4B98" w:rsidP="00A0271B">
          <w:pPr>
            <w:pStyle w:val="Zpatvpravo"/>
            <w:rPr>
              <w:b/>
            </w:rPr>
          </w:pPr>
          <w:r w:rsidRPr="00DD4862">
            <w:rPr>
              <w:b/>
            </w:rPr>
            <w:t xml:space="preserve">Příloha č. </w:t>
          </w:r>
          <w:r>
            <w:rPr>
              <w:b/>
            </w:rPr>
            <w:t>8</w:t>
          </w:r>
        </w:p>
        <w:p w14:paraId="230F833A" w14:textId="77777777" w:rsidR="001A4B98" w:rsidRPr="003462EB" w:rsidRDefault="001A4B98" w:rsidP="00A0271B">
          <w:pPr>
            <w:pStyle w:val="Zpatvpravo"/>
          </w:pPr>
          <w:r>
            <w:t>Smlouva o dílo</w:t>
          </w:r>
        </w:p>
        <w:p w14:paraId="252A152C" w14:textId="77777777" w:rsidR="001A4B98" w:rsidRPr="003462EB" w:rsidRDefault="001A4B98" w:rsidP="00A0271B">
          <w:pPr>
            <w:pStyle w:val="Zpatvpravo"/>
            <w:rPr>
              <w:rStyle w:val="slostrnky"/>
              <w:b w:val="0"/>
              <w:color w:val="auto"/>
              <w:sz w:val="12"/>
            </w:rPr>
          </w:pPr>
          <w:r w:rsidRPr="003462EB">
            <w:t xml:space="preserve">Zhotovení stavby </w:t>
          </w:r>
        </w:p>
      </w:tc>
      <w:tc>
        <w:tcPr>
          <w:tcW w:w="1021" w:type="dxa"/>
          <w:vAlign w:val="bottom"/>
        </w:tcPr>
        <w:p w14:paraId="5A7B0F4D" w14:textId="2AA66ED9" w:rsidR="001A4B98" w:rsidRPr="009E09BE" w:rsidRDefault="001A4B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4ED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4EDC">
            <w:rPr>
              <w:rStyle w:val="slostrnky"/>
              <w:noProof/>
            </w:rPr>
            <w:t>1</w:t>
          </w:r>
          <w:r>
            <w:rPr>
              <w:rStyle w:val="slostrnky"/>
            </w:rPr>
            <w:fldChar w:fldCharType="end"/>
          </w:r>
        </w:p>
      </w:tc>
    </w:tr>
  </w:tbl>
  <w:p w14:paraId="28DBAAAF" w14:textId="77777777" w:rsidR="001A4B98" w:rsidRPr="00B8518B" w:rsidRDefault="001A4B9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A4B98" w:rsidRPr="003462EB" w14:paraId="760A7963" w14:textId="77777777" w:rsidTr="00F13FDA">
      <w:tc>
        <w:tcPr>
          <w:tcW w:w="1021" w:type="dxa"/>
          <w:vAlign w:val="bottom"/>
        </w:tcPr>
        <w:p w14:paraId="2C967D5C" w14:textId="77777777" w:rsidR="001A4B98" w:rsidRPr="00B8518B" w:rsidRDefault="001A4B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1A4B98" w:rsidRPr="00DD4862" w:rsidRDefault="001A4B98" w:rsidP="00F13FDA">
          <w:pPr>
            <w:pStyle w:val="Zpatvlevo"/>
            <w:rPr>
              <w:b/>
            </w:rPr>
          </w:pPr>
          <w:r>
            <w:rPr>
              <w:b/>
            </w:rPr>
            <w:t>Příloha č. 9</w:t>
          </w:r>
        </w:p>
        <w:p w14:paraId="4619C703" w14:textId="77777777" w:rsidR="001A4B98" w:rsidRDefault="001A4B98" w:rsidP="00F13FDA">
          <w:pPr>
            <w:pStyle w:val="Zpatvlevo"/>
          </w:pPr>
          <w:r w:rsidRPr="00B41CFD">
            <w:t>Smlouva o dílo</w:t>
          </w:r>
        </w:p>
        <w:p w14:paraId="65F4A929" w14:textId="77777777" w:rsidR="001A4B98" w:rsidRPr="003462EB" w:rsidRDefault="001A4B98" w:rsidP="00F13FDA">
          <w:pPr>
            <w:pStyle w:val="Zpatvlevo"/>
          </w:pPr>
          <w:r w:rsidRPr="00B41CFD">
            <w:t>Zhotovení stavby</w:t>
          </w:r>
        </w:p>
      </w:tc>
    </w:tr>
  </w:tbl>
  <w:p w14:paraId="0ADFAF99" w14:textId="77777777" w:rsidR="001A4B98" w:rsidRPr="00F13FDA" w:rsidRDefault="001A4B9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A4B98" w:rsidRPr="009E09BE" w14:paraId="2AF04367" w14:textId="77777777" w:rsidTr="00A0271B">
      <w:tc>
        <w:tcPr>
          <w:tcW w:w="0" w:type="auto"/>
          <w:tcMar>
            <w:left w:w="0" w:type="dxa"/>
            <w:right w:w="0" w:type="dxa"/>
          </w:tcMar>
          <w:vAlign w:val="bottom"/>
        </w:tcPr>
        <w:p w14:paraId="7F6978BD" w14:textId="77777777" w:rsidR="001A4B98" w:rsidRPr="00DD4862" w:rsidRDefault="001A4B98" w:rsidP="00A0271B">
          <w:pPr>
            <w:pStyle w:val="Zpatvpravo"/>
            <w:rPr>
              <w:b/>
            </w:rPr>
          </w:pPr>
          <w:r w:rsidRPr="00DD4862">
            <w:rPr>
              <w:b/>
            </w:rPr>
            <w:t xml:space="preserve">Příloha č. </w:t>
          </w:r>
          <w:r>
            <w:rPr>
              <w:b/>
            </w:rPr>
            <w:t>9</w:t>
          </w:r>
        </w:p>
        <w:p w14:paraId="0C49EAB7" w14:textId="77777777" w:rsidR="001A4B98" w:rsidRPr="003462EB" w:rsidRDefault="001A4B98" w:rsidP="00A0271B">
          <w:pPr>
            <w:pStyle w:val="Zpatvpravo"/>
          </w:pPr>
          <w:r>
            <w:t>Smlouva o dílo</w:t>
          </w:r>
        </w:p>
        <w:p w14:paraId="0ABE324B" w14:textId="77777777" w:rsidR="001A4B98" w:rsidRPr="003462EB" w:rsidRDefault="001A4B98" w:rsidP="00A0271B">
          <w:pPr>
            <w:pStyle w:val="Zpatvpravo"/>
            <w:rPr>
              <w:rStyle w:val="slostrnky"/>
              <w:b w:val="0"/>
              <w:color w:val="auto"/>
              <w:sz w:val="12"/>
            </w:rPr>
          </w:pPr>
          <w:r w:rsidRPr="003462EB">
            <w:t xml:space="preserve">Zhotovení stavby </w:t>
          </w:r>
        </w:p>
      </w:tc>
      <w:tc>
        <w:tcPr>
          <w:tcW w:w="1021" w:type="dxa"/>
          <w:vAlign w:val="bottom"/>
        </w:tcPr>
        <w:p w14:paraId="3D9C297C" w14:textId="3B7DB10B" w:rsidR="001A4B98" w:rsidRPr="009E09BE" w:rsidRDefault="001A4B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4ED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4EDC">
            <w:rPr>
              <w:rStyle w:val="slostrnky"/>
              <w:noProof/>
            </w:rPr>
            <w:t>1</w:t>
          </w:r>
          <w:r>
            <w:rPr>
              <w:rStyle w:val="slostrnky"/>
            </w:rPr>
            <w:fldChar w:fldCharType="end"/>
          </w:r>
        </w:p>
      </w:tc>
    </w:tr>
  </w:tbl>
  <w:p w14:paraId="5E569996" w14:textId="77777777" w:rsidR="001A4B98" w:rsidRPr="00B8518B" w:rsidRDefault="001A4B9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A4B98" w:rsidRPr="009E09BE" w14:paraId="11412820" w14:textId="77777777" w:rsidTr="00F13FDA">
      <w:tc>
        <w:tcPr>
          <w:tcW w:w="0" w:type="auto"/>
          <w:tcMar>
            <w:left w:w="0" w:type="dxa"/>
            <w:right w:w="0" w:type="dxa"/>
          </w:tcMar>
          <w:vAlign w:val="bottom"/>
        </w:tcPr>
        <w:p w14:paraId="2A66F05D" w14:textId="77777777" w:rsidR="001A4B98" w:rsidRPr="003462EB" w:rsidRDefault="001A4B98" w:rsidP="00F13FDA">
          <w:pPr>
            <w:pStyle w:val="Zpatvpravo"/>
          </w:pPr>
          <w:r>
            <w:t>Smlouva o dílo</w:t>
          </w:r>
        </w:p>
        <w:p w14:paraId="4A1FD6EF" w14:textId="77777777" w:rsidR="001A4B98" w:rsidRPr="003462EB" w:rsidRDefault="001A4B98" w:rsidP="00F13FDA">
          <w:pPr>
            <w:pStyle w:val="Zpatvpravo"/>
            <w:rPr>
              <w:rStyle w:val="slostrnky"/>
              <w:b w:val="0"/>
              <w:color w:val="auto"/>
              <w:sz w:val="12"/>
            </w:rPr>
          </w:pPr>
          <w:r>
            <w:t xml:space="preserve">Zhotovení stavby </w:t>
          </w:r>
        </w:p>
      </w:tc>
      <w:tc>
        <w:tcPr>
          <w:tcW w:w="1021" w:type="dxa"/>
          <w:vAlign w:val="bottom"/>
        </w:tcPr>
        <w:p w14:paraId="42855CAD" w14:textId="2AA4EB10" w:rsidR="001A4B98" w:rsidRPr="009E09BE" w:rsidRDefault="001A4B98" w:rsidP="00F8210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4EDC">
            <w:rPr>
              <w:rStyle w:val="slostrnky"/>
              <w:noProof/>
            </w:rPr>
            <w:t>8</w:t>
          </w:r>
          <w:r w:rsidRPr="00B8518B">
            <w:rPr>
              <w:rStyle w:val="slostrnky"/>
            </w:rPr>
            <w:fldChar w:fldCharType="end"/>
          </w:r>
          <w:r w:rsidRPr="00B8518B">
            <w:rPr>
              <w:rStyle w:val="slostrnky"/>
            </w:rPr>
            <w:t>/</w:t>
          </w:r>
          <w:r>
            <w:rPr>
              <w:rStyle w:val="slostrnky"/>
            </w:rPr>
            <w:t>8</w:t>
          </w:r>
        </w:p>
      </w:tc>
    </w:tr>
  </w:tbl>
  <w:p w14:paraId="0BAD0DD9" w14:textId="77777777" w:rsidR="001A4B98" w:rsidRPr="00B8518B" w:rsidRDefault="001A4B9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A4B98" w:rsidRPr="009E09BE" w14:paraId="50F5E1FD" w14:textId="77777777" w:rsidTr="00A0271B">
      <w:tc>
        <w:tcPr>
          <w:tcW w:w="0" w:type="auto"/>
          <w:tcMar>
            <w:left w:w="0" w:type="dxa"/>
            <w:right w:w="0" w:type="dxa"/>
          </w:tcMar>
          <w:vAlign w:val="bottom"/>
        </w:tcPr>
        <w:p w14:paraId="20C4D2FA" w14:textId="399A514E" w:rsidR="001A4B98" w:rsidRPr="00DD4862" w:rsidRDefault="001A4B98" w:rsidP="00A0271B">
          <w:pPr>
            <w:pStyle w:val="Zpatvpravo"/>
            <w:rPr>
              <w:b/>
            </w:rPr>
          </w:pPr>
          <w:r w:rsidRPr="00DD4862">
            <w:rPr>
              <w:b/>
            </w:rPr>
            <w:t xml:space="preserve">Příloha č. </w:t>
          </w:r>
          <w:r>
            <w:rPr>
              <w:b/>
            </w:rPr>
            <w:t>10</w:t>
          </w:r>
        </w:p>
        <w:p w14:paraId="39DE9231" w14:textId="77777777" w:rsidR="001A4B98" w:rsidRPr="003462EB" w:rsidRDefault="001A4B98" w:rsidP="00A0271B">
          <w:pPr>
            <w:pStyle w:val="Zpatvpravo"/>
          </w:pPr>
          <w:r>
            <w:t>Smlouva o dílo</w:t>
          </w:r>
        </w:p>
        <w:p w14:paraId="2A9B45AF" w14:textId="77777777" w:rsidR="001A4B98" w:rsidRPr="003462EB" w:rsidRDefault="001A4B98" w:rsidP="00A0271B">
          <w:pPr>
            <w:pStyle w:val="Zpatvpravo"/>
            <w:rPr>
              <w:rStyle w:val="slostrnky"/>
              <w:b w:val="0"/>
              <w:color w:val="auto"/>
              <w:sz w:val="12"/>
            </w:rPr>
          </w:pPr>
          <w:r w:rsidRPr="003462EB">
            <w:t xml:space="preserve">Zhotovení stavby </w:t>
          </w:r>
        </w:p>
      </w:tc>
      <w:tc>
        <w:tcPr>
          <w:tcW w:w="1021" w:type="dxa"/>
          <w:vAlign w:val="bottom"/>
        </w:tcPr>
        <w:p w14:paraId="21CD02EC" w14:textId="4C2D98E0" w:rsidR="001A4B98" w:rsidRPr="009E09BE" w:rsidRDefault="001A4B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4ED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4EDC">
            <w:rPr>
              <w:rStyle w:val="slostrnky"/>
              <w:noProof/>
            </w:rPr>
            <w:t>6</w:t>
          </w:r>
          <w:r>
            <w:rPr>
              <w:rStyle w:val="slostrnky"/>
            </w:rPr>
            <w:fldChar w:fldCharType="end"/>
          </w:r>
        </w:p>
      </w:tc>
    </w:tr>
  </w:tbl>
  <w:p w14:paraId="03EB80FA" w14:textId="77777777" w:rsidR="001A4B98" w:rsidRPr="00B8518B" w:rsidRDefault="001A4B9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17F1A" w14:textId="77777777" w:rsidR="001A4B98" w:rsidRDefault="001A4B98" w:rsidP="00C1662E">
    <w:pPr>
      <w:pStyle w:val="Zpat"/>
      <w:rPr>
        <w:sz w:val="2"/>
        <w:szCs w:val="2"/>
      </w:rPr>
    </w:pPr>
  </w:p>
  <w:p w14:paraId="1905FD7C" w14:textId="77777777" w:rsidR="001A4B98" w:rsidRPr="001E4BDC" w:rsidRDefault="001A4B98" w:rsidP="00C1662E">
    <w:pPr>
      <w:pStyle w:val="Zpat"/>
      <w:rPr>
        <w:sz w:val="12"/>
        <w:szCs w:val="12"/>
      </w:rPr>
    </w:pPr>
  </w:p>
  <w:p w14:paraId="15DA4D66" w14:textId="77777777" w:rsidR="001A4B98" w:rsidRPr="001E4BDC" w:rsidRDefault="001A4B9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A4B98" w:rsidRPr="003462EB" w14:paraId="67072978" w14:textId="77777777" w:rsidTr="00F13FDA">
      <w:tc>
        <w:tcPr>
          <w:tcW w:w="1021" w:type="dxa"/>
          <w:vAlign w:val="bottom"/>
        </w:tcPr>
        <w:p w14:paraId="66DF7C3B" w14:textId="77777777" w:rsidR="001A4B98" w:rsidRPr="00B8518B" w:rsidRDefault="001A4B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6ADD926" w14:textId="77777777" w:rsidR="001A4B98" w:rsidRPr="00DD4862" w:rsidRDefault="001A4B98" w:rsidP="00F13FDA">
          <w:pPr>
            <w:pStyle w:val="Zpatvlevo"/>
            <w:rPr>
              <w:b/>
            </w:rPr>
          </w:pPr>
          <w:r>
            <w:rPr>
              <w:b/>
            </w:rPr>
            <w:t>Příloha č. 2</w:t>
          </w:r>
        </w:p>
        <w:p w14:paraId="767047FD" w14:textId="77777777" w:rsidR="001A4B98" w:rsidRDefault="001A4B98" w:rsidP="00F13FDA">
          <w:pPr>
            <w:pStyle w:val="Zpatvlevo"/>
          </w:pPr>
          <w:r w:rsidRPr="00B41CFD">
            <w:t>Smlouva o dílo</w:t>
          </w:r>
        </w:p>
        <w:p w14:paraId="4C86B629" w14:textId="77777777" w:rsidR="001A4B98" w:rsidRPr="003462EB" w:rsidRDefault="001A4B98" w:rsidP="00F13FDA">
          <w:pPr>
            <w:pStyle w:val="Zpatvlevo"/>
          </w:pPr>
          <w:r w:rsidRPr="00B41CFD">
            <w:t>Zhotovení stavby</w:t>
          </w:r>
        </w:p>
      </w:tc>
    </w:tr>
  </w:tbl>
  <w:p w14:paraId="18CED3FC" w14:textId="77777777" w:rsidR="001A4B98" w:rsidRPr="00F13FDA" w:rsidRDefault="001A4B9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A4B98" w:rsidRPr="009E09BE" w14:paraId="51CC61C1" w14:textId="77777777" w:rsidTr="00A0271B">
      <w:tc>
        <w:tcPr>
          <w:tcW w:w="0" w:type="auto"/>
          <w:tcMar>
            <w:left w:w="0" w:type="dxa"/>
            <w:right w:w="0" w:type="dxa"/>
          </w:tcMar>
          <w:vAlign w:val="bottom"/>
        </w:tcPr>
        <w:p w14:paraId="1764EDBF" w14:textId="77777777" w:rsidR="001A4B98" w:rsidRPr="00DD4862" w:rsidRDefault="001A4B98" w:rsidP="00A0271B">
          <w:pPr>
            <w:pStyle w:val="Zpatvpravo"/>
            <w:rPr>
              <w:b/>
            </w:rPr>
          </w:pPr>
          <w:r w:rsidRPr="00DD4862">
            <w:rPr>
              <w:b/>
            </w:rPr>
            <w:t>Příloha č. 2</w:t>
          </w:r>
        </w:p>
        <w:p w14:paraId="16016CEA" w14:textId="77777777" w:rsidR="001A4B98" w:rsidRPr="003462EB" w:rsidRDefault="001A4B98" w:rsidP="00A0271B">
          <w:pPr>
            <w:pStyle w:val="Zpatvpravo"/>
          </w:pPr>
          <w:r>
            <w:t>Smlouva o dílo</w:t>
          </w:r>
        </w:p>
        <w:p w14:paraId="4FBC0D25" w14:textId="77777777" w:rsidR="001A4B98" w:rsidRPr="003462EB" w:rsidRDefault="001A4B98" w:rsidP="00A0271B">
          <w:pPr>
            <w:pStyle w:val="Zpatvpravo"/>
            <w:rPr>
              <w:rStyle w:val="slostrnky"/>
              <w:b w:val="0"/>
              <w:color w:val="auto"/>
              <w:sz w:val="12"/>
            </w:rPr>
          </w:pPr>
          <w:r w:rsidRPr="003462EB">
            <w:t xml:space="preserve">Zhotovení stavby </w:t>
          </w:r>
        </w:p>
      </w:tc>
      <w:tc>
        <w:tcPr>
          <w:tcW w:w="1021" w:type="dxa"/>
          <w:vAlign w:val="bottom"/>
        </w:tcPr>
        <w:p w14:paraId="7C5130DC" w14:textId="768B5B06" w:rsidR="001A4B98" w:rsidRPr="009E09BE" w:rsidRDefault="001A4B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4ED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4EDC">
            <w:rPr>
              <w:rStyle w:val="slostrnky"/>
              <w:noProof/>
            </w:rPr>
            <w:t>2</w:t>
          </w:r>
          <w:r>
            <w:rPr>
              <w:rStyle w:val="slostrnky"/>
            </w:rPr>
            <w:fldChar w:fldCharType="end"/>
          </w:r>
        </w:p>
      </w:tc>
    </w:tr>
  </w:tbl>
  <w:p w14:paraId="28CF1071" w14:textId="77777777" w:rsidR="001A4B98" w:rsidRPr="00B8518B" w:rsidRDefault="001A4B9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A4B98" w:rsidRPr="003462EB" w14:paraId="76DF137C" w14:textId="77777777" w:rsidTr="00F13FDA">
      <w:tc>
        <w:tcPr>
          <w:tcW w:w="1021" w:type="dxa"/>
          <w:vAlign w:val="bottom"/>
        </w:tcPr>
        <w:p w14:paraId="1D1D5253" w14:textId="77777777" w:rsidR="001A4B98" w:rsidRPr="00B8518B" w:rsidRDefault="001A4B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8EBEC0F" w14:textId="77777777" w:rsidR="001A4B98" w:rsidRPr="00DD4862" w:rsidRDefault="001A4B98" w:rsidP="00F13FDA">
          <w:pPr>
            <w:pStyle w:val="Zpatvlevo"/>
            <w:rPr>
              <w:b/>
            </w:rPr>
          </w:pPr>
          <w:r>
            <w:rPr>
              <w:b/>
            </w:rPr>
            <w:t>Příloha č. 3</w:t>
          </w:r>
        </w:p>
        <w:p w14:paraId="5DCBADE0" w14:textId="77777777" w:rsidR="001A4B98" w:rsidRDefault="001A4B98" w:rsidP="00F13FDA">
          <w:pPr>
            <w:pStyle w:val="Zpatvlevo"/>
          </w:pPr>
          <w:r w:rsidRPr="00B41CFD">
            <w:t>Smlouva o dílo</w:t>
          </w:r>
        </w:p>
        <w:p w14:paraId="69DA4D94" w14:textId="77777777" w:rsidR="001A4B98" w:rsidRPr="003462EB" w:rsidRDefault="001A4B98" w:rsidP="00F13FDA">
          <w:pPr>
            <w:pStyle w:val="Zpatvlevo"/>
          </w:pPr>
          <w:r w:rsidRPr="00B41CFD">
            <w:t>Zhotovení stavby</w:t>
          </w:r>
        </w:p>
      </w:tc>
    </w:tr>
  </w:tbl>
  <w:p w14:paraId="66FB6B63" w14:textId="77777777" w:rsidR="001A4B98" w:rsidRPr="00F13FDA" w:rsidRDefault="001A4B9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A4B98" w:rsidRPr="009E09BE" w14:paraId="0025CD8F" w14:textId="77777777" w:rsidTr="00A0271B">
      <w:tc>
        <w:tcPr>
          <w:tcW w:w="0" w:type="auto"/>
          <w:tcMar>
            <w:left w:w="0" w:type="dxa"/>
            <w:right w:w="0" w:type="dxa"/>
          </w:tcMar>
          <w:vAlign w:val="bottom"/>
        </w:tcPr>
        <w:p w14:paraId="63E70977" w14:textId="77777777" w:rsidR="001A4B98" w:rsidRPr="00DD4862" w:rsidRDefault="001A4B98" w:rsidP="00A0271B">
          <w:pPr>
            <w:pStyle w:val="Zpatvpravo"/>
            <w:rPr>
              <w:b/>
            </w:rPr>
          </w:pPr>
          <w:r w:rsidRPr="00DD4862">
            <w:rPr>
              <w:b/>
            </w:rPr>
            <w:t xml:space="preserve">Příloha č. </w:t>
          </w:r>
          <w:r>
            <w:rPr>
              <w:b/>
            </w:rPr>
            <w:t>3</w:t>
          </w:r>
        </w:p>
        <w:p w14:paraId="3162FF03" w14:textId="77777777" w:rsidR="001A4B98" w:rsidRPr="003462EB" w:rsidRDefault="001A4B98" w:rsidP="00A0271B">
          <w:pPr>
            <w:pStyle w:val="Zpatvpravo"/>
          </w:pPr>
          <w:r>
            <w:t>Smlouva o dílo</w:t>
          </w:r>
        </w:p>
        <w:p w14:paraId="3DDDD554" w14:textId="77777777" w:rsidR="001A4B98" w:rsidRPr="003462EB" w:rsidRDefault="001A4B98" w:rsidP="00A0271B">
          <w:pPr>
            <w:pStyle w:val="Zpatvpravo"/>
            <w:rPr>
              <w:rStyle w:val="slostrnky"/>
              <w:b w:val="0"/>
              <w:color w:val="auto"/>
              <w:sz w:val="12"/>
            </w:rPr>
          </w:pPr>
          <w:r w:rsidRPr="003462EB">
            <w:t xml:space="preserve">Zhotovení stavby </w:t>
          </w:r>
        </w:p>
      </w:tc>
      <w:tc>
        <w:tcPr>
          <w:tcW w:w="1021" w:type="dxa"/>
          <w:vAlign w:val="bottom"/>
        </w:tcPr>
        <w:p w14:paraId="024DDD0C" w14:textId="67008760" w:rsidR="001A4B98" w:rsidRPr="009E09BE" w:rsidRDefault="001A4B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4ED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4EDC">
            <w:rPr>
              <w:rStyle w:val="slostrnky"/>
              <w:noProof/>
            </w:rPr>
            <w:t>1</w:t>
          </w:r>
          <w:r>
            <w:rPr>
              <w:rStyle w:val="slostrnky"/>
            </w:rPr>
            <w:fldChar w:fldCharType="end"/>
          </w:r>
        </w:p>
      </w:tc>
    </w:tr>
  </w:tbl>
  <w:p w14:paraId="454BA345" w14:textId="77777777" w:rsidR="001A4B98" w:rsidRPr="00B8518B" w:rsidRDefault="001A4B9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A4B98" w:rsidRPr="003462EB" w14:paraId="63313C31" w14:textId="77777777" w:rsidTr="00F13FDA">
      <w:tc>
        <w:tcPr>
          <w:tcW w:w="1021" w:type="dxa"/>
          <w:vAlign w:val="bottom"/>
        </w:tcPr>
        <w:p w14:paraId="56733D2F" w14:textId="77777777" w:rsidR="001A4B98" w:rsidRPr="00B8518B" w:rsidRDefault="001A4B9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DFF29A4" w14:textId="77777777" w:rsidR="001A4B98" w:rsidRPr="00DD4862" w:rsidRDefault="001A4B98" w:rsidP="00F13FDA">
          <w:pPr>
            <w:pStyle w:val="Zpatvlevo"/>
            <w:rPr>
              <w:b/>
            </w:rPr>
          </w:pPr>
          <w:r>
            <w:rPr>
              <w:b/>
            </w:rPr>
            <w:t>Příloha č. 4</w:t>
          </w:r>
        </w:p>
        <w:p w14:paraId="60ED2BD4" w14:textId="77777777" w:rsidR="001A4B98" w:rsidRDefault="001A4B98" w:rsidP="00F13FDA">
          <w:pPr>
            <w:pStyle w:val="Zpatvlevo"/>
          </w:pPr>
          <w:r w:rsidRPr="00B41CFD">
            <w:t>Smlouva o dílo</w:t>
          </w:r>
        </w:p>
        <w:p w14:paraId="05B74726" w14:textId="77777777" w:rsidR="001A4B98" w:rsidRPr="003462EB" w:rsidRDefault="001A4B98" w:rsidP="00F13FDA">
          <w:pPr>
            <w:pStyle w:val="Zpatvlevo"/>
          </w:pPr>
          <w:r w:rsidRPr="00B41CFD">
            <w:t>Zhotovení stavby</w:t>
          </w:r>
        </w:p>
      </w:tc>
    </w:tr>
  </w:tbl>
  <w:p w14:paraId="72DF1743" w14:textId="77777777" w:rsidR="001A4B98" w:rsidRPr="00F13FDA" w:rsidRDefault="001A4B9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A4B98" w:rsidRPr="009E09BE" w14:paraId="67315C0C" w14:textId="77777777" w:rsidTr="00A0271B">
      <w:tc>
        <w:tcPr>
          <w:tcW w:w="0" w:type="auto"/>
          <w:tcMar>
            <w:left w:w="0" w:type="dxa"/>
            <w:right w:w="0" w:type="dxa"/>
          </w:tcMar>
          <w:vAlign w:val="bottom"/>
        </w:tcPr>
        <w:p w14:paraId="6B993D3E" w14:textId="77777777" w:rsidR="001A4B98" w:rsidRPr="00DD4862" w:rsidRDefault="001A4B98" w:rsidP="00A0271B">
          <w:pPr>
            <w:pStyle w:val="Zpatvpravo"/>
            <w:rPr>
              <w:b/>
            </w:rPr>
          </w:pPr>
          <w:r w:rsidRPr="00DD4862">
            <w:rPr>
              <w:b/>
            </w:rPr>
            <w:t xml:space="preserve">Příloha č. </w:t>
          </w:r>
          <w:r>
            <w:rPr>
              <w:b/>
            </w:rPr>
            <w:t>4</w:t>
          </w:r>
        </w:p>
        <w:p w14:paraId="70CF7539" w14:textId="77777777" w:rsidR="001A4B98" w:rsidRPr="003462EB" w:rsidRDefault="001A4B98" w:rsidP="00A0271B">
          <w:pPr>
            <w:pStyle w:val="Zpatvpravo"/>
          </w:pPr>
          <w:r>
            <w:t>Smlouva o dílo</w:t>
          </w:r>
        </w:p>
        <w:p w14:paraId="61D0F5BB" w14:textId="77777777" w:rsidR="001A4B98" w:rsidRPr="003462EB" w:rsidRDefault="001A4B98" w:rsidP="00A0271B">
          <w:pPr>
            <w:pStyle w:val="Zpatvpravo"/>
            <w:rPr>
              <w:rStyle w:val="slostrnky"/>
              <w:b w:val="0"/>
              <w:color w:val="auto"/>
              <w:sz w:val="12"/>
            </w:rPr>
          </w:pPr>
          <w:r w:rsidRPr="003462EB">
            <w:t xml:space="preserve">Zhotovení stavby </w:t>
          </w:r>
        </w:p>
      </w:tc>
      <w:tc>
        <w:tcPr>
          <w:tcW w:w="1021" w:type="dxa"/>
          <w:vAlign w:val="bottom"/>
        </w:tcPr>
        <w:p w14:paraId="286FE1AC" w14:textId="2A3EECF1" w:rsidR="001A4B98" w:rsidRPr="009E09BE" w:rsidRDefault="001A4B9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4ED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4EDC">
            <w:rPr>
              <w:rStyle w:val="slostrnky"/>
              <w:noProof/>
            </w:rPr>
            <w:t>1</w:t>
          </w:r>
          <w:r>
            <w:rPr>
              <w:rStyle w:val="slostrnky"/>
            </w:rPr>
            <w:fldChar w:fldCharType="end"/>
          </w:r>
        </w:p>
      </w:tc>
    </w:tr>
  </w:tbl>
  <w:p w14:paraId="6BA52D05" w14:textId="77777777" w:rsidR="001A4B98" w:rsidRPr="00B8518B" w:rsidRDefault="001A4B9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21CB4" w14:textId="77777777" w:rsidR="00CF4975" w:rsidRDefault="00CF4975" w:rsidP="00962258">
      <w:pPr>
        <w:spacing w:after="0" w:line="240" w:lineRule="auto"/>
      </w:pPr>
      <w:r>
        <w:separator/>
      </w:r>
    </w:p>
  </w:footnote>
  <w:footnote w:type="continuationSeparator" w:id="0">
    <w:p w14:paraId="5BDA301D" w14:textId="77777777" w:rsidR="00CF4975" w:rsidRDefault="00CF497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4B98" w14:paraId="1F6225BB" w14:textId="77777777" w:rsidTr="00B22106">
      <w:trPr>
        <w:trHeight w:hRule="exact" w:val="936"/>
      </w:trPr>
      <w:tc>
        <w:tcPr>
          <w:tcW w:w="1361" w:type="dxa"/>
          <w:tcMar>
            <w:left w:w="0" w:type="dxa"/>
            <w:right w:w="0" w:type="dxa"/>
          </w:tcMar>
        </w:tcPr>
        <w:p w14:paraId="52148C72" w14:textId="77777777" w:rsidR="001A4B98" w:rsidRPr="00B8518B" w:rsidRDefault="001A4B98" w:rsidP="00FC6389">
          <w:pPr>
            <w:pStyle w:val="Zpat"/>
            <w:rPr>
              <w:rStyle w:val="slostrnky"/>
            </w:rPr>
          </w:pPr>
        </w:p>
      </w:tc>
      <w:tc>
        <w:tcPr>
          <w:tcW w:w="3458" w:type="dxa"/>
          <w:shd w:val="clear" w:color="auto" w:fill="auto"/>
          <w:tcMar>
            <w:left w:w="0" w:type="dxa"/>
            <w:right w:w="0" w:type="dxa"/>
          </w:tcMar>
        </w:tcPr>
        <w:p w14:paraId="795CE15B" w14:textId="77777777" w:rsidR="001A4B98" w:rsidRDefault="001A4B98" w:rsidP="00FC6389">
          <w:pPr>
            <w:pStyle w:val="Zpat"/>
          </w:pPr>
          <w:r>
            <w:rPr>
              <w:noProof/>
              <w:lang w:eastAsia="cs-CZ"/>
            </w:rPr>
            <w:drawing>
              <wp:anchor distT="0" distB="0" distL="114300" distR="114300" simplePos="0" relativeHeight="251659264" behindDoc="0" locked="1" layoutInCell="1" allowOverlap="1" wp14:anchorId="57BA079E" wp14:editId="16C30DB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B3E4821" w14:textId="77777777" w:rsidR="001A4B98" w:rsidRPr="00D6163D" w:rsidRDefault="001A4B98" w:rsidP="00FC6389">
          <w:pPr>
            <w:pStyle w:val="Druhdokumentu"/>
          </w:pPr>
        </w:p>
      </w:tc>
    </w:tr>
    <w:tr w:rsidR="001A4B98" w14:paraId="2EA346BB" w14:textId="77777777" w:rsidTr="00B22106">
      <w:trPr>
        <w:trHeight w:hRule="exact" w:val="936"/>
      </w:trPr>
      <w:tc>
        <w:tcPr>
          <w:tcW w:w="1361" w:type="dxa"/>
          <w:tcMar>
            <w:left w:w="0" w:type="dxa"/>
            <w:right w:w="0" w:type="dxa"/>
          </w:tcMar>
        </w:tcPr>
        <w:p w14:paraId="134E47A2" w14:textId="77777777" w:rsidR="001A4B98" w:rsidRPr="00B8518B" w:rsidRDefault="001A4B98" w:rsidP="00FC6389">
          <w:pPr>
            <w:pStyle w:val="Zpat"/>
            <w:rPr>
              <w:rStyle w:val="slostrnky"/>
            </w:rPr>
          </w:pPr>
        </w:p>
      </w:tc>
      <w:tc>
        <w:tcPr>
          <w:tcW w:w="3458" w:type="dxa"/>
          <w:shd w:val="clear" w:color="auto" w:fill="auto"/>
          <w:tcMar>
            <w:left w:w="0" w:type="dxa"/>
            <w:right w:w="0" w:type="dxa"/>
          </w:tcMar>
        </w:tcPr>
        <w:p w14:paraId="3D1EDD61" w14:textId="77777777" w:rsidR="001A4B98" w:rsidRDefault="001A4B98" w:rsidP="00FC6389">
          <w:pPr>
            <w:pStyle w:val="Zpat"/>
          </w:pPr>
        </w:p>
      </w:tc>
      <w:tc>
        <w:tcPr>
          <w:tcW w:w="5756" w:type="dxa"/>
          <w:shd w:val="clear" w:color="auto" w:fill="auto"/>
          <w:tcMar>
            <w:left w:w="0" w:type="dxa"/>
            <w:right w:w="0" w:type="dxa"/>
          </w:tcMar>
        </w:tcPr>
        <w:p w14:paraId="641FAFAC" w14:textId="77777777" w:rsidR="001A4B98" w:rsidRPr="00D6163D" w:rsidRDefault="001A4B98" w:rsidP="00FC6389">
          <w:pPr>
            <w:pStyle w:val="Druhdokumentu"/>
          </w:pPr>
        </w:p>
      </w:tc>
    </w:tr>
  </w:tbl>
  <w:p w14:paraId="48DD4754" w14:textId="77777777" w:rsidR="001A4B98" w:rsidRPr="00D6163D" w:rsidRDefault="001A4B98" w:rsidP="00FC6389">
    <w:pPr>
      <w:pStyle w:val="Zhlav"/>
      <w:rPr>
        <w:sz w:val="8"/>
        <w:szCs w:val="8"/>
      </w:rPr>
    </w:pPr>
  </w:p>
  <w:p w14:paraId="6C0641B9" w14:textId="77777777" w:rsidR="001A4B98" w:rsidRPr="00460660" w:rsidRDefault="001A4B9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13C69" w14:textId="77777777" w:rsidR="001A4B98" w:rsidRPr="00D6163D" w:rsidRDefault="001A4B9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A76C6" w14:textId="77777777" w:rsidR="001A4B98" w:rsidRPr="00D6163D" w:rsidRDefault="001A4B9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D563B" w14:textId="77777777" w:rsidR="001A4B98" w:rsidRPr="00D6163D" w:rsidRDefault="001A4B9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6E3AD" w14:textId="77777777" w:rsidR="001A4B98" w:rsidRPr="00D6163D" w:rsidRDefault="001A4B9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AE10C" w14:textId="77777777" w:rsidR="001A4B98" w:rsidRPr="00D6163D" w:rsidRDefault="001A4B9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DEF75" w14:textId="77777777" w:rsidR="001A4B98" w:rsidRPr="00D6163D" w:rsidRDefault="001A4B9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1A4B98" w:rsidRPr="00D6163D" w:rsidRDefault="001A4B9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609"/>
    <w:multiLevelType w:val="hybridMultilevel"/>
    <w:tmpl w:val="F474C616"/>
    <w:lvl w:ilvl="0" w:tplc="04050011">
      <w:start w:val="1"/>
      <w:numFmt w:val="decimal"/>
      <w:lvlText w:val="%1)"/>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F8D8F880"/>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Symbol" w:hAnsi="Symbol"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2"/>
  </w:num>
  <w:num w:numId="4">
    <w:abstractNumId w:val="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0"/>
  </w:num>
  <w:num w:numId="8">
    <w:abstractNumId w:val="11"/>
  </w:num>
  <w:num w:numId="9">
    <w:abstractNumId w:val="1"/>
  </w:num>
  <w:num w:numId="10">
    <w:abstractNumId w:val="3"/>
  </w:num>
  <w:num w:numId="11">
    <w:abstractNumId w:val="14"/>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num>
  <w:num w:numId="16">
    <w:abstractNumId w:val="3"/>
  </w:num>
  <w:num w:numId="17">
    <w:abstractNumId w:val="7"/>
  </w:num>
  <w:num w:numId="18">
    <w:abstractNumId w:val="7"/>
  </w:num>
  <w:num w:numId="19">
    <w:abstractNumId w:val="7"/>
  </w:num>
  <w:num w:numId="20">
    <w:abstractNumId w:val="7"/>
  </w:num>
  <w:num w:numId="21">
    <w:abstractNumId w:val="10"/>
  </w:num>
  <w:num w:numId="22">
    <w:abstractNumId w:val="10"/>
  </w:num>
  <w:num w:numId="23">
    <w:abstractNumId w:val="10"/>
  </w:num>
  <w:num w:numId="24">
    <w:abstractNumId w:val="10"/>
  </w:num>
  <w:num w:numId="25">
    <w:abstractNumId w:val="11"/>
  </w:num>
  <w:num w:numId="26">
    <w:abstractNumId w:val="1"/>
  </w:num>
  <w:num w:numId="27">
    <w:abstractNumId w:val="1"/>
  </w:num>
  <w:num w:numId="28">
    <w:abstractNumId w:val="3"/>
  </w:num>
  <w:num w:numId="29">
    <w:abstractNumId w:val="3"/>
  </w:num>
  <w:num w:numId="30">
    <w:abstractNumId w:val="14"/>
  </w:num>
  <w:num w:numId="31">
    <w:abstractNumId w:val="14"/>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8"/>
  </w:num>
  <w:num w:numId="37">
    <w:abstractNumId w:val="6"/>
  </w:num>
  <w:num w:numId="38">
    <w:abstractNumId w:val="0"/>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5F01"/>
    <w:rsid w:val="00017F3C"/>
    <w:rsid w:val="0002045B"/>
    <w:rsid w:val="00022F72"/>
    <w:rsid w:val="00022FF9"/>
    <w:rsid w:val="00036500"/>
    <w:rsid w:val="00037D85"/>
    <w:rsid w:val="00041EC8"/>
    <w:rsid w:val="000432C2"/>
    <w:rsid w:val="0005402B"/>
    <w:rsid w:val="0006588D"/>
    <w:rsid w:val="00067A5E"/>
    <w:rsid w:val="000719BB"/>
    <w:rsid w:val="000726D7"/>
    <w:rsid w:val="00072A65"/>
    <w:rsid w:val="00072C1E"/>
    <w:rsid w:val="0008335F"/>
    <w:rsid w:val="00095002"/>
    <w:rsid w:val="000B4EB8"/>
    <w:rsid w:val="000C21F6"/>
    <w:rsid w:val="000C2B01"/>
    <w:rsid w:val="000C41F2"/>
    <w:rsid w:val="000C4EB8"/>
    <w:rsid w:val="000D22C4"/>
    <w:rsid w:val="000D27D1"/>
    <w:rsid w:val="000E002D"/>
    <w:rsid w:val="000E1599"/>
    <w:rsid w:val="000E1A7F"/>
    <w:rsid w:val="000F39B9"/>
    <w:rsid w:val="001003EC"/>
    <w:rsid w:val="001047D9"/>
    <w:rsid w:val="00106CD8"/>
    <w:rsid w:val="00112864"/>
    <w:rsid w:val="00114472"/>
    <w:rsid w:val="00114988"/>
    <w:rsid w:val="00115069"/>
    <w:rsid w:val="001150F2"/>
    <w:rsid w:val="00123F99"/>
    <w:rsid w:val="00137224"/>
    <w:rsid w:val="00143EC0"/>
    <w:rsid w:val="0014753B"/>
    <w:rsid w:val="0015167B"/>
    <w:rsid w:val="00155EB3"/>
    <w:rsid w:val="001656A2"/>
    <w:rsid w:val="00165977"/>
    <w:rsid w:val="00165A7B"/>
    <w:rsid w:val="00170EC5"/>
    <w:rsid w:val="00173A70"/>
    <w:rsid w:val="001747C1"/>
    <w:rsid w:val="00177D6B"/>
    <w:rsid w:val="00187660"/>
    <w:rsid w:val="00191F90"/>
    <w:rsid w:val="001A4B98"/>
    <w:rsid w:val="001B255C"/>
    <w:rsid w:val="001B4E74"/>
    <w:rsid w:val="001C5817"/>
    <w:rsid w:val="001C645F"/>
    <w:rsid w:val="001D2979"/>
    <w:rsid w:val="001E0048"/>
    <w:rsid w:val="001E41F9"/>
    <w:rsid w:val="001E678E"/>
    <w:rsid w:val="001F518E"/>
    <w:rsid w:val="002038D5"/>
    <w:rsid w:val="002071BB"/>
    <w:rsid w:val="00207DF5"/>
    <w:rsid w:val="00215434"/>
    <w:rsid w:val="00217281"/>
    <w:rsid w:val="00225027"/>
    <w:rsid w:val="00225674"/>
    <w:rsid w:val="00237604"/>
    <w:rsid w:val="00240B81"/>
    <w:rsid w:val="00241EA1"/>
    <w:rsid w:val="00245AB2"/>
    <w:rsid w:val="00247D01"/>
    <w:rsid w:val="00252206"/>
    <w:rsid w:val="00252FD1"/>
    <w:rsid w:val="00255AE4"/>
    <w:rsid w:val="00255B10"/>
    <w:rsid w:val="00261A5B"/>
    <w:rsid w:val="00262E5B"/>
    <w:rsid w:val="00276AFE"/>
    <w:rsid w:val="002914DE"/>
    <w:rsid w:val="00296B4A"/>
    <w:rsid w:val="002A39B3"/>
    <w:rsid w:val="002A3B57"/>
    <w:rsid w:val="002A7B96"/>
    <w:rsid w:val="002C03CB"/>
    <w:rsid w:val="002C0721"/>
    <w:rsid w:val="002C0FB1"/>
    <w:rsid w:val="002C31BF"/>
    <w:rsid w:val="002C5283"/>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B23D6"/>
    <w:rsid w:val="003B4A16"/>
    <w:rsid w:val="003C33F2"/>
    <w:rsid w:val="003C75B2"/>
    <w:rsid w:val="003D6859"/>
    <w:rsid w:val="003D756E"/>
    <w:rsid w:val="003E420D"/>
    <w:rsid w:val="003E4C13"/>
    <w:rsid w:val="003F2C3E"/>
    <w:rsid w:val="0040659D"/>
    <w:rsid w:val="004078F3"/>
    <w:rsid w:val="004160CB"/>
    <w:rsid w:val="00427794"/>
    <w:rsid w:val="004328E4"/>
    <w:rsid w:val="0044492F"/>
    <w:rsid w:val="00450F07"/>
    <w:rsid w:val="0045194D"/>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C1A60"/>
    <w:rsid w:val="004C4399"/>
    <w:rsid w:val="004C787C"/>
    <w:rsid w:val="004D09FB"/>
    <w:rsid w:val="004D4233"/>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B65A4"/>
    <w:rsid w:val="005D3C39"/>
    <w:rsid w:val="005D6794"/>
    <w:rsid w:val="005E69D2"/>
    <w:rsid w:val="005E7125"/>
    <w:rsid w:val="005F2231"/>
    <w:rsid w:val="005F3A8C"/>
    <w:rsid w:val="00600ECE"/>
    <w:rsid w:val="00601A8C"/>
    <w:rsid w:val="00601CC8"/>
    <w:rsid w:val="00606FE8"/>
    <w:rsid w:val="0061068E"/>
    <w:rsid w:val="006115D3"/>
    <w:rsid w:val="006231B6"/>
    <w:rsid w:val="00623FDC"/>
    <w:rsid w:val="0065610E"/>
    <w:rsid w:val="00660AD3"/>
    <w:rsid w:val="006776B6"/>
    <w:rsid w:val="00693150"/>
    <w:rsid w:val="006A12A4"/>
    <w:rsid w:val="006A3312"/>
    <w:rsid w:val="006A3B58"/>
    <w:rsid w:val="006A5570"/>
    <w:rsid w:val="006A5576"/>
    <w:rsid w:val="006A689C"/>
    <w:rsid w:val="006B3D79"/>
    <w:rsid w:val="006B6FE4"/>
    <w:rsid w:val="006C2343"/>
    <w:rsid w:val="006C442A"/>
    <w:rsid w:val="006C5FC1"/>
    <w:rsid w:val="006D30C1"/>
    <w:rsid w:val="006D5FB4"/>
    <w:rsid w:val="006E0578"/>
    <w:rsid w:val="006E1DF8"/>
    <w:rsid w:val="006E314D"/>
    <w:rsid w:val="006E7284"/>
    <w:rsid w:val="006E7799"/>
    <w:rsid w:val="006F4030"/>
    <w:rsid w:val="006F45D4"/>
    <w:rsid w:val="00704D1E"/>
    <w:rsid w:val="00710723"/>
    <w:rsid w:val="007145F3"/>
    <w:rsid w:val="00723ED1"/>
    <w:rsid w:val="0072549E"/>
    <w:rsid w:val="007400C9"/>
    <w:rsid w:val="00740AF5"/>
    <w:rsid w:val="00743525"/>
    <w:rsid w:val="007470DC"/>
    <w:rsid w:val="0075327C"/>
    <w:rsid w:val="007541A2"/>
    <w:rsid w:val="00755818"/>
    <w:rsid w:val="007616C2"/>
    <w:rsid w:val="007621E5"/>
    <w:rsid w:val="00762429"/>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4701"/>
    <w:rsid w:val="008156D5"/>
    <w:rsid w:val="008175E5"/>
    <w:rsid w:val="00821D01"/>
    <w:rsid w:val="00826B7B"/>
    <w:rsid w:val="0083541D"/>
    <w:rsid w:val="008447DA"/>
    <w:rsid w:val="00846789"/>
    <w:rsid w:val="00850B67"/>
    <w:rsid w:val="00866994"/>
    <w:rsid w:val="00883098"/>
    <w:rsid w:val="00884582"/>
    <w:rsid w:val="0089098F"/>
    <w:rsid w:val="0089738F"/>
    <w:rsid w:val="008A3568"/>
    <w:rsid w:val="008A3592"/>
    <w:rsid w:val="008A7656"/>
    <w:rsid w:val="008B2F29"/>
    <w:rsid w:val="008B48D3"/>
    <w:rsid w:val="008C50F3"/>
    <w:rsid w:val="008C7EFE"/>
    <w:rsid w:val="008D03B9"/>
    <w:rsid w:val="008D30C7"/>
    <w:rsid w:val="008D41BC"/>
    <w:rsid w:val="008E2446"/>
    <w:rsid w:val="008F18D6"/>
    <w:rsid w:val="008F2C9B"/>
    <w:rsid w:val="008F7242"/>
    <w:rsid w:val="008F797B"/>
    <w:rsid w:val="00904780"/>
    <w:rsid w:val="0090635B"/>
    <w:rsid w:val="009152C2"/>
    <w:rsid w:val="00922385"/>
    <w:rsid w:val="009223DF"/>
    <w:rsid w:val="00936091"/>
    <w:rsid w:val="00940D8A"/>
    <w:rsid w:val="00942184"/>
    <w:rsid w:val="00946FE9"/>
    <w:rsid w:val="00950FD8"/>
    <w:rsid w:val="00962258"/>
    <w:rsid w:val="00964B3F"/>
    <w:rsid w:val="00966BE8"/>
    <w:rsid w:val="009678B7"/>
    <w:rsid w:val="00974AE2"/>
    <w:rsid w:val="009809A9"/>
    <w:rsid w:val="0098100D"/>
    <w:rsid w:val="009815C5"/>
    <w:rsid w:val="00985DF9"/>
    <w:rsid w:val="00987222"/>
    <w:rsid w:val="00992D9C"/>
    <w:rsid w:val="00995BDF"/>
    <w:rsid w:val="00995DF9"/>
    <w:rsid w:val="00996CB8"/>
    <w:rsid w:val="009A0E00"/>
    <w:rsid w:val="009A12BD"/>
    <w:rsid w:val="009B2E97"/>
    <w:rsid w:val="009B4201"/>
    <w:rsid w:val="009B5146"/>
    <w:rsid w:val="009C12D7"/>
    <w:rsid w:val="009C418E"/>
    <w:rsid w:val="009C442C"/>
    <w:rsid w:val="009D02EF"/>
    <w:rsid w:val="009D7398"/>
    <w:rsid w:val="009E07F4"/>
    <w:rsid w:val="009E5375"/>
    <w:rsid w:val="009F0867"/>
    <w:rsid w:val="009F309B"/>
    <w:rsid w:val="009F392E"/>
    <w:rsid w:val="009F53C5"/>
    <w:rsid w:val="009F637E"/>
    <w:rsid w:val="009F638B"/>
    <w:rsid w:val="00A0271B"/>
    <w:rsid w:val="00A06EE5"/>
    <w:rsid w:val="00A0740E"/>
    <w:rsid w:val="00A14EDC"/>
    <w:rsid w:val="00A21A01"/>
    <w:rsid w:val="00A25201"/>
    <w:rsid w:val="00A26BAA"/>
    <w:rsid w:val="00A33793"/>
    <w:rsid w:val="00A349C6"/>
    <w:rsid w:val="00A50641"/>
    <w:rsid w:val="00A530BF"/>
    <w:rsid w:val="00A54211"/>
    <w:rsid w:val="00A6177B"/>
    <w:rsid w:val="00A66136"/>
    <w:rsid w:val="00A66949"/>
    <w:rsid w:val="00A71189"/>
    <w:rsid w:val="00A7240B"/>
    <w:rsid w:val="00A7364A"/>
    <w:rsid w:val="00A7467C"/>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5F56"/>
    <w:rsid w:val="00B008D5"/>
    <w:rsid w:val="00B02F73"/>
    <w:rsid w:val="00B05B31"/>
    <w:rsid w:val="00B0619F"/>
    <w:rsid w:val="00B13A26"/>
    <w:rsid w:val="00B15D0D"/>
    <w:rsid w:val="00B22106"/>
    <w:rsid w:val="00B42F40"/>
    <w:rsid w:val="00B45DD9"/>
    <w:rsid w:val="00B47D17"/>
    <w:rsid w:val="00B5431A"/>
    <w:rsid w:val="00B55EA1"/>
    <w:rsid w:val="00B57BA9"/>
    <w:rsid w:val="00B61E49"/>
    <w:rsid w:val="00B62059"/>
    <w:rsid w:val="00B675F5"/>
    <w:rsid w:val="00B75EE1"/>
    <w:rsid w:val="00B77481"/>
    <w:rsid w:val="00B835F7"/>
    <w:rsid w:val="00B836AA"/>
    <w:rsid w:val="00B8518B"/>
    <w:rsid w:val="00B97CC3"/>
    <w:rsid w:val="00BB08EC"/>
    <w:rsid w:val="00BB1390"/>
    <w:rsid w:val="00BB18C3"/>
    <w:rsid w:val="00BC06C4"/>
    <w:rsid w:val="00BC4CE9"/>
    <w:rsid w:val="00BC5BDD"/>
    <w:rsid w:val="00BD4934"/>
    <w:rsid w:val="00BD5DE9"/>
    <w:rsid w:val="00BD7E91"/>
    <w:rsid w:val="00BD7F0D"/>
    <w:rsid w:val="00BF4AD6"/>
    <w:rsid w:val="00BF4C5D"/>
    <w:rsid w:val="00BF7B07"/>
    <w:rsid w:val="00C000CF"/>
    <w:rsid w:val="00C02440"/>
    <w:rsid w:val="00C02D0A"/>
    <w:rsid w:val="00C03A6E"/>
    <w:rsid w:val="00C1205A"/>
    <w:rsid w:val="00C1662E"/>
    <w:rsid w:val="00C226C0"/>
    <w:rsid w:val="00C42FE6"/>
    <w:rsid w:val="00C4311C"/>
    <w:rsid w:val="00C44F6A"/>
    <w:rsid w:val="00C4638F"/>
    <w:rsid w:val="00C6198E"/>
    <w:rsid w:val="00C623D6"/>
    <w:rsid w:val="00C708EA"/>
    <w:rsid w:val="00C731AF"/>
    <w:rsid w:val="00C778A5"/>
    <w:rsid w:val="00C866F8"/>
    <w:rsid w:val="00C9118F"/>
    <w:rsid w:val="00C93293"/>
    <w:rsid w:val="00C95162"/>
    <w:rsid w:val="00CB4F6D"/>
    <w:rsid w:val="00CB6A37"/>
    <w:rsid w:val="00CB7684"/>
    <w:rsid w:val="00CC4EA8"/>
    <w:rsid w:val="00CC6517"/>
    <w:rsid w:val="00CC7C8F"/>
    <w:rsid w:val="00CD1FC4"/>
    <w:rsid w:val="00CD5593"/>
    <w:rsid w:val="00CD753C"/>
    <w:rsid w:val="00CE3EF8"/>
    <w:rsid w:val="00CF4975"/>
    <w:rsid w:val="00D034A0"/>
    <w:rsid w:val="00D103B7"/>
    <w:rsid w:val="00D13777"/>
    <w:rsid w:val="00D21061"/>
    <w:rsid w:val="00D22281"/>
    <w:rsid w:val="00D239A6"/>
    <w:rsid w:val="00D4108E"/>
    <w:rsid w:val="00D4328E"/>
    <w:rsid w:val="00D509FB"/>
    <w:rsid w:val="00D50FE6"/>
    <w:rsid w:val="00D60CA0"/>
    <w:rsid w:val="00D6163D"/>
    <w:rsid w:val="00D701DC"/>
    <w:rsid w:val="00D831A3"/>
    <w:rsid w:val="00D97BE3"/>
    <w:rsid w:val="00DA3711"/>
    <w:rsid w:val="00DB0961"/>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618C4"/>
    <w:rsid w:val="00E7415D"/>
    <w:rsid w:val="00E878EE"/>
    <w:rsid w:val="00E901A3"/>
    <w:rsid w:val="00E9238B"/>
    <w:rsid w:val="00EA585B"/>
    <w:rsid w:val="00EA6EC7"/>
    <w:rsid w:val="00EB104F"/>
    <w:rsid w:val="00EB1746"/>
    <w:rsid w:val="00EB46E5"/>
    <w:rsid w:val="00EB5207"/>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0DB5"/>
    <w:rsid w:val="00F762A8"/>
    <w:rsid w:val="00F8210A"/>
    <w:rsid w:val="00F82B15"/>
    <w:rsid w:val="00F86BA6"/>
    <w:rsid w:val="00F95FBD"/>
    <w:rsid w:val="00FB504B"/>
    <w:rsid w:val="00FB6342"/>
    <w:rsid w:val="00FB7E1A"/>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7400C9"/>
    <w:pPr>
      <w:numPr>
        <w:ilvl w:val="1"/>
        <w:numId w:val="36"/>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7400C9"/>
    <w:pPr>
      <w:keepNext/>
      <w:numPr>
        <w:numId w:val="36"/>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7400C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header" Target="header5.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185EB87-5F4D-4E9A-A5D9-7A7BFAB9F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25</Pages>
  <Words>5063</Words>
  <Characters>29876</Characters>
  <Application>Microsoft Office Word</Application>
  <DocSecurity>0</DocSecurity>
  <Lines>248</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2021-01-18T09:00:00Z</cp:lastPrinted>
  <dcterms:created xsi:type="dcterms:W3CDTF">2022-05-02T11:28:00Z</dcterms:created>
  <dcterms:modified xsi:type="dcterms:W3CDTF">2022-05-03T05:50:00Z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